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7E0" w:rsidRPr="004102D1" w:rsidRDefault="00C667E0" w:rsidP="00C667E0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67E0" w:rsidRDefault="00C667E0" w:rsidP="00C66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67E0" w:rsidRDefault="00C667E0" w:rsidP="00C66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667E0" w:rsidRPr="000A4F3E" w:rsidRDefault="00C667E0" w:rsidP="00C667E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667E0" w:rsidRPr="000A4F3E" w:rsidRDefault="00C667E0" w:rsidP="00C667E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67E0" w:rsidRPr="000A4F3E" w:rsidRDefault="00C667E0" w:rsidP="00C667E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C667E0" w:rsidRDefault="00C667E0" w:rsidP="00C667E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667E0" w:rsidRPr="00D02183" w:rsidRDefault="00C667E0" w:rsidP="00C667E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C667E0" w:rsidRPr="00D02183" w:rsidRDefault="00C667E0" w:rsidP="00C667E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C667E0" w:rsidRPr="00D02183" w:rsidRDefault="00C667E0" w:rsidP="00C667E0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C667E0" w:rsidRPr="00D02183" w:rsidRDefault="00C667E0" w:rsidP="00C667E0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О.М.</w:t>
      </w:r>
    </w:p>
    <w:p w:rsidR="00C667E0" w:rsidRPr="00D02183" w:rsidRDefault="00C667E0" w:rsidP="00C667E0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67E0" w:rsidRDefault="00C667E0" w:rsidP="00C66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C667E0" w:rsidRPr="00D02183" w:rsidRDefault="00C667E0" w:rsidP="00C66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C667E0" w:rsidRPr="00D02183" w:rsidRDefault="00C667E0" w:rsidP="00C66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індивідуального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садівництва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0.0726 га,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 w:rsidRPr="00D02183"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 w:rsidRPr="00D02183">
        <w:rPr>
          <w:rFonts w:ascii="Times New Roman" w:eastAsia="Arial Unicode MS" w:hAnsi="Times New Roman"/>
          <w:sz w:val="24"/>
          <w:szCs w:val="24"/>
        </w:rPr>
        <w:t>омарівка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вул.Лісова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.</w:t>
      </w:r>
    </w:p>
    <w:p w:rsidR="00C667E0" w:rsidRPr="00D02183" w:rsidRDefault="00C667E0" w:rsidP="00C667E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FA5DC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FA5DC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0,0726 га,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6823986800:03:006:0033, 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індивідуального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садівництва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,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омарівка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вул.Лісова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C667E0" w:rsidRPr="00D02183" w:rsidRDefault="00C667E0" w:rsidP="00C667E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Ковбі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О.М.,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C667E0" w:rsidRPr="00C667E0" w:rsidRDefault="00C667E0" w:rsidP="00C667E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C667E0" w:rsidRPr="00D02183" w:rsidRDefault="00C667E0" w:rsidP="00C667E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325D" w:rsidRPr="00C667E0" w:rsidRDefault="00C667E0" w:rsidP="00C667E0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EB325D" w:rsidRPr="00C667E0" w:rsidSect="00C667E0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7E0"/>
    <w:rsid w:val="00171A2E"/>
    <w:rsid w:val="00304C90"/>
    <w:rsid w:val="00505B6D"/>
    <w:rsid w:val="006D3977"/>
    <w:rsid w:val="007D6C18"/>
    <w:rsid w:val="00C667E0"/>
    <w:rsid w:val="00D1641A"/>
    <w:rsid w:val="00EB325D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67E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66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667E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67E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667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667E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2020-08-20T14:22:00Z</dcterms:created>
  <dcterms:modified xsi:type="dcterms:W3CDTF">2020-08-20T15:47:00Z</dcterms:modified>
</cp:coreProperties>
</file>