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DE" w:rsidRDefault="007638DE" w:rsidP="007638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38DE" w:rsidRDefault="007638DE" w:rsidP="007638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38DE" w:rsidRDefault="007638DE" w:rsidP="007638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38DE" w:rsidRDefault="007638DE" w:rsidP="007638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638DE" w:rsidRDefault="007638DE" w:rsidP="007638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38DE" w:rsidRDefault="007638DE" w:rsidP="007638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7638DE" w:rsidRDefault="007638DE" w:rsidP="007638D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8DE" w:rsidRDefault="007638DE" w:rsidP="007638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7638DE" w:rsidRDefault="007638DE" w:rsidP="007638D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7638DE" w:rsidRPr="00D82BDE" w:rsidRDefault="007638DE" w:rsidP="007638D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638DE" w:rsidRDefault="007638DE" w:rsidP="007638DE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громадян, 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рішення сесії сільської ради №10  від 27.11.2020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ради»,  рішення сесії сільської ради №4 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  сільська рада </w:t>
      </w:r>
    </w:p>
    <w:p w:rsidR="007638DE" w:rsidRDefault="007638DE" w:rsidP="007638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7638DE" w:rsidRDefault="007638DE" w:rsidP="0076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 Гаврилюк Анні Сергіївні  на  поховання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Криминчука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Віктора Дмитровича, який   помер  07.05.2021 року, актовий запис № 38 від 12.05.2021 року), в  розмірі  5000.00  (п’ять тисяч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7638DE" w:rsidRDefault="007638DE" w:rsidP="0076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бухгалтерського обліку сільської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>) здійснити виплату матеріальної допомоги.</w:t>
      </w:r>
    </w:p>
    <w:p w:rsidR="007638DE" w:rsidRDefault="007638DE" w:rsidP="007638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7638DE" w:rsidRDefault="007638DE" w:rsidP="007638DE"/>
    <w:p w:rsidR="007638DE" w:rsidRDefault="007638DE" w:rsidP="007638DE"/>
    <w:p w:rsidR="007638DE" w:rsidRDefault="007638DE" w:rsidP="007638DE"/>
    <w:p w:rsidR="007638DE" w:rsidRDefault="007638DE" w:rsidP="007638D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ED70E5" w:rsidRDefault="00ED70E5">
      <w:bookmarkStart w:id="0" w:name="_GoBack"/>
      <w:bookmarkEnd w:id="0"/>
    </w:p>
    <w:sectPr w:rsidR="00ED70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DE"/>
    <w:rsid w:val="007638DE"/>
    <w:rsid w:val="00ED7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638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38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638D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38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638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38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638D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244</Words>
  <Characters>1394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2021-07-07T06:00:00Z</dcterms:created>
  <dcterms:modified xsi:type="dcterms:W3CDTF">2021-07-07T06:00:00Z</dcterms:modified>
</cp:coreProperties>
</file>