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36E" w:rsidRDefault="00E7236E" w:rsidP="00E72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EF19B8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73BE5F9" wp14:editId="0FF2469E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5957" name="Группа 159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595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36E" w:rsidRDefault="00E7236E" w:rsidP="00E72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5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236E" w:rsidRDefault="00E7236E" w:rsidP="00E72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6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36E" w:rsidRDefault="00E7236E" w:rsidP="00E72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6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236E" w:rsidRDefault="00E7236E" w:rsidP="00E72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6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36E" w:rsidRDefault="00E7236E" w:rsidP="00E72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6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236E" w:rsidRDefault="00E7236E" w:rsidP="00E72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6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36E" w:rsidRDefault="00E7236E" w:rsidP="00E72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6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236E" w:rsidRDefault="00E7236E" w:rsidP="00E72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6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36E" w:rsidRDefault="00E7236E" w:rsidP="00E72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6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236E" w:rsidRDefault="00E7236E" w:rsidP="00E72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6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36E" w:rsidRDefault="00E7236E" w:rsidP="00E72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6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236E" w:rsidRDefault="00E7236E" w:rsidP="00E72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7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36E" w:rsidRDefault="00E7236E" w:rsidP="00E72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7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236E" w:rsidRDefault="00E7236E" w:rsidP="00E72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7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36E" w:rsidRDefault="00E7236E" w:rsidP="00E72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7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236E" w:rsidRDefault="00E7236E" w:rsidP="00E72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7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36E" w:rsidRDefault="00E7236E" w:rsidP="00E72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7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236E" w:rsidRDefault="00E7236E" w:rsidP="00E72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7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36E" w:rsidRDefault="00E7236E" w:rsidP="00E72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7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236E" w:rsidRDefault="00E7236E" w:rsidP="00E72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7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36E" w:rsidRDefault="00E7236E" w:rsidP="00E72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7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36E" w:rsidRDefault="00E7236E" w:rsidP="00E72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8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36E" w:rsidRDefault="00E7236E" w:rsidP="00E72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8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36E" w:rsidRDefault="00E7236E" w:rsidP="00E72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8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36E" w:rsidRDefault="00E7236E" w:rsidP="00E72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8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36E" w:rsidRDefault="00E7236E" w:rsidP="00E72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8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36E" w:rsidRDefault="00E7236E" w:rsidP="00E72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8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36E" w:rsidRDefault="00E7236E" w:rsidP="00E72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8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36E" w:rsidRDefault="00E7236E" w:rsidP="00E72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8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36E" w:rsidRDefault="00E7236E" w:rsidP="00E723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957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2eksUA&#10;AADeAAAADwAAAGRycy9kb3ducmV2LnhtbESPS4vCQBCE7wv+h6GFva0TFV/RUUR2xYMgvu5Npk2C&#10;mZ6QmdX477cPC966qeqqrxer1lXqQU0oPRvo9xJQxJm3JecGLuefrymoEJEtVp7JwIsCrJadjwWm&#10;1j/5SI9TzJWEcEjRQBFjnWodsoIchp6viUW7+cZhlLXJtW3wKeGu0oMkGWuHJUtDgTVtCsrup19n&#10;wA+3u/01HxyH3zyJvD5Mb9d2b8xnt13PQUVq49v8f72zgj+ajYRX3pEZ9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nZ6S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7236E" w:rsidRDefault="00E7236E" w:rsidP="00E72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WJqscA&#10;AADeAAAADwAAAGRycy9kb3ducmV2LnhtbERPTWsCMRC9F/ofwhS8SM22oHa3RhFh2+pB0BZ6HTbT&#10;zdbNZEmibv31TUHobR7vc2aL3rbiRD40jhU8jDIQxJXTDdcKPt7L+ycQISJrbB2Tgh8KsJjf3syw&#10;0O7MOzrtYy1SCIcCFZgYu0LKUBmyGEauI07cl/MWY4K+ltrjOYXbVj5m2URabDg1GOxoZag67I9W&#10;wXe5NZ+r6eXFD/MdXYbl5rVdT5Qa3PXLZxCR+vgvvrrfdJo/zsc5/L2Tbp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sViar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7236E" w:rsidRDefault="00E7236E" w:rsidP="00E72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BOi8UA&#10;AADeAAAADwAAAGRycy9kb3ducmV2LnhtbESPQWvCQBCF7wX/wzKCl1I3WpQ2dRURLeJF1P6AITtm&#10;Q7OzIbua9N93DoK3Gea9981brHpfqzu1sQpsYDLOQBEXwVZcGvi57N4+QMWEbLEOTAb+KMJqOXhZ&#10;YG5Dxye6n1OpJIRjjgZcSk2udSwceYzj0BDL7Rpaj0nWttS2xU7Cfa2nWTbXHisWgsOGNo6K3/PN&#10;C+T4jsfDtbvsvnvscHtw/Lo+GTMa9usvUIn69BQ/3Hsr788+51JA6sgMe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UE6L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7236E" w:rsidRDefault="00E7236E" w:rsidP="00E72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j+KsUA&#10;AADeAAAADwAAAGRycy9kb3ducmV2LnhtbERPTUsDMRC9C/0PYQrebLbFrro2LaVVEKEHqyDehs10&#10;d3EzCcnYXf+9EQRv83ifs9qMrldniqnzbGA+K0AR19523Bh4e328ugWVBNli75kMfFOCzXpyscLK&#10;+oFf6HyURuUQThUaaEVCpXWqW3KYZj4QZ+7ko0PJMDbaRhxyuOv1oihK7bDj3NBioF1L9efxyxk4&#10;DA/h+aZcnsJHvF7otLfyvhNjLqfj9h6U0Cj/4j/3k83zl3flHH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mP4q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7236E" w:rsidRDefault="00E7236E" w:rsidP="00E72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51Z8YA&#10;AADeAAAADwAAAGRycy9kb3ducmV2LnhtbESP0WrCQBBF3wv+wzJCX0rdaKm00TUEMVLyImo/YMiO&#10;2WB2NmRXk/69Wyj0bYZ7554762y0rbhT7xvHCuazBARx5XTDtYLvc/H6AcIHZI2tY1LwQx6yzeRp&#10;jal2Ax/pfgq1iCHsU1RgQuhSKX1lyKKfuY44ahfXWwxx7WupexxiuG3lIkmW0mLDkWCwo62h6nq6&#10;2Qg5vOGhvAznYj/igLvS8Et+VOp5OuYrEIHG8G/+u/7Ssf7753IBv+/EGeTm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c51Z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7236E" w:rsidRDefault="00E7236E" w:rsidP="00E72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bFxsUA&#10;AADeAAAADwAAAGRycy9kb3ducmV2LnhtbERPTUsDMRC9C/6HMII3m7Xa1a5NS6kKUvBgFaS3YTPd&#10;XbqZhGTsrv/eCIK3ebzPWaxG16sTxdR5NnA9KUAR19523Bj4eH++ugeVBNli75kMfFOC1fL8bIGV&#10;9QO/0WknjcohnCo00IqESutUt+QwTXwgztzBR4eSYWy0jTjkcNfraVGU2mHHuaHFQJuW6uPuyxl4&#10;HZ7C9q6cHcI+3k51erTyuRFjLi/G9QMooVH+xX/uF5vnz+blDfy+k2/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BsXG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7236E" w:rsidRDefault="00E7236E" w:rsidP="00E72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pAW8UA&#10;AADeAAAADwAAAGRycy9kb3ducmV2LnhtbERP32vCMBB+H/g/hBvsZWjqNkU7o+ggOHAwpoKvR3O2&#10;xeZSksx2/70ZDPZ2H9/PW6x624gr+VA7VjAeZSCIC2dqLhUcD3o4AxEissHGMSn4oQCr5eBugblx&#10;HX/RdR9LkUI45KigirHNpQxFRRbDyLXEiTs7bzEm6EtpPHYp3DbyKcum0mLNqaHClt4qKi77b6tg&#10;89mVz/6x2PRud96eJlob/aGVerjv168gIvXxX/znfjdp/mQ+fYHfd9IN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6kBb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7236E" w:rsidRDefault="00E7236E" w:rsidP="00E72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avP8IA&#10;AADeAAAADwAAAGRycy9kb3ducmV2LnhtbERP3WrCMBS+H/gO4QjezVRZRatRxFGQsZu5PcChOTbV&#10;5qQksda3N4PB7s7H93s2u8G2oicfGscKZtMMBHHldMO1gp/v8nUJIkRkja1jUvCgALvt6GWDhXZ3&#10;/qL+FGuRQjgUqMDE2BVShsqQxTB1HXHizs5bjAn6WmqP9xRuWznPsoW02HBqMNjRwVB1Pd2sgvJj&#10;/tlfb9qXbj+8WcrNZflulJqMh/0aRKQh/ov/3Eed5uerRQ6/76Qb5P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lq8/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7236E" w:rsidRDefault="00E7236E" w:rsidP="00E72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R7t8UA&#10;AADeAAAADwAAAGRycy9kb3ducmV2LnhtbERPW2vCMBR+H/gfwhnsRTTdhkU7o+ggTNhgeIG9Hppj&#10;W9aclCSz3b83A2Fv5+O7nuV6sK24kA+NYwWP0wwEcelMw5WC01FP5iBCRDbYOiYFvxRgvRrdLbEw&#10;ruc9XQ6xEimEQ4EK6hi7QspQ1mQxTF1HnLiz8xZjgr6SxmOfwm0rn7IslxYbTg01dvRaU/l9+LEK&#10;tp999ezH5XZw7+e3r5nWRn9opR7uh80LiEhD/Bff3DuT5s8WeQ5/76Qb5O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dHu3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7236E" w:rsidRDefault="00E7236E" w:rsidP="00E72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iU08MA&#10;AADeAAAADwAAAGRycy9kb3ducmV2LnhtbERPzWoCMRC+C75DGKE3zVaq1dUooiwU6UXrAwybcbN1&#10;M1mSuG7fvikIvc3H9zvrbW8b0ZEPtWMFr5MMBHHpdM2VgstXMV6ACBFZY+OYFPxQgO1mOFhjrt2D&#10;T9SdYyVSCIccFZgY21zKUBqyGCauJU7c1XmLMUFfSe3xkcJtI6dZNpcWa04NBlvaGypv57tVUByn&#10;n93trn3hdv2bpZn5XhyMUi+jfrcCEamP/+Kn+0On+bPl/B3+3kk3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QiU08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7236E" w:rsidRDefault="00E7236E" w:rsidP="00E72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meScQA&#10;AADeAAAADwAAAGRycy9kb3ducmV2LnhtbESPwW7CQAxE75X4h5WReisbCkEQWBBCoipH0n6AlTVJ&#10;RNYbslsS/r4+IHGzNeOZ581ucI26UxdqzwamkwQUceFtzaWB35/jxxJUiMgWG89k4EEBdtvR2wYz&#10;63s+0z2PpZIQDhkaqGJsM61DUZHDMPEtsWgX3zmMsnalth32Eu4a/ZkkC+2wZmmosKVDRcU1/3MG&#10;5o/+65an1+RoHU1Ps/bEsUiNeR8P+zWoSEN8mZ/X31bw09VCeOUdmUF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Znkn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7236E" w:rsidRDefault="00E7236E" w:rsidP="00E72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ctfcQA&#10;AADeAAAADwAAAGRycy9kb3ducmV2LnhtbERPS2uDQBC+F/IflgnkVtcIlWrdhBBJCT215nEe3IlK&#10;3VlxN4n5991Cobf5+J5TrCfTixuNrrOsYBnFIIhrqztuFBwPu+dXEM4ja+wtk4IHOVivZk8F5tre&#10;+YtulW9ECGGXo4LW+yGX0tUtGXSRHYgDd7GjQR/g2Eg94j2Em14mcZxKgx2HhhYH2rZUf1dXo+Ca&#10;npMjXz70Z1U+3rNyt3Hy1Ci1mE+bNxCeJv8v/nPvdZj/kqUZ/L4Tbp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XLX3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7236E" w:rsidRDefault="00E7236E" w:rsidP="00E72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uiIMkA&#10;AADeAAAADwAAAGRycy9kb3ducmV2LnhtbESPQU/CQBCF7yT8h82QeIMtihUqCwETE+AgEfXgbeyO&#10;bbE7W7sL1H/vHEy8zWTevPe++bJztTpTGyrPBsajBBRx7m3FhYHXl8fhFFSIyBZrz2TghwIsF/3e&#10;HDPrL/xM50MslJhwyNBAGWOTaR3ykhyGkW+I5fbpW4dR1rbQtsWLmLtaXydJqh1WLAklNvRQUv51&#10;ODkDb/tpOtuvt5Pj7ukDb5z9frdVaszVoFvdg4rUxX/x3/fGSv3b2Z0ACI7MoBe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JuiIM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7236E" w:rsidRDefault="00E7236E" w:rsidP="00E72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6QL8UA&#10;AADeAAAADwAAAGRycy9kb3ducmV2LnhtbERPS2vCQBC+C/6HZYTedBNr1cas0laqpaf4gF6H7JiE&#10;ZmdDdtXYX+8WCr3Nx/ecdNWZWlyodZVlBfEoAkGcW11xoeB4eB/OQTiPrLG2TApu5GC17PdSTLS9&#10;8o4ue1+IEMIuQQWl900ipctLMuhGtiEO3Mm2Bn2AbSF1i9cQbmo5jqKpNFhxaCixobeS8u/92Sj4&#10;mX5h5rbj1/Wj9nSbzDf2M9so9TDoXhYgPHX+X/zn/tBh/tPzLIbfd8INcn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LpAv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7236E" w:rsidRDefault="00E7236E" w:rsidP="00E72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Vn9sMA&#10;AADeAAAADwAAAGRycy9kb3ducmV2LnhtbERPzWrCQBC+F3yHZQRvzcagrUZXKUXBW2v0AYbsuAlm&#10;Z2N21ejTdwuF3ubj+53lureNuFHna8cKxkkKgrh0umaj4HjYvs5A+ICssXFMCh7kYb0avCwx1+7O&#10;e7oVwYgYwj5HBVUIbS6lLyuy6BPXEkfu5DqLIcLOSN3hPYbbRmZp+iYt1hwbKmzps6LyXFytgovL&#10;provNvh13sy/a2Mml+d+otRo2H8sQATqw7/4z73Tcf50/p7B7zvxBrn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cVn9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7236E" w:rsidRDefault="00E7236E" w:rsidP="00E72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WkhsMA&#10;AADeAAAADwAAAGRycy9kb3ducmV2LnhtbERPS4vCMBC+C/6HMII3TVV8dY2iC4JXH4c9ziZj27WZ&#10;1Car1V+/WRC8zcf3nMWqsaW4Ue0LxwoG/QQEsXam4EzB6bjtzUD4gGywdEwKHuRhtWy3Fpgad+c9&#10;3Q4hEzGEfYoK8hCqVEqvc7Lo+64ijtzZ1RZDhHUmTY33GG5LOUySibRYcGzIsaLPnPTl8GsV7Ipv&#10;Gk/0eW5nG73/el7DaPpjlOp2mvUHiEBNeItf7p2J88fz6Qj+34k3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Wkh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7236E" w:rsidRDefault="00E7236E" w:rsidP="00E72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3FJcYA&#10;AADeAAAADwAAAGRycy9kb3ducmV2LnhtbERP0WoCMRB8L/gPYYW+1ZyitV6NokJBsRW0Yl+Xy3o5&#10;vGyOSzzPvzeFQt9md3Zmdqbz1paiodoXjhX0ewkI4szpgnMFx++PlzcQPiBrLB2Tgjt5mM86T1NM&#10;tbvxnppDyEU0YZ+iAhNClUrpM0MWfc9VxJE7u9piiGOdS13jLZrbUg6S5FVaLDgmGKxoZSi7HK5W&#10;QYO7e/Jjll+TTfGZDXbL01bHvXrutot3EIHa8H/8p17r+P5oMh7Cb52IQc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P3FJ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7236E" w:rsidRDefault="00E7236E" w:rsidP="00E72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y/JMMA&#10;AADeAAAADwAAAGRycy9kb3ducmV2LnhtbERPTUvDQBC9C/6HZQRvdmOgWmO3pRQqHjXtweOYnWZT&#10;szNhd22iv94VBG/zeJ+zXE++V2cKsRM2cDsrQBE3YjtuDRz2u5sFqJiQLfbCZOCLIqxXlxdLrKyM&#10;/ErnOrUqh3Cs0IBLaai0jo0jj3EmA3HmjhI8pgxDq23AMYf7XpdFcac9dpwbHA60ddR81J/ewPjU&#10;vJ/K45t132GQXf0ip7IXY66vps0jqERT+hf/uZ9tnj9/uJ/D7zv5Br3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ry/J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7236E" w:rsidRDefault="00E7236E" w:rsidP="00E72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YxRMUA&#10;AADeAAAADwAAAGRycy9kb3ducmV2LnhtbERP22oCMRB9L/QfwhR8q9kK9bIaxWqFIop4ex83091t&#10;k8mySXX9e1MQfJvDuc5o0lgjzlT70rGCt3YCgjhzuuRcwWG/eO2D8AFZo3FMCq7kYTJ+fhphqt2F&#10;t3TehVzEEPYpKihCqFIpfVaQRd92FXHkvl1tMURY51LXeInh1shOknSlxZJjQ4EVzQrKfnd/VsFi&#10;Mzc/nfV2epRh9tk7mf7yY75SqvXSTIcgAjXhIb67v3Sc/z7odeH/nXiDH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ljFE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7236E" w:rsidRDefault="00E7236E" w:rsidP="00E72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xJS8YA&#10;AADeAAAADwAAAGRycy9kb3ducmV2LnhtbERPTWvCQBC9C/0PyxS8SLNpi42NrlIKooJCawu9TrJj&#10;EszOhuw2xn/vCoK3ebzPmS16U4uOWldZVvAcxSCIc6srLhT8/iyfJiCcR9ZYWyYFZ3KwmD8MZphq&#10;e+Jv6va+ECGEXYoKSu+bVEqXl2TQRbYhDtzBtgZ9gG0hdYunEG5q+RLHb9JgxaGhxIY+S8qP+3+j&#10;oPvaZsW6c83mOBm58Wu2Wu30n1LDx/5jCsJT7+/im3utw/zxe5LA9Z1wg5x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ixJS8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7236E" w:rsidRDefault="00E7236E" w:rsidP="00E72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+jJMkA&#10;AADeAAAADwAAAGRycy9kb3ducmV2LnhtbESPQW/CMAyF75P2HyJP4jbSIdigI6CBhMRl0mA7jJtp&#10;vLaicbokQMevxwek3Wy95/c+T+eda9SJQqw9G3jqZ6CIC29rLg18fa4ex6BiQrbYeCYDfxRhPru/&#10;m2Ju/Zk3dNqmUkkIxxwNVCm1udaxqMhh7PuWWLQfHxwmWUOpbcCzhLtGD7LsWTusWRoqbGlZUXHY&#10;Hp2BxWS8+P0Y8vtls9/R7nt/GA1CZkzvoXt7BZWoS//m2/XaCv5o8iK88o7MoGdX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It+jJMkAAADeAAAADwAAAAAAAAAAAAAAAACYAgAA&#10;ZHJzL2Rvd25yZXYueG1sUEsFBgAAAAAEAAQA9QAAAI4DAAAAAA==&#10;" fillcolor="black" stroked="f">
                  <v:textbox>
                    <w:txbxContent>
                      <w:p w:rsidR="00E7236E" w:rsidRDefault="00E7236E" w:rsidP="00E72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Iv8YA&#10;AADeAAAADwAAAGRycy9kb3ducmV2LnhtbERPS2sCMRC+F/ofwhR6q9kKvlaj1D5AUA8+Dh7Hzbgb&#10;djNZNqmu/npTKHibj+85k1lrK3GmxhvHCt47CQjizGnDuYL97udtCMIHZI2VY1JwJQ+z6fPTBFPt&#10;Lryh8zbkIoawT1FBEUKdSumzgiz6jquJI3dyjcUQYZNL3eAlhttKdpOkLy0ajg0F1vRZUFZuf62C&#10;w7JvhhtD3ePqNv/Wq145X3+VSr2+tB9jEIHa8BD/uxc6zu+NBiP4eyfeIK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FAIv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7236E" w:rsidRDefault="00E7236E" w:rsidP="00E72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28N8cA&#10;AADeAAAADwAAAGRycy9kb3ducmV2LnhtbESPQU/DMAyF70j8h8iTuG3pkEClLJsmEIILBwaIq9V4&#10;TdfGKUm2dfv1+DCJmy0/v/e+xWr0vTpQTG1gA/NZAYq4DrblxsDX58u0BJUyssU+MBk4UYLV8vpq&#10;gZUNR/6gwyY3Skw4VWjA5TxUWqfakcc0CwOx3LYhesyyxkbbiEcx972+LYp77bFlSXA40JOjutvs&#10;vYG4/nnuzrz/7orz+ym97sbfEp0xN5Nx/Qgq05j/xZfvNyv17x5KARAcmUEv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btvDf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7236E" w:rsidRDefault="00E7236E" w:rsidP="00E72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Cv58QA&#10;AADeAAAADwAAAGRycy9kb3ducmV2LnhtbERP22oCMRB9L/gPYQRfSs0qWHVrFBEKQqWg9QPGzbi7&#10;NJksm6mu/XpTKPg2h3OdxarzTl2ojXVgA6NhBoq4CLbm0sDx6/1lBioKskUXmAzcKMJq2XtaYG7D&#10;lfd0OUipUgjHHA1UIk2udSwq8hiHoSFO3Dm0HiXBttS2xWsK906Ps+xVe6w5NVTY0Kai4vvw4w24&#10;8cnNP6ZxJ7ej3mW/XvbPn9aYQb9bv4ES6uQh/ndvbZo/mc9G8PdOukEv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Qr+f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7236E" w:rsidRDefault="00E7236E" w:rsidP="00E72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JwysUA&#10;AADeAAAADwAAAGRycy9kb3ducmV2LnhtbERPTWsCMRC9C/0PYQreataFFrs1iq0Ie+nBrcXruBk3&#10;i8lk2aS69tc3QsHbPN7nzJeDs+JMfWg9K5hOMhDEtdctNwp2X5unGYgQkTVaz6TgSgGWi4fRHAvt&#10;L7ylcxUbkUI4FKjAxNgVUobakMMw8R1x4o6+dxgT7Bupe7ykcGdlnmUv0mHLqcFgRx+G6lP14xSs&#10;q87mu9K8h/335+Fgy98N7ddKjR+H1RuISEO8i//dpU7zn19nOdzeSTf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0nDK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7236E" w:rsidRDefault="00E7236E" w:rsidP="00E72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tnZ8QA&#10;AADeAAAADwAAAGRycy9kb3ducmV2LnhtbERPS2sCMRC+C/0PYQq9adJKrd1ulCIKgidfh96GZLq7&#10;7WaybOLu9t83guBtPr7n5MvB1aKjNlSeNTxPFAhi423FhYbTcTOegwgR2WLtmTT8UYDl4mGUY2Z9&#10;z3vqDrEQKYRDhhrKGJtMymBKchgmviFO3LdvHcYE20LaFvsU7mr5otRMOqw4NZTY0Kok83u4OA0/&#10;G7nzRqE5n8791r59rWdUK62fHofPDxCRhngX39xbm+a/vs+ncH0n3S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bZ2f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7236E" w:rsidRDefault="00E7236E" w:rsidP="00E72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oMdMUA&#10;AADeAAAADwAAAGRycy9kb3ducmV2LnhtbERPTWvCQBC9F/wPywi91Y22SoyuYguFUvFQFfE4Zsck&#10;JDsbdldN/31XEHqbx/uc+bIzjbiS85VlBcNBAoI4t7riQsF+9/mSgvABWWNjmRT8koflovc0x0zb&#10;G//QdRsKEUPYZ6igDKHNpPR5SQb9wLbEkTtbZzBE6AqpHd5iuGnkKEkm0mDFsaHElj5KyuvtxSg4&#10;XtZ83rx+r9x7ONhu5+vRKa2Veu53qxmIQF34Fz/cXzrOH0/TN7i/E2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mgx0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7236E" w:rsidRDefault="00E7236E" w:rsidP="00E72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t8ncYA&#10;AADeAAAADwAAAGRycy9kb3ducmV2LnhtbERPS2vCQBC+F/wPyxR6q5tKU2J0FS0UvAg+eqi3MTsm&#10;wexsurvV6K/vCoK3+fieM552phEncr62rOCtn4AgLqyuuVTwvf16zUD4gKyxsUwKLuRhOuk9jTHX&#10;9sxrOm1CKWII+xwVVCG0uZS+qMig79uWOHIH6wyGCF0ptcNzDDeNHCTJhzRYc2yosKXPiorj5s8o&#10;mA+z+e/qnZfX9X5Hu5/9MR24RKmX5242AhGoCw/x3b3QcX46zFK4vRNvkJ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Qt8ncYAAADeAAAADwAAAAAAAAAAAAAAAACYAgAAZHJz&#10;L2Rvd25yZXYueG1sUEsFBgAAAAAEAAQA9QAAAIsDAAAAAA==&#10;" fillcolor="black" stroked="f">
                  <v:textbox>
                    <w:txbxContent>
                      <w:p w:rsidR="00E7236E" w:rsidRDefault="00E7236E" w:rsidP="00E72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/pQMQA&#10;AADeAAAADwAAAGRycy9kb3ducmV2LnhtbERPTUsDMRC9F/wPYQre2mwVS902LUtBFE/bqvQ63Yyb&#10;xc1kSWK6/nsjCL3N433OZjfaXiTyoXOsYDEvQBA3TnfcKnh/e5qtQISIrLF3TAp+KMBuezPZYKnd&#10;hQ+UjrEVOYRDiQpMjEMpZWgMWQxzNxBn7tN5izFD30rt8ZLDbS/vimIpLXacGwwOtDfUfB2/rYJ0&#10;3tfVfTolc3j1Vetd/fxxrpW6nY7VGkSkMV7F/+4Xnec/PK6W8PdOvkF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v6UD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7236E" w:rsidRDefault="00E7236E" w:rsidP="00E72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8I0sUA&#10;AADeAAAADwAAAGRycy9kb3ducmV2LnhtbERPS2vCQBC+F/wPywi91Y2Cr9RVRLTUXmzTQnscstNs&#10;MDsbstsY/fVuQfA2H99zFqvOVqKlxpeOFQwHCQji3OmSCwVfn7unGQgfkDVWjknBmTyslr2HBaba&#10;nfiD2iwUIoawT1GBCaFOpfS5IYt+4GriyP26xmKIsCmkbvAUw20lR0kykRZLjg0Ga9oYyo/Zn1Xg&#10;h5vt95u9zNufF8OHbG8m74VR6rHfrZ9BBOrCXXxzv+o4fzyfTeH/nXiDX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jwjS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7236E" w:rsidRDefault="00E7236E" w:rsidP="00E723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7236E" w:rsidRPr="00EF19B8" w:rsidRDefault="00E7236E" w:rsidP="00E723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E7236E" w:rsidRPr="00EF19B8" w:rsidRDefault="00E7236E" w:rsidP="00E7236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E7236E" w:rsidRPr="00EF19B8" w:rsidRDefault="00E7236E" w:rsidP="00E7236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E7236E" w:rsidRPr="00EF19B8" w:rsidRDefault="00E7236E" w:rsidP="00E7236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E7236E" w:rsidRPr="009C7CB0" w:rsidRDefault="00E7236E" w:rsidP="00E7236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9C7CB0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E7236E" w:rsidRPr="009C7CB0" w:rsidRDefault="00E7236E" w:rsidP="00E7236E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C7CB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E7236E" w:rsidRPr="009C7CB0" w:rsidRDefault="00E7236E" w:rsidP="00E7236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C7CB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E7236E" w:rsidRPr="009C7CB0" w:rsidRDefault="00E7236E" w:rsidP="00E7236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C7CB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E7236E" w:rsidRPr="00EF19B8" w:rsidRDefault="00E7236E" w:rsidP="00E7236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E7236E" w:rsidRPr="00EF19B8" w:rsidRDefault="00E7236E" w:rsidP="00E7236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EF19B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E7236E" w:rsidRPr="00EF19B8" w:rsidRDefault="00E7236E" w:rsidP="00E7236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E7236E" w:rsidRPr="00EF19B8" w:rsidRDefault="00E7236E" w:rsidP="00E7236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XII</w:t>
      </w: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</w:t>
      </w:r>
      <w:proofErr w:type="gramStart"/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ради  </w:t>
      </w: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</w:t>
      </w:r>
      <w:proofErr w:type="gramEnd"/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скликання</w:t>
      </w:r>
    </w:p>
    <w:p w:rsidR="00E7236E" w:rsidRPr="00EF19B8" w:rsidRDefault="00E7236E" w:rsidP="00E7236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E7236E" w:rsidRPr="00EF19B8" w:rsidRDefault="00E7236E" w:rsidP="00E7236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30</w:t>
      </w: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.06.2021 року                                            Крупець                                                 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81</w:t>
      </w:r>
    </w:p>
    <w:p w:rsidR="00E7236E" w:rsidRPr="00EF19B8" w:rsidRDefault="00E7236E" w:rsidP="00E7236E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E7236E" w:rsidRPr="00EF19B8" w:rsidRDefault="00E7236E" w:rsidP="00E7236E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E7236E" w:rsidRPr="00EF19B8" w:rsidRDefault="00E7236E" w:rsidP="00E7236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E7236E" w:rsidRPr="00EF19B8" w:rsidRDefault="00E7236E" w:rsidP="00E7236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E7236E" w:rsidRPr="00EF19B8" w:rsidRDefault="00E7236E" w:rsidP="00E7236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Дзядович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Л.С., </w:t>
      </w: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Ковбі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В.В.</w:t>
      </w:r>
    </w:p>
    <w:p w:rsidR="00E7236E" w:rsidRPr="00EF19B8" w:rsidRDefault="00E7236E" w:rsidP="00E7236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E7236E" w:rsidRPr="00EF19B8" w:rsidRDefault="00E7236E" w:rsidP="00E7236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E7236E" w:rsidRPr="00EF19B8" w:rsidRDefault="00E7236E" w:rsidP="00E7236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», статей 12,</w:t>
      </w: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122, 124</w:t>
      </w:r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Земельного кодексу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землеу</w:t>
      </w:r>
      <w:r>
        <w:rPr>
          <w:rFonts w:ascii="Times New Roman" w:eastAsia="Calibri" w:hAnsi="Times New Roman" w:cs="Times New Roman"/>
          <w:sz w:val="24"/>
          <w:lang w:val="ru-RU" w:eastAsia="en-US"/>
        </w:rPr>
        <w:t>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 w:rsidRPr="001E5FCA">
        <w:rPr>
          <w:rFonts w:ascii="Times New Roman" w:eastAsia="Calibri" w:hAnsi="Times New Roman" w:cs="Times New Roman"/>
          <w:sz w:val="24"/>
          <w:lang w:eastAsia="en-US"/>
        </w:rPr>
        <w:t>Дзядович</w:t>
      </w:r>
      <w:proofErr w:type="spellEnd"/>
      <w:r w:rsidRPr="001E5FCA">
        <w:rPr>
          <w:rFonts w:ascii="Times New Roman" w:eastAsia="Calibri" w:hAnsi="Times New Roman" w:cs="Times New Roman"/>
          <w:sz w:val="24"/>
          <w:lang w:eastAsia="en-US"/>
        </w:rPr>
        <w:t xml:space="preserve"> Л.С., </w:t>
      </w:r>
      <w:proofErr w:type="spellStart"/>
      <w:r w:rsidRPr="001E5FCA">
        <w:rPr>
          <w:rFonts w:ascii="Times New Roman" w:eastAsia="Calibri" w:hAnsi="Times New Roman" w:cs="Times New Roman"/>
          <w:sz w:val="24"/>
          <w:lang w:eastAsia="en-US"/>
        </w:rPr>
        <w:t>Ковби</w:t>
      </w:r>
      <w:proofErr w:type="spellEnd"/>
      <w:r w:rsidRPr="001E5FCA">
        <w:rPr>
          <w:rFonts w:ascii="Times New Roman" w:eastAsia="Calibri" w:hAnsi="Times New Roman" w:cs="Times New Roman"/>
          <w:sz w:val="24"/>
          <w:lang w:eastAsia="en-US"/>
        </w:rPr>
        <w:t xml:space="preserve"> В.В.</w:t>
      </w:r>
      <w:r w:rsidRPr="001E5FCA">
        <w:rPr>
          <w:rFonts w:ascii="Times New Roman" w:eastAsia="Calibri" w:hAnsi="Times New Roman" w:cs="Times New Roman"/>
          <w:sz w:val="24"/>
          <w:lang w:val="ru-RU" w:eastAsia="en-US"/>
        </w:rPr>
        <w:t>,</w:t>
      </w:r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E7236E" w:rsidRPr="00EF19B8" w:rsidRDefault="00E7236E" w:rsidP="00E7236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E7236E" w:rsidRPr="004D26E8" w:rsidRDefault="00E7236E" w:rsidP="00E7236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E7236E" w:rsidRPr="004D26E8" w:rsidRDefault="00E7236E" w:rsidP="00E7236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      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Дзядович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Людмилі  Станіславівні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>, як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м.Нетішин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вул.Будівельників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,  7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кв.30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>Шепетівського району, Хмельницької області;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Ковбі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Василю Васильовичу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>, як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м.Нетішин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просп.Незалежності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,  26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кв.163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Шепетівського району, Хмельницької області 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дозвіл на розробку </w:t>
      </w:r>
      <w:proofErr w:type="spellStart"/>
      <w:r w:rsidRPr="004D26E8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</w:t>
      </w:r>
      <w:r>
        <w:rPr>
          <w:rFonts w:ascii="Times New Roman" w:eastAsia="Calibri" w:hAnsi="Times New Roman" w:cs="Times New Roman"/>
          <w:sz w:val="24"/>
          <w:lang w:eastAsia="en-US"/>
        </w:rPr>
        <w:t>янки для передачі її в оренду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>, орієнтовною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площею 0,6200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 га,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товарного сільськогосподарського виробництва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>, яка розташована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Хмельницька область,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(Шепетівський) район, в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с.Полянь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, вулиця Шкільна, будинок 48.</w:t>
      </w:r>
    </w:p>
    <w:p w:rsidR="00E7236E" w:rsidRPr="004D26E8" w:rsidRDefault="00E7236E" w:rsidP="00E7236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Дзядович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Л.С.,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Ковбі</w:t>
      </w:r>
      <w:proofErr w:type="spellEnd"/>
      <w:r w:rsidRPr="001E5FCA">
        <w:rPr>
          <w:rFonts w:ascii="Times New Roman" w:eastAsia="Calibri" w:hAnsi="Times New Roman" w:cs="Times New Roman"/>
          <w:sz w:val="24"/>
          <w:lang w:eastAsia="en-US"/>
        </w:rPr>
        <w:t xml:space="preserve"> В.В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, розробити </w:t>
      </w:r>
      <w:proofErr w:type="spellStart"/>
      <w:r w:rsidRPr="004D26E8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</w:t>
      </w:r>
      <w:r>
        <w:rPr>
          <w:rFonts w:ascii="Times New Roman" w:eastAsia="Calibri" w:hAnsi="Times New Roman" w:cs="Times New Roman"/>
          <w:sz w:val="24"/>
          <w:lang w:eastAsia="en-US"/>
        </w:rPr>
        <w:t>в оренду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 та подати на розгляд  сесії сільської ради.</w:t>
      </w:r>
    </w:p>
    <w:p w:rsidR="00E7236E" w:rsidRPr="004D26E8" w:rsidRDefault="00E7236E" w:rsidP="00E723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26E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E7236E" w:rsidRDefault="00E7236E" w:rsidP="00E7236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D26E8">
        <w:rPr>
          <w:rFonts w:ascii="Times New Roman" w:eastAsia="Arial Unicode MS" w:hAnsi="Times New Roman" w:cs="Times New Roman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</w:t>
      </w: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</w:rPr>
        <w:t>Т.В.).</w:t>
      </w:r>
    </w:p>
    <w:p w:rsidR="00E7236E" w:rsidRDefault="00E7236E" w:rsidP="00E7236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7236E" w:rsidRPr="00E7236E" w:rsidRDefault="00E7236E" w:rsidP="00E7236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</w:pPr>
      <w:bookmarkStart w:id="0" w:name="_GoBack"/>
      <w:bookmarkEnd w:id="0"/>
    </w:p>
    <w:p w:rsidR="008F466A" w:rsidRPr="00E7236E" w:rsidRDefault="00E7236E" w:rsidP="00E7236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EF19B8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Валерій   МИХАЛЮК</w:t>
      </w:r>
    </w:p>
    <w:sectPr w:rsidR="008F466A" w:rsidRPr="00E7236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36E"/>
    <w:rsid w:val="008F466A"/>
    <w:rsid w:val="00E72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36E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36E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280</Words>
  <Characters>1599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2021-08-18T11:04:00Z</dcterms:created>
  <dcterms:modified xsi:type="dcterms:W3CDTF">2021-08-18T11:04:00Z</dcterms:modified>
</cp:coreProperties>
</file>