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D4E" w:rsidRPr="004C3041" w:rsidRDefault="009C6D4E" w:rsidP="009C6D4E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4E" w:rsidRDefault="009C6D4E" w:rsidP="009C6D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hRTXcAADp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FH74A&#10;AADaAAAADwAAAGRycy9kb3ducmV2LnhtbESPzQrCMBCE74LvEFbwpqkWVKpRRFQ8COLffWnWtths&#10;ShO1vr0RBI/DzHzDzBaNKcWTaldYVjDoRyCIU6sLzhRczpveBITzyBpLy6TgTQ4W83Zrhom2Lz7S&#10;8+QzESDsElSQe18lUro0J4Oubyvi4N1sbdAHWWdS1/gKcFPKYRSNpMGCw0KOFa1ySu+nh1Fg4+1u&#10;f82Gx3j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1GhR+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cm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py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f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pWy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2W3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9W8MA&#10;AADd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tMj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y9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NYM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KbJG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81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Gt8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TCbFS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KG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DUsYA&#10;AADdAAAADwAAAGRycy9kb3ducmV2LnhtbESPUWvCMBSF3wf7D+EOfJGZanGMzig6CBMciE7w9dJc&#10;27LmpiSZ7f69EQZ7PJxzvsNZrAbbiiv50DhWMJ1kIIhLZxquFJy+9PMriBCRDbaOScEvBVgtHx8W&#10;WBjX84Gux1iJBOFQoII6xq6QMpQ1WQwT1xEn7+K8xZikr6Tx2Ce4beUsy16kxYbTQo0dvddUfh9/&#10;rILNvq9yPy43g9tdPs5zrY3+1EqNnob1G4hIQ/wP/7W3RkGeZz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6DU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BY8QA&#10;AADdAAAADwAAAGRycy9kb3ducmV2LnhtbESP3WoCMRSE7wu+QzhC72rWnxZZjSKWBRFvan2Aw+a4&#10;Wd2cLElc17c3hYKXw8x8wyzXvW1ERz7UjhWMRxkI4tLpmisFp9/iYw4iRGSNjWNS8KAA69XgbYm5&#10;dnf+oe4YK5EgHHJUYGJscylDachiGLmWOHln5y3GJH0ltcd7gttGTrLsS1qsOS0YbGlrqLweb1ZB&#10;sZ8cuutN+8Jt+pmlT3OZfxul3of9ZgEiUh9f4f/2TiuYTrMZ/L1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Q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+vcYA&#10;AADdAAAADwAAAGRycy9kb3ducmV2LnhtbESPUWvCMBSF3wf+h3AHvoyZuqKMzigqBAcORDfY66W5&#10;tmXNTUky2/17Iwh7PJxzvsNZrAbbigv50DhWMJ1kIIhLZxquFHx96udXECEiG2wdk4I/CrBajh4W&#10;WBjX85Eup1iJBOFQoII6xq6QMpQ1WQwT1xEn7+y8xZikr6Tx2Ce4beVLls2lxYbTQo0dbWsqf06/&#10;VsHm0Fe5fyo3g9ufd98zrY3+0EqNH4f1G4hIQ/wP39vvRkGeZzO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u+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6j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6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FMsIA&#10;AADdAAAADwAAAGRycy9kb3ducmV2LnhtbESP0YrCMBRE3xf8h3AF39ZEu7pL1ygiKOuj1Q+4NHfb&#10;YnNTm2jr3xtB8HGYmTPMYtXbWtyo9ZVjDZOxAkGcO1NxoeF03H7+gPAB2WDtmDTcycNqOfhYYGpc&#10;xwe6ZaEQEcI+RQ1lCE0qpc9LsujHriGO3r9rLYYo20KaFrsIt7WcKjWXFiuOCyU2tCkpP2dXq+Hr&#10;3u0u2eystsbSZJ80ew75TOvRsF//ggjUh3f41f4zGpJEf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U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IX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Ir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FSF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qSwMcA&#10;AADdAAAADwAAAGRycy9kb3ducmV2LnhtbESPQWvCQBSE7wX/w/KE3urGRoKmrtIKBfWg1Oqht2f2&#10;mcRm38bsqvHfu0Khx2FmvmHG09ZU4kKNKy0r6PciEMSZ1SXnCrbfny9DEM4ja6wsk4IbOZhOOk9j&#10;TLW98hddNj4XAcIuRQWF93UqpcsKMuh6tiYO3sE2Bn2QTS51g9cAN5V8jaJEGiw5LBRY06yg7Hdz&#10;Ngp262EyWn8sBsflao+x0acfXSZKPXfb9zcQnlr/H/5rz7WCOI5G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qks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Fvc8IA&#10;AADdAAAADwAAAGRycy9kb3ducmV2LnhtbERPTWvCQBC9F/wPywi91Y2JiERX0RbT0pNVweuQHZNg&#10;djZkV5P467uHQo+P973a9KYWD2pdZVnBdBKBIM6trrhQcD7t3xYgnEfWWFsmBQM52KxHLytMte34&#10;hx5HX4gQwi5FBaX3TSqly0sy6Ca2IQ7c1bYGfYBtIXWLXQg3tYyjaC4NVhwaSmzovaT8drwbBc/5&#10;BQ/uM959JNrTMFtk9vuQKfU67rdLEJ56/y/+c39pBUkyDfv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9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ZUMQA&#10;AADdAAAADwAAAGRycy9kb3ducmV2LnhtbESP0WrCQBRE3wv+w3KFvtVN1EobXUVEoW/W6AdcstdN&#10;MHs3Zrca+/WuIPg4zMwZZrbobC0u1PrKsYJ0kIAgLpyu2Cg47DcfXyB8QNZYOyYFN/KwmPfeZphp&#10;d+UdXfJgRISwz1BBGUKTSemLkiz6gWuIo3d0rcUQZWukbvEa4baWwySZSIsVx4USG1qVVJzyP6vg&#10;7IafusvXuD2tv38rY8bn/91Yqfd+t5yCCNSFV/jZ/tEKRq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mV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aNT8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jTtD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o1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bIMEA&#10;AADdAAAADwAAAGRycy9kb3ducmV2LnhtbERPXWvCMBR9H/gfwhV8m6kWhnZGUUFQtgm6MV8vzbUp&#10;NjelibX++2Ug+Hi+ObNFZyvRUuNLxwpGwwQEce50yYWCn+/N6wSED8gaK8ek4E4eFvPeywwz7W58&#10;oPYYChFL2GeowIRQZ1L63JBFP3Q1cdTOrrEYImwKqRu8xXJbyXGSvEmLJccFgzWtDeWX49UqaHF/&#10;T05m9TXdlZ/5eL/6/dCRV4N+t3wHEagLT/MjvdUK0nSUwv+b+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T2y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9NMUA&#10;AADdAAAADwAAAGRycy9kb3ducmV2LnhtbESPQUvDQBSE70L/w/IK3uymqYjEbosUKh419uDxmX3N&#10;pmbfC7vbJvrrXUHwOMzMN8x6O/leXSjETtjAclGAIm7EdtwaOLztb+5BxYRssRcmA18UYbuZXa2x&#10;sjLyK13q1KoM4VihAZfSUGkdG0ce40IG4uwdJXhMWYZW24Bjhvtel0Vxpz12nBccDrRz1HzWZ29g&#10;fGo+TuXx3brvMMi+fpFT2Ysx1/Pp8QFUoin9h//az9bAa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f0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CM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YNAbwu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H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NxsUA&#10;AADdAAAADwAAAGRycy9kb3ducmV2LnhtbESPQYvCMBSE78L+h/AW9iKaukWRapRFEBUUXFfw+mze&#10;tsXmpTSx1n9vBMHjMDPfMNN5a0rRUO0KywoG/QgEcWp1wZmC49+yNwbhPLLG0jIpuJOD+eyjM8VE&#10;2xv/UnPwmQgQdgkqyL2vEildmpNB17cVcfD+bW3QB1lnUtd4C3BTyu8oGkmDBYeFHCta5JReDlej&#10;oNlvz9m6cdXmMu66YXxerXb6pNTXZ/szAeGp9e/wq73WCuJ4MIL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03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lMgA&#10;AADdAAAADwAAAGRycy9kb3ducmV2LnhtbESPzWsCMRTE74X+D+EVeqtZtfVjNUotCL0U/Dro7bl5&#10;7i5uXrZJ1K1/fSMIHoeZ+Q0znjamEmdyvrSsoN1KQBBnVpecK9is528DED4ga6wsk4I/8jCdPD+N&#10;MdX2wks6r0IuIoR9igqKEOpUSp8VZNC3bE0cvYN1BkOULpfa4SXCTSU7SdKTBkuOCwXW9FVQdlyd&#10;jILZcDD7Xbzzz3W539Fuuz9+dFyi1OtL8zkCEagJj/C9/a0VdLvtPtzexCcgJ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pSUyAAAAN0AAAAPAAAAAAAAAAAAAAAAAJgCAABk&#10;cnMvZG93bnJldi54bWxQSwUGAAAAAAQABAD1AAAAjQMAAAAA&#10;" fillcolor="black" stroked="f"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jD6MUA&#10;AADdAAAADwAAAGRycy9kb3ducmV2LnhtbERPy2rCQBTdC/7DcAvd6URFkTQTqS8Qahc+Fl3eZm6T&#10;IZk7ITPV2K/vLApdHs47W/W2ETfqvHGsYDJOQBAXThsuFVwv+9EShA/IGhvHpOBBHlb5cJBhqt2d&#10;T3Q7h1LEEPYpKqhCaFMpfVGRRT92LXHkvlxnMUTYlVJ3eI/htpHTJFlIi4ZjQ4UtbSoq6vO3VfDx&#10;tjDLk6Hp5/FnvdPHeb1+39ZKPT/1ry8gAvXhX/znPmgFs9kkzo1v4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Po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YxsYA&#10;AADdAAAADwAAAGRycy9kb3ducmV2LnhtbESPT2sCMRTE70K/Q3iF3jRrhaJbo0il1IsH/5ReH5vX&#10;zXY3L2sSdfXTN4LgcZiZ3zDTeWcbcSIfKscKhoMMBHHhdMWlgv3usz8GESKyxsYxKbhQgPnsqTfF&#10;XLszb+i0jaVIEA45KjAxtrmUoTBkMQxcS5y8X+ctxiR9KbXHc4LbRr5m2Zu0WHFaMNjSh6Gi3h6t&#10;Ar/4WdZXPn7X2XV9CV9/3WGMRqmX527xDiJSFx/he3ulFYxGwwnc3q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Y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eVMMA&#10;AADdAAAADwAAAGRycy9kb3ducmV2LnhtbERP22rCQBB9F/oPyxT6IroxgpfUVaRQKFQELx8wZsck&#10;dHc2ZKca+/Xdh0IfD+e+2vTeqRt1sQlsYDLOQBGXwTZcGTif3kcLUFGQLbrAZOBBETbrp8EKCxvu&#10;fKDbUSqVQjgWaKAWaQutY1mTxzgOLXHirqHzKAl2lbYd3lO4dzrPspn22HBqqLGlt5rKr+O3N+Dy&#10;i1t+zuNOHme9y368HIZ7a8zLc799BSXUy7/4z/1hDUynedqf3q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OeV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0i8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gs8j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M0i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blTcQA&#10;AADdAAAADwAAAGRycy9kb3ducmV2LnhtbESPQWsCMRSE7wX/Q3iCt5q4gpXVKCIVBE+1evD2SJ67&#10;q5uXZZO66783hUKPw8x8wyzXvavFg9pQedYwGSsQxMbbigsNp+/d+xxEiMgWa8+k4UkB1qvB2xJz&#10;6zv+oscxFiJBOOSooYyxyaUMpiSHYewb4uRdfeswJtkW0rbYJbirZabUTDqsOC2U2NC2JHM//jgN&#10;t508eKPQnE/nbm8/Lp8zqpXWo2G/WYCI1Mf/8F97bzVMp1kG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m5U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Pi+MUA&#10;AADdAAAADwAAAGRycy9kb3ducmV2LnhtbESPQWvCQBSE7wX/w/IEb3VjAkWiq6gglEoPVRGPz+wz&#10;Ccm+Dburxn/vFgo9DjPzDTNf9qYVd3K+tqxgMk5AEBdW11wqOB6271MQPiBrbC2Tgid5WC4Gb3PM&#10;tX3wD933oRQRwj5HBVUIXS6lLyoy6Me2I47e1TqDIUpXSu3wEeGmlWmSfEiDNceFCjvaVFQ0+5tR&#10;cL7t+Pqdfa3cOpxsf/BNepk2So2G/WoGIlAf/sN/7U+tIMvSDH7fxCc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+L4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DAXscA&#10;AADdAAAADwAAAGRycy9kb3ducmV2LnhtbESPQWvCQBSE7wX/w/KE3pqN0RaNrlILhV4EtT3U2zP7&#10;TILZt+nuVlN/vSsUPA4z8w0zW3SmESdyvrasYJCkIIgLq2suFXx9vj+NQfiArLGxTAr+yMNi3nuY&#10;Ya7tmTd02oZSRAj7HBVUIbS5lL6oyKBPbEscvYN1BkOUrpTa4TnCTSOzNH2RBmuOCxW29FZRcdz+&#10;GgXLyXj5sx7x6rLZ72j3vT8+Zy5V6rHfvU5BBOrCPfzf/tAKhsNsBL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AwF7HAAAA3QAAAA8AAAAAAAAAAAAAAAAAmAIAAGRy&#10;cy9kb3ducmV2LnhtbFBLBQYAAAAABAAEAPUAAACMAwAAAAA=&#10;" fillcolor="black" stroked="f"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CfxM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VP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J/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XhQcYA&#10;AADdAAAADwAAAGRycy9kb3ducmV2LnhtbESPQWvCQBSE7wX/w/IEb3WjQmijq4i00nqpjYIeH9ln&#10;Nph9G7LbmPrru4VCj8PMfMMsVr2tRUetrxwrmIwTEMSF0xWXCo6H18cnED4ga6wdk4Jv8rBaDh4W&#10;mGl340/q8lCKCGGfoQITQpNJ6QtDFv3YNcTRu7jWYoiyLaVu8RbhtpbTJEmlxYrjgsGGNoaKa/5l&#10;FfjJ5uW0s/fn7rw1/JG/m3RfGqVGw349BxGoD//hv/abVjCbTV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XhQ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6D4E" w:rsidRDefault="009C6D4E" w:rsidP="009C6D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6D4E" w:rsidRDefault="009C6D4E" w:rsidP="009C6D4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D4E" w:rsidRDefault="009C6D4E" w:rsidP="009C6D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C6D4E" w:rsidRDefault="009C6D4E" w:rsidP="009C6D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6D4E" w:rsidRPr="00186FBA" w:rsidRDefault="009C6D4E" w:rsidP="009C6D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№22</w:t>
      </w:r>
    </w:p>
    <w:p w:rsidR="009C6D4E" w:rsidRDefault="009C6D4E" w:rsidP="009C6D4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9C6D4E" w:rsidRPr="00C92EA5" w:rsidRDefault="009C6D4E" w:rsidP="009C6D4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9C6D4E" w:rsidRPr="00C92EA5" w:rsidRDefault="009C6D4E" w:rsidP="009C6D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9C6D4E" w:rsidRPr="00C92EA5" w:rsidRDefault="009C6D4E" w:rsidP="009C6D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9C6D4E" w:rsidRPr="00C92EA5" w:rsidRDefault="009C6D4E" w:rsidP="009C6D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Вакаруку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С.К.</w:t>
      </w:r>
    </w:p>
    <w:p w:rsidR="009C6D4E" w:rsidRPr="00C92EA5" w:rsidRDefault="009C6D4E" w:rsidP="009C6D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6D4E" w:rsidRPr="00C92EA5" w:rsidRDefault="009C6D4E" w:rsidP="009C6D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ро</w:t>
      </w:r>
      <w:r>
        <w:rPr>
          <w:rFonts w:ascii="Times New Roman" w:eastAsia="Calibri" w:hAnsi="Times New Roman" w:cs="Times New Roman"/>
          <w:sz w:val="24"/>
        </w:rPr>
        <w:t>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Вакарука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С.К.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врахувавши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пропозицію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рада </w:t>
      </w:r>
    </w:p>
    <w:p w:rsidR="009C6D4E" w:rsidRPr="00C26B1F" w:rsidRDefault="009C6D4E" w:rsidP="009C6D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9C6D4E" w:rsidRPr="005B3A53" w:rsidRDefault="009C6D4E" w:rsidP="009C6D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4"/>
        </w:rPr>
        <w:t xml:space="preserve">Перенести на </w:t>
      </w:r>
      <w:proofErr w:type="spellStart"/>
      <w:r>
        <w:rPr>
          <w:rFonts w:ascii="Times New Roman" w:eastAsia="Calibri" w:hAnsi="Times New Roman" w:cs="Times New Roman"/>
          <w:sz w:val="24"/>
        </w:rPr>
        <w:t>наступну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сесію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заяви  </w:t>
      </w:r>
      <w:proofErr w:type="spellStart"/>
      <w:r>
        <w:rPr>
          <w:rFonts w:ascii="Times New Roman" w:eastAsia="Calibri" w:hAnsi="Times New Roman" w:cs="Times New Roman"/>
          <w:sz w:val="24"/>
        </w:rPr>
        <w:t>Вакарука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Сергія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Кузьмича,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410AA">
        <w:rPr>
          <w:rFonts w:ascii="Times New Roman" w:eastAsia="Calibri" w:hAnsi="Times New Roman" w:cs="Times New Roman"/>
          <w:sz w:val="24"/>
        </w:rPr>
        <w:t>__________________</w:t>
      </w:r>
      <w:bookmarkStart w:id="0" w:name="_GoBack"/>
      <w:bookmarkEnd w:id="0"/>
      <w:r w:rsidRPr="00C92EA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2,0</w:t>
      </w:r>
      <w:r w:rsidRPr="0056318E">
        <w:rPr>
          <w:rFonts w:ascii="Times New Roman" w:eastAsia="Calibri" w:hAnsi="Times New Roman" w:cs="Times New Roman"/>
          <w:sz w:val="24"/>
        </w:rPr>
        <w:t>000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318E">
        <w:rPr>
          <w:rFonts w:ascii="Times New Roman" w:eastAsia="Calibri" w:hAnsi="Times New Roman" w:cs="Times New Roman"/>
          <w:sz w:val="24"/>
        </w:rPr>
        <w:t xml:space="preserve">га, </w:t>
      </w:r>
      <w:r w:rsidRPr="00C92EA5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56318E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</w:rPr>
        <w:t>поділом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56318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318E">
        <w:rPr>
          <w:rFonts w:ascii="Times New Roman" w:eastAsia="Calibri" w:hAnsi="Times New Roman" w:cs="Times New Roman"/>
          <w:sz w:val="24"/>
        </w:rPr>
        <w:t>земель</w:t>
      </w:r>
      <w:r>
        <w:rPr>
          <w:rFonts w:ascii="Times New Roman" w:eastAsia="Calibri" w:hAnsi="Times New Roman" w:cs="Times New Roman"/>
          <w:sz w:val="24"/>
        </w:rPr>
        <w:t>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56318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318E">
        <w:rPr>
          <w:rFonts w:ascii="Times New Roman" w:eastAsia="Calibri" w:hAnsi="Times New Roman" w:cs="Times New Roman"/>
          <w:sz w:val="24"/>
        </w:rPr>
        <w:t>комунальної</w:t>
      </w:r>
      <w:proofErr w:type="spellEnd"/>
      <w:r w:rsidRPr="0056318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318E">
        <w:rPr>
          <w:rFonts w:ascii="Times New Roman" w:eastAsia="Calibri" w:hAnsi="Times New Roman" w:cs="Times New Roman"/>
          <w:sz w:val="24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318E"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 w:rsidRPr="0056318E">
        <w:rPr>
          <w:rFonts w:ascii="Times New Roman" w:eastAsia="Calibri" w:hAnsi="Times New Roman" w:cs="Times New Roman"/>
          <w:sz w:val="24"/>
        </w:rPr>
        <w:t xml:space="preserve"> номер </w:t>
      </w:r>
      <w:r>
        <w:rPr>
          <w:rFonts w:ascii="Times New Roman" w:eastAsia="Calibri" w:hAnsi="Times New Roman" w:cs="Times New Roman"/>
          <w:sz w:val="24"/>
          <w:szCs w:val="24"/>
        </w:rPr>
        <w:t>6823984700:04:005:0036</w:t>
      </w:r>
      <w:proofErr w:type="gramEnd"/>
      <w:r w:rsidRPr="0056318E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56318E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56318E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56318E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56318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56318E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56318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318E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56318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56318E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56318E">
        <w:rPr>
          <w:rFonts w:ascii="Times New Roman" w:eastAsia="Calibri" w:hAnsi="Times New Roman" w:cs="Times New Roman"/>
          <w:sz w:val="24"/>
        </w:rPr>
        <w:t xml:space="preserve">, за межами </w:t>
      </w:r>
      <w:proofErr w:type="spellStart"/>
      <w:r w:rsidRPr="0056318E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56318E">
        <w:rPr>
          <w:rFonts w:ascii="Times New Roman" w:eastAsia="Calibri" w:hAnsi="Times New Roman" w:cs="Times New Roman"/>
          <w:sz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у </w:t>
      </w:r>
      <w:proofErr w:type="spellStart"/>
      <w:r>
        <w:rPr>
          <w:rFonts w:ascii="Times New Roman" w:eastAsia="Calibri" w:hAnsi="Times New Roman" w:cs="Times New Roman"/>
          <w:sz w:val="24"/>
        </w:rPr>
        <w:t>зв’язку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</w:rPr>
        <w:t>проведенням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обстеження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на </w:t>
      </w:r>
      <w:proofErr w:type="spellStart"/>
      <w:r>
        <w:rPr>
          <w:rFonts w:ascii="Times New Roman" w:eastAsia="Calibri" w:hAnsi="Times New Roman" w:cs="Times New Roman"/>
          <w:sz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обробітку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іншими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особами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9C6D4E" w:rsidRPr="00C92EA5" w:rsidRDefault="009C6D4E" w:rsidP="009C6D4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Контроль за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C6D4E" w:rsidRPr="00C92EA5" w:rsidRDefault="009C6D4E" w:rsidP="009C6D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7219" w:rsidRPr="009C6D4E" w:rsidRDefault="009C6D4E" w:rsidP="009C6D4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92EA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17219" w:rsidRPr="009C6D4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4E"/>
    <w:rsid w:val="00171A2E"/>
    <w:rsid w:val="00217219"/>
    <w:rsid w:val="00304C90"/>
    <w:rsid w:val="00505B6D"/>
    <w:rsid w:val="006D3977"/>
    <w:rsid w:val="007D6C18"/>
    <w:rsid w:val="009C6D4E"/>
    <w:rsid w:val="00B410A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C6D4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C6D4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C6D4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C6D4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C6D4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C6D4E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2021-03-02T14:24:00Z</dcterms:created>
  <dcterms:modified xsi:type="dcterms:W3CDTF">2021-03-02T14:30:00Z</dcterms:modified>
</cp:coreProperties>
</file>