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159" w:rsidRDefault="00640159" w:rsidP="0064015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159" w:rsidRDefault="00640159" w:rsidP="006401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159" w:rsidRDefault="00640159" w:rsidP="006401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159" w:rsidRDefault="00640159" w:rsidP="006401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159" w:rsidRDefault="00640159" w:rsidP="006401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159" w:rsidRDefault="00640159" w:rsidP="006401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159" w:rsidRDefault="00640159" w:rsidP="006401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159" w:rsidRDefault="00640159" w:rsidP="006401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159" w:rsidRDefault="00640159" w:rsidP="006401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159" w:rsidRDefault="00640159" w:rsidP="006401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159" w:rsidRDefault="00640159" w:rsidP="006401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159" w:rsidRDefault="00640159" w:rsidP="006401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159" w:rsidRDefault="00640159" w:rsidP="006401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159" w:rsidRDefault="00640159" w:rsidP="006401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159" w:rsidRDefault="00640159" w:rsidP="006401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159" w:rsidRDefault="00640159" w:rsidP="006401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159" w:rsidRDefault="00640159" w:rsidP="006401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159" w:rsidRDefault="00640159" w:rsidP="006401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159" w:rsidRDefault="00640159" w:rsidP="006401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159" w:rsidRDefault="00640159" w:rsidP="006401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159" w:rsidRDefault="00640159" w:rsidP="006401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159" w:rsidRDefault="00640159" w:rsidP="006401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159" w:rsidRDefault="00640159" w:rsidP="006401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159" w:rsidRDefault="00640159" w:rsidP="006401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159" w:rsidRDefault="00640159" w:rsidP="006401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159" w:rsidRDefault="00640159" w:rsidP="006401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159" w:rsidRDefault="00640159" w:rsidP="006401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159" w:rsidRDefault="00640159" w:rsidP="006401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159" w:rsidRDefault="00640159" w:rsidP="006401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159" w:rsidRDefault="00640159" w:rsidP="006401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159" w:rsidRDefault="00640159" w:rsidP="006401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40159" w:rsidRDefault="00640159" w:rsidP="006401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40159" w:rsidRDefault="00640159" w:rsidP="006401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40159" w:rsidRDefault="00640159" w:rsidP="006401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40159" w:rsidRDefault="00640159" w:rsidP="006401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40159" w:rsidRDefault="00640159" w:rsidP="006401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40159" w:rsidRDefault="00640159" w:rsidP="006401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40159" w:rsidRDefault="00640159" w:rsidP="006401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40159" w:rsidRDefault="00640159" w:rsidP="006401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40159" w:rsidRDefault="00640159" w:rsidP="006401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40159" w:rsidRDefault="00640159" w:rsidP="006401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40159" w:rsidRDefault="00640159" w:rsidP="006401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40159" w:rsidRDefault="00640159" w:rsidP="006401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40159" w:rsidRDefault="00640159" w:rsidP="006401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40159" w:rsidRDefault="00640159" w:rsidP="006401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40159" w:rsidRDefault="00640159" w:rsidP="006401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40159" w:rsidRDefault="00640159" w:rsidP="006401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40159" w:rsidRDefault="00640159" w:rsidP="006401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40159" w:rsidRDefault="00640159" w:rsidP="006401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40159" w:rsidRDefault="00640159" w:rsidP="006401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40159" w:rsidRDefault="00640159" w:rsidP="006401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40159" w:rsidRDefault="00640159" w:rsidP="006401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40159" w:rsidRDefault="00640159" w:rsidP="006401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40159" w:rsidRDefault="00640159" w:rsidP="006401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40159" w:rsidRDefault="00640159" w:rsidP="006401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40159" w:rsidRDefault="00640159" w:rsidP="006401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40159" w:rsidRDefault="00640159" w:rsidP="006401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40159" w:rsidRDefault="00640159" w:rsidP="006401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40159" w:rsidRDefault="00640159" w:rsidP="006401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40159" w:rsidRDefault="00640159" w:rsidP="006401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40159" w:rsidRDefault="00640159" w:rsidP="006401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40159" w:rsidRDefault="00640159" w:rsidP="006401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0159" w:rsidRDefault="00640159" w:rsidP="006401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0159" w:rsidRDefault="00640159" w:rsidP="006401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0159" w:rsidRDefault="00640159" w:rsidP="006401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0159" w:rsidRDefault="00640159" w:rsidP="006401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40159" w:rsidRDefault="00640159" w:rsidP="0064015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40159" w:rsidRDefault="00640159" w:rsidP="006401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40159" w:rsidRDefault="00640159" w:rsidP="006401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40159" w:rsidRDefault="00640159" w:rsidP="006401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0159" w:rsidRDefault="00640159" w:rsidP="006401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40159" w:rsidRDefault="00640159" w:rsidP="006401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0159" w:rsidRDefault="00640159" w:rsidP="006401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40159" w:rsidRDefault="00640159" w:rsidP="0064015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40159" w:rsidRDefault="00640159" w:rsidP="0064015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№94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640159" w:rsidRPr="00694EED" w:rsidRDefault="00640159" w:rsidP="0064015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640159" w:rsidRPr="00694EED" w:rsidRDefault="00640159" w:rsidP="0064015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640159" w:rsidRPr="00694EED" w:rsidRDefault="00640159" w:rsidP="0064015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640159" w:rsidRPr="00694EED" w:rsidRDefault="00640159" w:rsidP="0064015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640159" w:rsidRPr="00694EED" w:rsidRDefault="00640159" w:rsidP="0064015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Несену О.А.</w:t>
      </w:r>
    </w:p>
    <w:p w:rsidR="00640159" w:rsidRPr="00694EED" w:rsidRDefault="00640159" w:rsidP="006401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640159" w:rsidRPr="00694EED" w:rsidRDefault="00640159" w:rsidP="006401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</w:t>
      </w:r>
      <w:r w:rsidRPr="00694EED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Несена О.А., 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640159" w:rsidRPr="00694EED" w:rsidRDefault="00640159" w:rsidP="006401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640159" w:rsidRPr="00694EED" w:rsidRDefault="00640159" w:rsidP="006401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Несену Олександру Анатолійовичу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 ведення особистого селянського господарства площею  0,2609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с.Стригани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40159" w:rsidRPr="00694EED" w:rsidRDefault="00640159" w:rsidP="006401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Несену Олександру Анатолійовичу, 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 w:rsidRPr="00694EED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731A5C">
        <w:rPr>
          <w:rFonts w:ascii="Times New Roman" w:eastAsia="Calibri" w:hAnsi="Times New Roman" w:cs="Times New Roman"/>
          <w:sz w:val="24"/>
          <w:lang w:val="ru-RU" w:eastAsia="en-US"/>
        </w:rPr>
        <w:t>_______________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 </w:t>
      </w:r>
      <w:r w:rsidR="00731A5C">
        <w:rPr>
          <w:rFonts w:ascii="Times New Roman" w:eastAsia="Calibri" w:hAnsi="Times New Roman" w:cs="Times New Roman"/>
          <w:sz w:val="24"/>
          <w:lang w:val="ru-RU" w:eastAsia="en-US"/>
        </w:rPr>
        <w:t>__________</w:t>
      </w:r>
      <w:bookmarkStart w:id="0" w:name="_GoBack"/>
      <w:bookmarkEnd w:id="0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0,2609 га, кадастровий номер: 6823984000:02:001:0053,  для ведення особистого селянського господарства,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с.Стригани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640159" w:rsidRPr="00694EED" w:rsidRDefault="00640159" w:rsidP="0064015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Несену О.А.,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640159" w:rsidRPr="00694EED" w:rsidRDefault="00640159" w:rsidP="0064015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40159" w:rsidRPr="00694EED" w:rsidRDefault="00640159" w:rsidP="006401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40159" w:rsidRPr="00694EED" w:rsidRDefault="00640159" w:rsidP="006401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40159" w:rsidRPr="00694EED" w:rsidRDefault="00640159" w:rsidP="0064015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5359F" w:rsidRPr="00640159" w:rsidRDefault="00640159" w:rsidP="0064015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694EED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C5359F" w:rsidRPr="00640159" w:rsidSect="00640159">
      <w:pgSz w:w="12240" w:h="15840"/>
      <w:pgMar w:top="1440" w:right="1440" w:bottom="28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159"/>
    <w:rsid w:val="00640159"/>
    <w:rsid w:val="00731A5C"/>
    <w:rsid w:val="00C53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15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4015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4015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40159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15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4015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4015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40159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267</Words>
  <Characters>1526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2021-07-07T06:58:00Z</dcterms:created>
  <dcterms:modified xsi:type="dcterms:W3CDTF">2021-07-07T08:44:00Z</dcterms:modified>
</cp:coreProperties>
</file>