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786" w:rsidRDefault="00D32786" w:rsidP="00D3278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7620" r="889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32786" w:rsidRDefault="00D32786" w:rsidP="00D32786"/>
    <w:p w:rsidR="00D32786" w:rsidRDefault="00D32786" w:rsidP="00D32786"/>
    <w:p w:rsidR="00D32786" w:rsidRDefault="00D32786" w:rsidP="00D327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32786" w:rsidRDefault="00D32786" w:rsidP="00D327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32786" w:rsidRDefault="00D32786" w:rsidP="00D327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32786" w:rsidRDefault="00D32786" w:rsidP="00D327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32786" w:rsidRDefault="00D32786" w:rsidP="00D3278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32786" w:rsidRDefault="00D32786" w:rsidP="00D327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32786" w:rsidRDefault="00D32786" w:rsidP="00D327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32786" w:rsidRDefault="00D32786" w:rsidP="00D3278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32786" w:rsidRDefault="00D32786" w:rsidP="00D3278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2786" w:rsidRPr="0083481C" w:rsidRDefault="00D32786" w:rsidP="00D3278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№116</w:t>
      </w:r>
    </w:p>
    <w:p w:rsidR="00D32786" w:rsidRDefault="00D32786" w:rsidP="00D3278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2786" w:rsidRPr="00EA36DA" w:rsidRDefault="00D32786" w:rsidP="00D327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32786" w:rsidRPr="00EA36DA" w:rsidRDefault="00D32786" w:rsidP="00D3278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D32786" w:rsidRPr="00EA36DA" w:rsidRDefault="00D32786" w:rsidP="00D3278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D32786" w:rsidRPr="00EA36DA" w:rsidRDefault="00D32786" w:rsidP="00D3278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>Ткачуку О.І.</w:t>
      </w:r>
    </w:p>
    <w:p w:rsidR="00D32786" w:rsidRPr="00EA36DA" w:rsidRDefault="00D32786" w:rsidP="00D327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32786" w:rsidRPr="00EA36DA" w:rsidRDefault="00D32786" w:rsidP="00D327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Ткачуку О.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І.,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D32786" w:rsidRPr="00EA36DA" w:rsidRDefault="00D32786" w:rsidP="00D327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D32786" w:rsidRPr="00EA36DA" w:rsidRDefault="00D32786" w:rsidP="00D327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Ткачуку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0,1267 га,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>.</w:t>
      </w:r>
    </w:p>
    <w:p w:rsidR="00D32786" w:rsidRPr="00EA36DA" w:rsidRDefault="00D32786" w:rsidP="00D3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Ткачуку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Івановичу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9536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95365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EA36D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0,1267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6DA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номер: 6823984000:03:013:0061,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рупець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>.</w:t>
      </w:r>
    </w:p>
    <w:p w:rsidR="00D32786" w:rsidRPr="00EA36DA" w:rsidRDefault="00D32786" w:rsidP="00D3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3. Ткачуку О.І.,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D32786" w:rsidRPr="00EA36DA" w:rsidRDefault="00D32786" w:rsidP="00D3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D32786" w:rsidRPr="00EA36DA" w:rsidRDefault="00D32786" w:rsidP="00D327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2786" w:rsidRPr="00D32786" w:rsidRDefault="00D32786" w:rsidP="00D3278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A1C2B" w:rsidRPr="00D32786" w:rsidRDefault="00D32786" w:rsidP="00D3278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EA1C2B" w:rsidRPr="00D32786" w:rsidSect="00D32786">
      <w:pgSz w:w="12240" w:h="15840"/>
      <w:pgMar w:top="567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86"/>
    <w:rsid w:val="00171A2E"/>
    <w:rsid w:val="00304C90"/>
    <w:rsid w:val="00505B6D"/>
    <w:rsid w:val="006D3977"/>
    <w:rsid w:val="007D6C18"/>
    <w:rsid w:val="00A95365"/>
    <w:rsid w:val="00D1641A"/>
    <w:rsid w:val="00D32786"/>
    <w:rsid w:val="00EA1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287</Words>
  <Characters>1642</Characters>
  <Application>Microsoft Office Word</Application>
  <DocSecurity>0</DocSecurity>
  <Lines>13</Lines>
  <Paragraphs>3</Paragraphs>
  <ScaleCrop>false</ScaleCrop>
  <Company>Microsoft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2020-07-02T12:15:00Z</dcterms:created>
  <dcterms:modified xsi:type="dcterms:W3CDTF">2020-07-02T13:33:00Z</dcterms:modified>
</cp:coreProperties>
</file>