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4A76" w:rsidRDefault="00224A76" w:rsidP="00224A76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E318706" wp14:editId="7D15DC8C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34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34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4A76" w:rsidRDefault="00224A76" w:rsidP="00224A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sNao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UTH8QA&#10;AADdAAAADwAAAGRycy9kb3ducmV2LnhtbESPT4vCMBTE78J+h/AWvGm6dl2lGkUWFQ+C6Nr7o3n9&#10;g81LaaLWb78RBI/DzPyGmS87U4sbta6yrOBrGIEgzqyuuFBw/tsMpiCcR9ZYWyYFD3KwXHz05pho&#10;e+cj3U6+EAHCLkEFpfdNIqXLSjLohrYhDl5uW4M+yLaQusV7gJtajqLoRxqsOCyU2NBvSdnldDUK&#10;bLzd7dNidIzXPPG8OkzztNsr1f/sVjMQnjr/Dr/aO61gHH/H8HwTn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FEx/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pPZckA&#10;AADdAAAADwAAAGRycy9kb3ducmV2LnhtbESPW2sCMRSE3wv9D+EUfBHN1lq1q1GKsL09CF6gr4fN&#10;cbPt5mRJUt3665tCoY/DzHzDLFadbcSJfKgdK7gdZiCIS6drrhQc9sVgBiJEZI2NY1LwTQFWy+ur&#10;BebanXlLp12sRIJwyFGBibHNpQylIYth6Fri5B2dtxiT9JXUHs8Jbhs5yrKJtFhzWjDY0tpQ+bn7&#10;sgo+io15X08vT77/sKVLv3h7bl4nSvVuusc5iEhd/A//tV+0gvu78Rh+36QnIJ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XpPZ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6IgcUA&#10;AADdAAAADwAAAGRycy9kb3ducmV2LnhtbESP32rCMBTG74W9QziD3chMt+oY1SgyVhm9Keoe4NAc&#10;m2JzUpqs7d5+EQZefnx/fnyb3WRbMVDvG8cKXhYJCOLK6YZrBd/n/PkdhA/IGlvHpOCXPOy2D7MN&#10;ZtqNfKThFGoRR9hnqMCE0GVS+sqQRb9wHXH0Lq63GKLsa6l7HOO4beVrkrxJiw1HgsGOPgxV19OP&#10;jZAyxbK4jOf8MOGIn4Xh+f6o1NPjtF+DCDSFe/i//aUVrNLlC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7oiB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fDVsYA&#10;AADdAAAADwAAAGRycy9kb3ducmV2LnhtbESPQUsDMRSE70L/Q3gFbzZrbVdZmxapCiL00FYQb4/N&#10;6+7i5iUkz+76740geBxm5htmtRldr84UU+fZwPWsAEVce9txY+Dt+Hx1ByoJssXeMxn4pgSb9eRi&#10;hZX1A+/pfJBGZQinCg20IqHSOtUtOUwzH4izd/LRoWQZG20jDhnuej0vilI77DgvtBho21L9efhy&#10;BnbDU3i9LZen8BEXc50erbxvxZjL6fhwD0polP/wX/vFGljeLEr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ofDV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CzbcMA&#10;AADdAAAADwAAAGRycy9kb3ducmV2LnhtbESP3YrCMBCF74V9hzDC3sia7qqrVKOIqIg34s8DDM3Y&#10;FJtJaaKtb28WFrw8nJ+PM1u0thQPqn3hWMF3PwFBnDldcK7gct58TUD4gKyxdEwKnuRhMf/ozDDV&#10;ruEjPU4hF3GEfYoKTAhVKqXPDFn0fVcRR+/qaoshyjqXusYmjttS/iTJr7RYcCQYrGhlKLud7jZC&#10;DgM87K/NebNtscH13nBveVTqs9supyACteEd/m/vtILRYDiG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Czb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Tyv8QA&#10;AADdAAAADwAAAGRycy9kb3ducmV2LnhtbERPTWsCMRC9C/0PYQRvNatVW7ZGKVahFHqoLZTehs24&#10;u3QzCcnobv99cyh4fLzv9XZwnbpQTK1nA7NpAYq48rbl2sDnx+H2AVQSZIudZzLwSwm2m5vRGkvr&#10;e36ny1FqlUM4lWigEQml1qlqyGGa+kCcuZOPDiXDWGsbsc/hrtPzolhphy3nhgYD7Rqqfo5nZ+Ct&#10;34fX+9XyFL7jYq7Ts5WvnRgzGQ9Pj6CEBrmK/90v1sDybpHn5jf5Ce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U8r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j3WscA&#10;AADdAAAADwAAAGRycy9kb3ducmV2LnhtbESP3WoCMRSE7wXfIRyhN1Kz9afU1ShaCBYslNpCbw+b&#10;4+7SzcmSpO727U1B6OUwM98w621vG3EhH2rHCh4mGQjiwpmaSwWfH/r+CUSIyAYbx6TglwJsN8PB&#10;GnPjOn6nyymWIkE45KigirHNpQxFRRbDxLXEyTs7bzEm6UtpPHYJbhs5zbJHabHmtFBhS88VFd+n&#10;H6tg/9aVMz8u9r07ng9fC62NftVK3Y363QpEpD7+h2/tF6NgMZsv4e9NegJyc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Y91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OSX8EA&#10;AADdAAAADwAAAGRycy9kb3ducmV2LnhtbERP3WrCMBS+H/gO4Qi7m6m6ilSjiFIYYzdTH+DQHJtq&#10;c1KSWLu3Xy4ELz++//V2sK3oyYfGsYLpJANBXDndcK3gfCo/liBCRNbYOiYFfxRguxm9rbHQ7sG/&#10;1B9jLVIIhwIVmBi7QspQGbIYJq4jTtzFeYsxQV9L7fGRwm0rZ1m2kBYbTg0GO9obqm7Hu1VQfs9+&#10;+ttd+9Lthk9LubkuD0ap9/GwW4GINMSX+On+0gryeZ72pzfpCc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Dkl/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dtgcYA&#10;AADdAAAADwAAAGRycy9kb3ducmV2LnhtbESPUWvCMBSF3wf7D+EOfJGZOqmMzigqBAWFMR3s9dJc&#10;27LmpiSZrf/eDAZ7PJxzvsNZrAbbiiv50DhWMJ1kIIhLZxquFHye9fMriBCRDbaOScGNAqyWjw8L&#10;LIzr+YOup1iJBOFQoII6xq6QMpQ1WQwT1xEn7+K8xZikr6Tx2Ce4beVLls2lxYbTQo0dbWsqv08/&#10;VsHmva9mflxuBne47L5yrY0+aqVGT8P6DUSkIf6H/9p7oyCf5VP4fZOe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dtg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2ps8QA&#10;AADdAAAADwAAAGRycy9kb3ducmV2LnhtbESPUWvCMBSF3wf+h3CFvc3UbhWpRhGlMMZepv6AS3Nt&#10;qs1NSWLt/v0yGOzxcM75Dme9HW0nBvKhdaxgPstAENdOt9woOJ+qlyWIEJE1do5JwTcF2G4mT2ss&#10;tXvwFw3H2IgE4VCiAhNjX0oZakMWw8z1xMm7OG8xJukbqT0+Etx2Ms+yhbTYclow2NPeUH073q2C&#10;6iP/HG537Su3G98sFea6PBilnqfjbgUi0hj/w3/td62geC1y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dqbP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QWDsMA&#10;AADdAAAADwAAAGRycy9kb3ducmV2LnhtbESP0WqDQBRE3wv5h+UG+tas1lqKySqhYGgea/sBF/dG&#10;RfeucTdq/r5bKPRxmJkzzKFYzSBmmlxnWUG8i0AQ11Z33Cj4/iqf3kA4j6xxsEwK7uSgyDcPB8y0&#10;XfiT5so3IkDYZaig9X7MpHR1Swbdzo7EwbvYyaAPcmqknnAJcDPI5yh6lQY7DgstjvTeUt1XN6Pg&#10;5b6crlXaR6U2FJ+T8cy+TpV63K7HPQhPq/8P/7U/tII0SRP4fROegM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1QWD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+XZsYA&#10;AADdAAAADwAAAGRycy9kb3ducmV2LnhtbESPT2vCQBTE7wW/w/IKvdVNbRWNriKGlNKTxj/nR/aZ&#10;BLNvQ3Y1ybfvFgo9DjPzG2a16U0tHtS6yrKCt3EEgji3uuJCwemYvs5BOI+ssbZMCgZysFmPnlYY&#10;a9vxgR6ZL0SAsItRQel9E0vp8pIMurFtiIN3ta1BH2RbSN1iF+CmlpMomkmDFYeFEhvalZTfsrtR&#10;cJ9dJie+fut9lgyfiyTdOnkulHp57rdLEJ56/x/+a39pBdP36Qf8vg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S+XZ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BN+sgA&#10;AADdAAAADwAAAGRycy9kb3ducmV2LnhtbESPQWvCQBSE7wX/w/KE3uqmaoKNrmILheqhotaDt2f2&#10;NYlm38bsqum/dwuFHoeZ+YaZzFpTiSs1rrSs4LkXgSDOrC45V/C1fX8agXAeWWNlmRT8kIPZtPMw&#10;wVTbG6/puvG5CBB2KSoovK9TKV1WkEHXszVx8L5tY9AH2eRSN3gLcFPJfhQl0mDJYaHAmt4Kyk6b&#10;i1GwW42Sl9XrYnhcfh5wYPR5r8tEqcduOx+D8NT6//Bf+0MriAdxDL9vwhOQ0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wE36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oRfsYA&#10;AADdAAAADwAAAGRycy9kb3ducmV2LnhtbESPQWvCQBSE7wX/w/KE3upGbUKIrtIqtcVTagu9PrLP&#10;JJh9G7JbTfrrXaHgcZiZb5jlujeNOFPnassKppMIBHFhdc2lgu+vt6cUhPPIGhvLpGAgB+vV6GGJ&#10;mbYX/qTzwZciQNhlqKDyvs2kdEVFBt3EtsTBO9rOoA+yK6Xu8BLgppGzKEqkwZrDQoUtbSoqTodf&#10;o+Av+cHcvc9et3PtaXhOd3af75R6HPcvCxCeen8P/7c/tIJ4HidwexOe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2oRf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7nXcYA&#10;AADdAAAADwAAAGRycy9kb3ducmV2LnhtbESPwW7CMBBE70j8g7VIvRUHStoSYhCqqNQbJe0HrOLF&#10;iRKvQ2wg7dfXSJU4jmbmjSbfDLYVF+p97VjBbJqAIC6drtko+P56f3wF4QOyxtYxKfghD5v1eJRj&#10;pt2VD3QpghERwj5DBVUIXSalLyuy6KeuI47e0fUWQ5S9kbrHa4TbVs6T5FlarDkuVNjRW0VlU5yt&#10;gpObp3oodrhvdsvP2pjF6fewUOphMmxXIAIN4R7+b39oBelT+gK3N/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P7nX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D5R8IA&#10;AADdAAAADwAAAGRycy9kb3ducmV2LnhtbERPPW/CMBDdkfofrKvUrTgFhULAQbQSUlagQ8erfSRp&#10;43Mau0ng1+OhEuPT+95sR9uInjpfO1bwMk1AEGtnai4VfJz2z0sQPiAbbByTggt52OYPkw1mxg18&#10;oP4YShFD2GeooAqhzaT0uiKLfupa4sidXWcxRNiV0nQ4xHDbyFmSLKTFmmNDhS29V6R/jn9WQVF/&#10;UbrQ55VdvunD5/U3zF+/jVJPj+NuDSLQGO7if3dhFKTzNM6Nb+ITk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QPlH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WvKMIA&#10;AADdAAAADwAAAGRycy9kb3ducmV2LnhtbERPXWvCMBR9F/Yfwh34pukUZXZGUUFQpsLc0NdLc9eU&#10;NTelibX++0UQfDzfnOm8taVoqPaFYwVv/QQEceZ0wbmCn+917x2ED8gaS8ek4EYe5rOXzhRT7a78&#10;Rc0x5CKWsE9RgQmhSqX0mSGLvu8q4qj9utpiiLDOpa7xGsttKQdJMpYWC44LBitaGcr+jheroMHD&#10;LTmb5X6yLXbZ4LA8ferIq+5ru/gAEagNT/MjvdEKRsPRBO5v4hOQs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Ba8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hyaMIA&#10;AADdAAAADwAAAGRycy9kb3ducmV2LnhtbERPPU/DMBDdkfofrKvERp0GUaFQt6oqFTFC6MB4xNc4&#10;bXwX2aYJ/Ho8IDE+ve/1dvK9ulKInbCB5aIARdyI7bg1cHw/3D2CignZYi9MBr4pwnYzu1ljZWXk&#10;N7rWqVU5hGOFBlxKQ6V1bBx5jAsZiDN3kuAxZRhabQOOOdz3uiyKlfbYcW5wONDeUXOpv7yB8bn5&#10;PJenD+t+wiCH+lXOZS/G3M6n3ROoRFP6F/+5X6yBh/tV3p/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aHJ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+RVMcA&#10;AADdAAAADwAAAGRycy9kb3ducmV2LnhtbESPW2sCMRSE3wv9D+EUfKtZLVrZGsV6ARFL8dL34+a4&#10;u5qcLJtU13/fCEIfh5n5hhmOG2vEhWpfOlbQaScgiDOnS84V7HeL1wEIH5A1Gsek4EYexqPnpyGm&#10;2l15Q5dtyEWEsE9RQRFClUrps4Is+rariKN3dLXFEGWdS13jNcKtkd0k6UuLJceFAiuaFpSdt79W&#10;weJ7Zk7dr83kR4bp/P1gBqvP2Vqp1ksz+QARqAn/4Ud7qRX03voduL+JT0C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lPkV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rCmsYA&#10;AADdAAAADwAAAGRycy9kb3ducmV2LnhtbESP3YrCMBSE7xd8h3AEbxZNV7FINYoIiwor+AfeHptj&#10;W2xOShNrffuNsLCXw8x8w8wWrSlFQ7UrLCv4GkQgiFOrC84UnE/f/QkI55E1lpZJwYscLOadjxkm&#10;2j75QM3RZyJA2CWoIPe+SqR0aU4G3cBWxMG72dqgD7LOpK7xGeCmlMMoiqXBgsNCjhWtckrvx4dR&#10;0Ox/rtmmcdX2Pvl049F1vd7pi1K9brucgvDU+v/wX3ujFYxH8RDeb8IT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DrCm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cbyMcA&#10;AADdAAAADwAAAGRycy9kb3ducmV2LnhtbESPT2sCMRTE70K/Q3iCN82qVXQ1Si0UeinUPwe9PTfP&#10;3cXNyzaJuu2nbwTB4zAzv2Hmy8ZU4krOl5YV9HsJCOLM6pJzBbvtR3cCwgdkjZVlUvBLHpaLl9Yc&#10;U21vvKbrJuQiQtinqKAIoU6l9FlBBn3P1sTRO1lnMETpcqkd3iLcVHKQJGNpsOS4UGBN7wVl583F&#10;KFhNJ6uf71f++lsfD3TYH8+jgUuU6rSbtxmIQE14hh/tT61gNBwP4f4mPg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/XG8jHAAAA3QAAAA8AAAAAAAAAAAAAAAAAmAIAAGRy&#10;cy9kb3ducmV2LnhtbFBLBQYAAAAABAAEAPUAAACMAwAAAAA=&#10;" fillcolor="black" stroked="f"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dAssgA&#10;AADdAAAADwAAAGRycy9kb3ducmV2LnhtbESPT2vCQBTE7wW/w/KE3uqmVoOkrqK2hUL14J+Dx9fs&#10;a7Ik+zZktxr76buC4HGYmd8w03lna3Gi1hvHCp4HCQji3GnDhYLD/uNpAsIHZI21Y1JwIQ/zWe9h&#10;ipl2Z97SaRcKESHsM1RQhtBkUvq8JIt+4Bri6P241mKIsi2kbvEc4baWwyRJpUXDcaHEhlYl5dXu&#10;1yo4fqVmsjU0/F7/Ld/1elwtN2+VUo/9bvEKIlAX7uFb+1MrGL+kI7i+iU9Az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F0Cy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7bnMYA&#10;AADdAAAADwAAAGRycy9kb3ducmV2LnhtbESPT2sCMRTE7wW/Q3hCb5q1osjWKGIp9tKD/+j1sXnd&#10;bHfzsk2irn76RhB6HGbmN8x82dlGnMmHyrGC0TADQVw4XXGp4LB/H8xAhIissXFMCq4UYLnoPc0x&#10;1+7CWzrvYikShEOOCkyMbS5lKAxZDEPXEifv23mLMUlfSu3xkuC2kS9ZNpUWK04LBltaGyrq3ckq&#10;8Kuvt/rGp2Od3T6vYfPT/c7QKPXc71avICJ18T/8aH9oBZPxdAL3N+k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77bn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jgWcYA&#10;AADdAAAADwAAAGRycy9kb3ducmV2LnhtbESPUWvCQBCE3wv+h2OFvhS9aGnU1FOkUChUClp/wJpb&#10;k9C7vZDbauyv7xUKPg4z8w2zXPfeqTN1sQlsYDLOQBGXwTZcGTh8vo7moKIgW3SBycCVIqxXg7sl&#10;FjZceEfnvVQqQTgWaKAWaQutY1mTxzgOLXHyTqHzKEl2lbYdXhLcOz3Nslx7bDgt1NjSS03l1/7b&#10;G3DTo1u8z+JWrge9zX687B4+rDH3w37zDEqol1v4v/1mDTw95jn8vU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jgW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hKhsYA&#10;AADdAAAADwAAAGRycy9kb3ducmV2LnhtbESPQWsCMRSE70L/Q3iF3jSrRSurUdqKsJceulW8PjfP&#10;zWLysmxSXfvrm0LB4zAz3zDLde+suFAXGs8KxqMMBHHldcO1gt3XdjgHESKyRuuZFNwowHr1MFhi&#10;rv2VP+lSxlokCIccFZgY21zKUBlyGEa+JU7eyXcOY5JdLXWH1wR3Vk6ybCYdNpwWDLb0bqg6l99O&#10;waZs7WRXmLdw2H8cj7b42dJho9TTY/+6ABGpj/fwf7vQCqbPsxf4e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/hKh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CRRcIA&#10;AADdAAAADwAAAGRycy9kb3ducmV2LnhtbERPz2vCMBS+C/sfwhvspskmq6MzljFWEDyp9eDtkby1&#10;3ZqX0kTb/ffmMPD48f1eF5PrxJWG0HrW8LxQIIiNty3XGqpjOX8DESKyxc4zafijAMXmYbbG3PqR&#10;93Q9xFqkEA45amhi7HMpg2nIYVj4njhx335wGBMcamkHHFO46+SLUpl02HJqaLCnz4bM7+HiNPyU&#10;cueNQnOqTuPWrs5fGXVK66fH6eMdRKQp3sX/7q3V8LrM0tz0Jj0Bub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8JFF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WW8McA&#10;AADdAAAADwAAAGRycy9kb3ducmV2LnhtbESPT2sCMRTE74V+h/AKvdVslYpdzYoVhNLioWsRj8/N&#10;2z/s5mVJoq7f3hSEHoeZ+Q2zWA6mE2dyvrGs4HWUgCAurG64UvC727zMQPiArLGzTAqu5GGZPT4s&#10;MNX2wj90zkMlIoR9igrqEPpUSl/UZNCPbE8cvdI6gyFKV0nt8BLhppPjJJlKgw3HhRp7WtdUtPnJ&#10;KDicvrncTr5W7iPs7bDz7fg4a5V6fhpWcxCBhvAfvrc/tYK3yfQd/t7EJ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llvD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wTYsQA&#10;AADdAAAADwAAAGRycy9kb3ducmV2LnhtbERPu27CMBTdK/UfrFupW3GgpUDAIKhUiQWJ1wDbJb4k&#10;EfF1sF0IfD0ekDoenfdo0phKXMj50rKCdisBQZxZXXKuYLv5/eiD8AFZY2WZFNzIw2T8+jLCVNsr&#10;r+iyDrmIIexTVFCEUKdS+qwgg75la+LIHa0zGCJ0udQOrzHcVLKTJN/SYMmxocCafgrKTus/o2A2&#10;6M/Oyy9e3FeHPe13h1O34xKl3t+a6RBEoCb8i5/uuVbQ/ezF/fFNfAJy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cE2LEAAAA3QAAAA8AAAAAAAAAAAAAAAAAmAIAAGRycy9k&#10;b3ducmV2LnhtbFBLBQYAAAAABAAEAPUAAACJAwAAAAA=&#10;" fillcolor="black" stroked="f"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xM+MUA&#10;AADdAAAADwAAAGRycy9kb3ducmV2LnhtbESPQUsDMRSE74L/ITyhN5utRVvWpmUpSMXTtlV6fd08&#10;N4ublyWJ6frvjSD0OMzMN8xqM9peJPKhc6xgNi1AEDdOd9wqeD++3C9BhIissXdMCn4owGZ9e7PC&#10;UrsL7ykdYisyhEOJCkyMQyllaAxZDFM3EGfv03mLMUvfSu3xkuG2lw9F8SQtdpwXDA60NdR8Hb6t&#10;gnTe1tU8nZLZv/mq9a7efZxrpSZ3Y/UMItIYr+H/9qtW8DhfzOD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7Ez4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kyfccA&#10;AADdAAAADwAAAGRycy9kb3ducmV2LnhtbESPQWvCQBSE74X+h+UVejMbLdU2dRURLdWLNhXs8ZF9&#10;zYZm34bsGtP++q4g9DjMzDfMdN7bWnTU+sqxgmGSgiAunK64VHD4WA+eQPiArLF2TAp+yMN8dnsz&#10;xUy7M79Tl4dSRAj7DBWYEJpMSl8YsugT1xBH78u1FkOUbSl1i+cIt7UcpelYWqw4LhhsaGmo+M5P&#10;VoEfLlfHrf197j5fDe/yjRnvS6PU/V2/eAERqA//4Wv7TSt4fJiM4PImPgE5+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e5Mn3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24A76" w:rsidRDefault="00224A76" w:rsidP="00224A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24A76" w:rsidRDefault="00224A76" w:rsidP="00224A7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224A76" w:rsidRDefault="00224A76" w:rsidP="00224A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4A76" w:rsidRDefault="00224A76" w:rsidP="00224A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4A76" w:rsidRDefault="00224A76" w:rsidP="00224A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24A76" w:rsidRDefault="00224A76" w:rsidP="00224A7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24A76" w:rsidRDefault="00224A76" w:rsidP="00224A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24A76" w:rsidRDefault="00224A76" w:rsidP="00224A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24A76" w:rsidRDefault="00224A76" w:rsidP="00224A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4A76" w:rsidRDefault="00224A76" w:rsidP="00224A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24A76" w:rsidRDefault="00224A76" w:rsidP="00224A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4A76" w:rsidRDefault="00224A76" w:rsidP="00224A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24A76" w:rsidRDefault="00224A76" w:rsidP="00224A7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24A76" w:rsidRDefault="00224A76" w:rsidP="00224A7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№68</w:t>
      </w:r>
    </w:p>
    <w:p w:rsidR="00224A76" w:rsidRDefault="00224A76" w:rsidP="00224A7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24A76" w:rsidRPr="00FE0035" w:rsidRDefault="00224A76" w:rsidP="00224A7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техн</w:t>
      </w:r>
      <w:proofErr w:type="gram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ічної</w:t>
      </w:r>
      <w:proofErr w:type="spellEnd"/>
    </w:p>
    <w:p w:rsidR="00224A76" w:rsidRPr="00FE0035" w:rsidRDefault="00224A76" w:rsidP="00224A7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поділу</w:t>
      </w:r>
      <w:proofErr w:type="spellEnd"/>
    </w:p>
    <w:p w:rsidR="00224A76" w:rsidRPr="00FE0035" w:rsidRDefault="00224A76" w:rsidP="00224A7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об’єднання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224A76" w:rsidRPr="00FE0035" w:rsidRDefault="00224A76" w:rsidP="00224A7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6823984700:05:021:0023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Крупецької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сільської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ради</w:t>
      </w:r>
    </w:p>
    <w:p w:rsidR="00224A76" w:rsidRPr="00FE0035" w:rsidRDefault="00224A76" w:rsidP="00224A76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24A76" w:rsidRPr="00FE0035" w:rsidRDefault="00224A76" w:rsidP="00224A7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ст.12,79 </w:t>
      </w:r>
      <w:r w:rsidRPr="00E170B2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,186</w:t>
      </w:r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Земельного кодексу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»,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враховуючи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пропозицію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постійної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комісії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E0035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FE0035">
        <w:rPr>
          <w:rFonts w:ascii="Times New Roman" w:eastAsia="Calibri" w:hAnsi="Times New Roman" w:cs="Times New Roman"/>
          <w:sz w:val="24"/>
          <w:szCs w:val="24"/>
        </w:rPr>
        <w:t>ільської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та благоустрою,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224A76" w:rsidRPr="00FE0035" w:rsidRDefault="00224A76" w:rsidP="00224A7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035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224A76" w:rsidRPr="00FE0035" w:rsidRDefault="00224A76" w:rsidP="00224A7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Надати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>Крупецькій</w:t>
      </w:r>
      <w:proofErr w:type="spellEnd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>сільській</w:t>
      </w:r>
      <w:proofErr w:type="spellEnd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>раді</w:t>
      </w:r>
      <w:proofErr w:type="spellEnd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дозвіл</w:t>
      </w:r>
      <w:proofErr w:type="spellEnd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>виготовлення</w:t>
      </w:r>
      <w:proofErr w:type="spellEnd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FE0035">
        <w:rPr>
          <w:rFonts w:ascii="Times New Roman" w:eastAsia="Times New Roman" w:hAnsi="Times New Roman" w:cs="Times New Roman"/>
          <w:sz w:val="24"/>
          <w:szCs w:val="24"/>
        </w:rPr>
        <w:t>техн</w:t>
      </w:r>
      <w:proofErr w:type="gramEnd"/>
      <w:r w:rsidRPr="00FE0035">
        <w:rPr>
          <w:rFonts w:ascii="Times New Roman" w:eastAsia="Times New Roman" w:hAnsi="Times New Roman" w:cs="Times New Roman"/>
          <w:sz w:val="24"/>
          <w:szCs w:val="24"/>
        </w:rPr>
        <w:t>ічної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поділу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об’єднання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6823984700:05:021:0023</w:t>
      </w:r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,  16.00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особам)</w:t>
      </w:r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,  яка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Хмельницька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Славутський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район,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Крупецька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рада.  </w:t>
      </w:r>
    </w:p>
    <w:p w:rsidR="00224A76" w:rsidRPr="00FE0035" w:rsidRDefault="00224A76" w:rsidP="00224A76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035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FE0035">
        <w:rPr>
          <w:rFonts w:ascii="Times New Roman" w:eastAsia="Calibri" w:hAnsi="Times New Roman" w:cs="Times New Roman"/>
          <w:sz w:val="24"/>
        </w:rPr>
        <w:t xml:space="preserve">Крупецькій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сільській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раді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proofErr w:type="gramStart"/>
      <w:r w:rsidRPr="00FE0035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FE0035">
        <w:rPr>
          <w:rFonts w:ascii="Times New Roman" w:eastAsia="Calibri" w:hAnsi="Times New Roman" w:cs="Times New Roman"/>
          <w:sz w:val="24"/>
        </w:rPr>
        <w:t>ічну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документацію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поділу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об’єднання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0035">
        <w:rPr>
          <w:rFonts w:ascii="Times New Roman" w:eastAsia="Calibri" w:hAnsi="Times New Roman" w:cs="Times New Roman"/>
          <w:sz w:val="24"/>
        </w:rPr>
        <w:t xml:space="preserve">та подати на 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ради.</w:t>
      </w:r>
    </w:p>
    <w:p w:rsidR="00224A76" w:rsidRPr="00FE0035" w:rsidRDefault="00224A76" w:rsidP="00224A7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E0035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FE0035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224A76" w:rsidRPr="00FE0035" w:rsidRDefault="00224A76" w:rsidP="00224A7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4A76" w:rsidRPr="00FE0035" w:rsidRDefault="00224A76" w:rsidP="00224A7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24A76" w:rsidRPr="00FE0035" w:rsidRDefault="00224A76" w:rsidP="00224A7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58D2" w:rsidRPr="00224A76" w:rsidRDefault="00224A76" w:rsidP="00224A7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FE0035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FE0035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FE0035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FE0035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  <w:bookmarkStart w:id="0" w:name="_GoBack"/>
      <w:bookmarkEnd w:id="0"/>
    </w:p>
    <w:sectPr w:rsidR="00E658D2" w:rsidRPr="00224A7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A76"/>
    <w:rsid w:val="00224A76"/>
    <w:rsid w:val="00E6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76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24A7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24A7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24A76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A76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24A7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24A7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24A76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272</Words>
  <Characters>1552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2021-09-13T10:37:00Z</dcterms:created>
  <dcterms:modified xsi:type="dcterms:W3CDTF">2021-09-13T10:37:00Z</dcterms:modified>
</cp:coreProperties>
</file>