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75E" w:rsidRPr="00D815F3" w:rsidRDefault="00B7075E" w:rsidP="00B7075E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B7075E" w:rsidRPr="001869AA" w:rsidRDefault="00B7075E" w:rsidP="00B7075E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1520" name="Группа 11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152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2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2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2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2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2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2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2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2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3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3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3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3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3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3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3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9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1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1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1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537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XN0sMA&#10;AADeAAAADwAAAGRycy9kb3ducmV2LnhtbERPS4vCMBC+L+x/CLPgbU1b8UHXKCIqHgTx0fvQTB9s&#10;MylN1PrvjbCwt/n4njNf9qYRd+pcbVlBPIxAEOdW11wquF623zMQziNrbCyTgic5WC4+P+aYavvg&#10;E93PvhQhhF2KCirv21RKl1dk0A1tSxy4wnYGfYBdKXWHjxBuGplE0UQarDk0VNjSuqL893wzCuxo&#10;tz9kZXIabXjqeXWcFVl/UGrw1a9+QHjq/b/4z73XYX48TmJ4vxNu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VXN0s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PhBscA&#10;AADeAAAADwAAAGRycy9kb3ducmV2LnhtbERPTWsCMRC9F/ofwgi9SM26oLZboxRha+tB0BZ6HTbT&#10;zdrNZElS3frrjVDobR7vc+bL3rbiSD40jhWMRxkI4srphmsFH+/l/QOIEJE1to5JwS8FWC5ub+ZY&#10;aHfiHR33sRYphEOBCkyMXSFlqAxZDCPXESfuy3mLMUFfS+3xlMJtK/Msm0qLDacGgx2tDFXf+x+r&#10;4FBuzedqdn7xw8cdnYflZt2+TZW6G/TPTyAi9fFf/Od+1Wn+eJLncH0n3S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ND4Qb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zgnMUA&#10;AADeAAAADwAAAGRycy9kb3ducmV2LnhtbESP3YrCMBCF74V9hzAL3siaqihLbRRZdBFvxJ8HGJpp&#10;U2wmpcna7tsbQfBuhnPmfGeydW9rcafWV44VTMYJCOLc6YpLBdfL7usbhA/IGmvHpOCfPKxXH4MM&#10;U+06PtH9HEoRQ9inqMCE0KRS+tyQRT92DXHUCtdaDHFtS6lb7GK4reU0SRbSYsWRYLChH0P57fxn&#10;I+Q4w+Oh6C673x473B4MjzYnpYaf/WYJIlAf3ubX9V7H+pP5dAbPd+IMc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HOCc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Ft0sQA&#10;AADeAAAADwAAAGRycy9kb3ducmV2LnhtbERPS0sDMRC+C/6HMII3m+3Sh6xNi1SFInhoK4i3YTPd&#10;XdxMQjJ2t//eCIK3+fies9qMrldniqnzbGA6KUAR19523Bh4P77c3YNKgmyx90wGLpRgs76+WmFl&#10;/cB7Oh+kUTmEU4UGWpFQaZ3qlhymiQ/EmTv56FAyjI22EYcc7npdFsVCO+w4N7QYaNtS/XX4dgbe&#10;hufwulzMT+Ezzkqdnqx8bMWY25vx8QGU0Cj/4j/3zub503k5g9938g16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xbdL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ndc8UA&#10;AADeAAAADwAAAGRycy9kb3ducmV2LnhtbESP3YrCMBCF74V9hzAL3siaqihLbRRZdBFvxJ8HGJpp&#10;U2wmpcna7tsbQfBuhnPmfGeydW9rcafWV44VTMYJCOLc6YpLBdfL7usbhA/IGmvHpOCfPKxXH4MM&#10;U+06PtH9HEoRQ9inqMCE0KRS+tyQRT92DXHUCtdaDHFtS6lb7GK4reU0SRbSYsWRYLChH0P57fxn&#10;I+Q4w+Oh6C673x473B4MjzYnpYaf/WYJIlAf3ubX9V7H+pP5dA7Pd+IMc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ud1z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9WPsQA&#10;AADeAAAADwAAAGRycy9kb3ducmV2LnhtbERPTUvDQBC9C/0Pywje7KahjRK7LaVWEMGDVRBvQ3aa&#10;BLOzy+7YxH/vCoK3ebzPWW8nN6gzxdR7NrCYF6CIG297bg28vT5c34JKgmxx8EwGvinBdjO7WGNt&#10;/cgvdD5Kq3IIpxoNdCKh1jo1HTlMcx+IM3fy0aFkGFttI4453A26LIpKO+w5N3QYaN9R83n8cgae&#10;x0N4uqlWp/ARl6VO91be92LM1eW0uwMlNMm/+M/9aPP8xaqs4P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vVj7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buTMUA&#10;AADeAAAADwAAAGRycy9kb3ducmV2LnhtbERP32vCMBB+H/g/hBvsRWaq4jaqUXQQJiiMuYGvR3O2&#10;Zc2lJJmt/70RhL3dx/fzFqveNuJMPtSOFYxHGQjiwpmaSwU/3/r5DUSIyAYbx6TgQgFWy8HDAnPj&#10;Ov6i8yGWIoVwyFFBFWObSxmKiiyGkWuJE3dy3mJM0JfSeOxSuG3kJMtepMWaU0OFLb1XVPwe/qyC&#10;zWdXTv2w2PRud/o4zrQ2eq+Venrs13MQkfr4L767tybNH88mr3B7J90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pu5M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kwwcUA&#10;AADeAAAADwAAAGRycy9kb3ducmV2LnhtbESPQWvDMAyF74P9B6NCb6vT0I6S1S1lIzDGLuv2A0Ss&#10;xWljOdhumv776jDYTeI9vfdpu598r0aKqQtsYLkoQBE3wXbcGvj5rp82oFJGttgHJgM3SrDfPT5s&#10;sbLhyl80HnOrJIRThQZczkOldWoceUyLMBCL9huixyxrbLWNeJVw3+uyKJ61x46lweFAr46a8/Hi&#10;DdQf5ed4vthYh8O08rR2p82bM2Y+mw4voDJN+d/8d/1uBX+5LoVX3pEZ9O4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CTDB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XfpcUA&#10;AADeAAAADwAAAGRycy9kb3ducmV2LnhtbERP32vCMBB+H/g/hBvsRWaq4tiqUXQQJiiMuYGvR3O2&#10;Zc2lJJmt/70RhL3dx/fzFqveNuJMPtSOFYxHGQjiwpmaSwU/3/r5FUSIyAYbx6TgQgFWy8HDAnPj&#10;Ov6i8yGWIoVwyFFBFWObSxmKiiyGkWuJE3dy3mJM0JfSeOxSuG3kJMtepMWaU0OFLb1XVPwe/qyC&#10;zWdXTv2w2PRud/o4zrQ2eq+Venrs13MQkfr4L767tybNH88mb3B7J90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dd+l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aqGsYA&#10;AADeAAAADwAAAGRycy9kb3ducmV2LnhtbESPQW/CMAyF75P4D5GRuI0UNibUERBiqjRNuwz2A6zG&#10;awqNUyWhlH8/HybtZsvP771vsxt9pwaKqQ1sYDEvQBHXwbbcGPg+VY9rUCkjW+wCk4E7JdhtJw8b&#10;LG248RcNx9woMeFUogGXc19qnWpHHtM89MRy+wnRY5Y1NtpGvIm57/SyKF60x5YlwWFPB0f15Xj1&#10;BqqP5edwudpYhf347Gnlzus3Z8xsOu5fQWUa87/47/vdSv3F6kkABEdm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6aqGs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SRacAA&#10;AADeAAAADwAAAGRycy9kb3ducmV2LnhtbERPzYrCMBC+L/gOYQRva1q1ItUoIih6tLsPMDRjW2wm&#10;tYm2vr0RBG/z8f3OatObWjyodZVlBfE4AkGcW11xoeD/b/+7AOE8ssbaMil4koPNevCzwlTbjs/0&#10;yHwhQgi7FBWU3jeplC4vyaAb24Y4cBfbGvQBtoXULXYh3NRyEkVzabDi0FBiQ7uS8mt2Nwpmz+5w&#10;y5JrtNeG4tO0ObHPE6VGw367BOGp91/xx33UYX6cTGN4vxNukO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iSRac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QZscQA&#10;AADeAAAADwAAAGRycy9kb3ducmV2LnhtbERPS2vCQBC+C/0PyxS8NRtTFJu6ilQi0lNNbc9DdkxC&#10;s7Mhu3n477uFgrf5+J6z2U2mEQN1rrasYBHFIIgLq2suFVw+s6c1COeRNTaWScGNHOy2D7MNptqO&#10;fKYh96UIIexSVFB536ZSuqIigy6yLXHgrrYz6APsSqk7HEO4aWQSxytpsObQUGFLbxUVP3lvFPSr&#10;7+TC13f9kR9ux5dDtnfyq1Rq/jjtX0F4mvxd/O8+6TB/sXxO4O+dcIP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0GbH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cMN8YA&#10;AADeAAAADwAAAGRycy9kb3ducmV2LnhtbERPTWvCQBC9C/0PyxS86cZGg01dpRUE9aCo7aG3aXaa&#10;pM3Oxuyq8d+7QqG3ebzPmcxaU4kzNa60rGDQj0AQZ1aXnCt4Pyx6YxDOI2usLJOCKzmYTR86E0y1&#10;vfCOznufixDCLkUFhfd1KqXLCjLo+rYmDty3bQz6AJtc6gYvIdxU8imKEmmw5NBQYE3zgrLf/cko&#10;+NiOk+ft22r4s958YWz08VOXiVLdx/b1BYSn1v+L/9xLHeYPRnEM93fCDXJ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NcMN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cD18UA&#10;AADeAAAADwAAAGRycy9kb3ducmV2LnhtbERPS2vCQBC+C/6HZQRvuvFRCamrtEq1eLJpodchOybB&#10;7GzIrknsr3cLhd7m43vOetubSrTUuNKygtk0AkGcWV1yruDr820Sg3AeWWNlmRTcycF2MxysMdG2&#10;4w9qU5+LEMIuQQWF93UipcsKMuimtiYO3MU2Bn2ATS51g10IN5WcR9FKGiw5NBRY066g7JrejIKf&#10;1Tee3XH+ul9oT/dlfLCn80Gp8ah/eQbhqff/4j/3uw7zZ0+LJfy+E26Qm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xwPX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LP4sQA&#10;AADeAAAADwAAAGRycy9kb3ducmV2LnhtbERP22rCQBB9L/Qflin4VjdeUjRmlVIUfGtN+wFDdtyE&#10;ZGdjdtXo17uFQt/mcK6Tbwbbigv1vnasYDJOQBCXTtdsFPx8714XIHxA1tg6JgU38rBZPz/lmGl3&#10;5QNdimBEDGGfoYIqhC6T0pcVWfRj1xFH7uh6iyHC3kjd4zWG21ZOk+RNWqw5NlTY0UdFZVOcrYKT&#10;m6Z6KLb42WyXX7Ux89P9MFdq9DK8r0AEGsK/+M+913H+JJ2l8PtOvEG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yz+L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w3fsMA&#10;AADeAAAADwAAAGRycy9kb3ducmV2LnhtbERPPW/CMBDdK/EfrEPqBg5FpCFgEK1UiRXowHjYRxKI&#10;zyF2IfDr60pI3e7pfd582dlaXKn1lWMFo2ECglg7U3Gh4Hv3NchA+IBssHZMCu7kYbnovcwxN+7G&#10;G7puQyFiCPscFZQhNLmUXpdk0Q9dQxy5o2sthgjbQpoWbzHc1vItSVJpseLYUGJDnyXp8/bHKlhX&#10;B5qk+ji12Yfe7B+XMH4/GaVe+91qBiJQF/7FT/faxPmjyTiFv3fiDX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w3f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QF4cYA&#10;AADeAAAADwAAAGRycy9kb3ducmV2LnhtbERPXWvCQBB8F/ofji34ppcISpN6hloQLH5AbWlfl9w2&#10;F5rbC7lrjP/eEwq+ze7szOwsi8E2oqfO144VpNMEBHHpdM2Vgs+PzeQJhA/IGhvHpOBCHorVw2iJ&#10;uXZnfqf+FCoRTdjnqMCE0OZS+tKQRT91LXHkflxnMcSxq6Tu8BzNbSNnSbKQFmuOCQZbejVU/p7+&#10;rIIej5fk26wP2Vu9L2fH9ddOx70aPw4vzyACDeF+/K/e6vh+Os8yuNWJGOTq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AQF4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yHHcQA&#10;AADeAAAADwAAAGRycy9kb3ducmV2LnhtbESPQU/DMAyF70j8h8hI3Fi6HiZUlk0IaYgjFA4cTeM1&#10;HY1dJWEt/Hp8QOJmy8/vvW+7X+JozpTyIOxgvarAEHfiB+4dvL0ebm7B5ILscRQmB9+UYb+7vNhi&#10;42XmFzq3pTdqwrlBB6GUqbE2d4Ei5pVMxHo7SopYdE299QlnNY+jratqYyMOrAkBJ3oI1H22X9HB&#10;/Nh9nOrjuw8/aZJD+yynehTnrq+W+zswhZbyL/77fvJaf72pFEBxdAa7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8chx3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gykcQA&#10;AADeAAAADwAAAGRycy9kb3ducmV2LnhtbERPS2sCMRC+F/wPYYTeanY9WNkaxUcFKRZR633cTHe3&#10;JpNlE3X990YoeJuP7zmjSWuNuFDjK8cK0l4Cgjh3uuJCwc9++TYE4QOyRuOYFNzIw2TceRlhpt2V&#10;t3TZhULEEPYZKihDqDMpfV6SRd9zNXHkfl1jMUTYFFI3eI3h1sh+kgykxYpjQ4k1zUvKT7uzVbDc&#10;LMxf/3s7Pcgw/3w/muHXbLFW6rXbTj9ABGrDU/zvXuk4Px0kKTzeiTfI8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oMpH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xxcsMA&#10;AADeAAAADwAAAGRycy9kb3ducmV2LnhtbERP24rCMBB9X/Afwgi+iKYqK1KNIguLCi54A1/HZmyL&#10;zaQ0sda/N4Kwb3M415ktGlOImiqXW1Yw6EcgiBOrc04VnI6/vQkI55E1FpZJwZMcLOatrxnG2j54&#10;T/XBpyKEsItRQeZ9GUvpkowMur4tiQN3tZVBH2CVSl3hI4SbQg6jaCwN5hwaMizpJ6PkdrgbBfVu&#10;e0nXtSs3t0nXfY8uq9WfPivVaTfLKQhPjf8Xf9xrHeYPxtEQ3u+EG+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4xxcsMAAADe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yq9MUA&#10;AADeAAAADwAAAGRycy9kb3ducmV2LnhtbERPTWsCMRC9C/6HMIXeNNG2oqtRtFDoRajWg97GzXR3&#10;cTPZJqmu/npTKPQ2j/c5s0Vra3EmHyrHGgZ9BYI4d6biQsPu8603BhEissHaMWm4UoDFvNuZYWbc&#10;hTd03sZCpBAOGWooY2wyKUNeksXQdw1x4r6ctxgT9IU0Hi8p3NZyqNRIWqw4NZTY0GtJ+Wn7YzWs&#10;JuPV98czr2+b44EO++PpZeiV1o8P7XIKIlIb/8V/7neT5g9G6gl+30k3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rKr0xQAAAN4AAAAPAAAAAAAAAAAAAAAAAJgCAABkcnMv&#10;ZG93bnJldi54bWxQSwUGAAAAAAQABAD1AAAAigMAAAAA&#10;" fillcolor="black" stroked="f"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Y8gMYA&#10;AADeAAAADwAAAGRycy9kb3ducmV2LnhtbERPS2vCQBC+F/wPyxR6qxulDSG6Sn0UCurBx8HjNDtN&#10;lmRnQ3araX99Vyh4m4/vOdN5bxtxoc4bxwpGwwQEceG04VLB6fj+nIHwAVlj45gU/JCH+WzwMMVc&#10;uyvv6XIIpYgh7HNUUIXQ5lL6oiKLfuha4sh9uc5iiLArpe7wGsNtI8dJkkqLhmNDhS0tKyrqw7dV&#10;cN6kJtsbGn9ufxdrvX2tF7tVrdTTY/82ARGoD3fxv/tDx/mjNHmB2zvxBj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4Y8g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j0KcQA&#10;AADeAAAADwAAAGRycy9kb3ducmV2LnhtbERPTWsCMRC9C/0PYQRvmlioyNYoYintxUO1pddhM27W&#10;3Uy2SdTVX98UCt7m8T5nsepdK84UYu1Zw3SiQBCX3tRcafjcv47nIGJCNth6Jg1XirBaPgwWWBh/&#10;4Q8671IlcgjHAjXYlLpCylhachgnviPO3MEHhynDUEkT8JLDXSsflZpJhzXnBosdbSyVze7kNIT1&#10;90tz49NXo27ba3w79j9ztFqPhv36GUSiPt3F/+53k+dPZ+oJ/t7JN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6Y9Cn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cFcQA&#10;AADeAAAADwAAAGRycy9kb3ducmV2LnhtbERPzWoCMRC+C32HMAUvUhM9rO3WKKVQECqC1geYbqa7&#10;S5PJspnq2qdvCoK3+fh+Z7keglcn6lMb2cJsakARV9G1XFs4frw9PIJKguzQRyYLF0qwXt2Nlli6&#10;eOY9nQ5SqxzCqUQLjUhXap2qhgKmaeyIM/cV+4CSYV9r1+M5hwev58YUOmDLuaHBjl4bqr4PP8GC&#10;n3/6p/dF2srlqLfmN8h+snPWju+Hl2dQQoPcxFf3xuX5s8IU8P9OvkGv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73BX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c41MUA&#10;AADeAAAADwAAAGRycy9kb3ducmV2LnhtbERPPW/CMBDdK/EfrENiKw4MUKVxUAtCytKhKRXrEV/j&#10;qPY5ig2E/voaqVK3e3qfV2xGZ8WFhtB5VrCYZyCIG687bhUcPvaPTyBCRNZoPZOCGwXYlJOHAnPt&#10;r/xOlzq2IoVwyFGBibHPpQyNIYdh7nvixH35wWFMcGilHvCawp2VyyxbSYcdpwaDPW0NNd/12SnY&#10;1b1dHirzGo6fb6eTrX72dNwpNZuOL88gIo3xX/znrnSav1hla7i/k26Q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pzjU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0ekMUA&#10;AADeAAAADwAAAGRycy9kb3ducmV2LnhtbESPT2vDMAzF74N9B6PBbqvdHtKS1S1lrFDYaf1z2E3Y&#10;WpI1lkPsNum3rw6D3iTe03s/LddjaNWV+tREtjCdGFDELvqGKwvHw/ZtASplZI9tZLJwowTr1fPT&#10;EksfB/6m6z5XSkI4lWihzrkrtU6upoBpEjti0X5jHzDL2lfa9zhIeGj1zJhCB2xYGmrs6KMmd95f&#10;goW/rf6KzqA7HU/Dzs9/PgtqjbWvL+PmHVSmMT/M/9c7L/jTwgivvCMz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PR6Q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lIbMUA&#10;AADeAAAADwAAAGRycy9kb3ducmV2LnhtbERPTWvCQBC9C/0PyxR6040WQhpdQ1ooFEsP1SIex+yY&#10;hGRnw+6q8d93CwVv83ifsypG04sLOd9aVjCfJSCIK6tbrhX87N6nGQgfkDX2lknBjTwU64fJCnNt&#10;r/xNl22oRQxhn6OCJoQhl9JXDRn0MzsQR+5kncEQoauldniN4aaXiyRJpcGWY0ODA701VHXbs1Fw&#10;OH/y6et5U7rXsLfjzneLY9Yp9fQ4lksQgcZwF/+7P3ScP0+TF/h7J94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mUhs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eiXskA&#10;AADeAAAADwAAAGRycy9kb3ducmV2LnhtbESPQW/CMAyF75P2HyJP4jbSIoagENCYhLTLJGA7jJtp&#10;vLaicbokQMevnw+TdrPl5/fet1j1rlUXCrHxbCAfZqCIS28brgx8vG8ep6BiQrbYeiYDPxRhtby/&#10;W2Bh/ZV3dNmnSokJxwIN1Cl1hdaxrMlhHPqOWG5fPjhMsoZK24BXMXetHmXZRDtsWBJq7OilpvK0&#10;PzsD69l0/b0d89ttdzzQ4fN4ehqFzJjBQ/88B5WoT//iv+9XK/XzSS4AgiMz6OU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lKeiXskAAADeAAAADwAAAAAAAAAAAAAAAACYAgAA&#10;ZHJzL2Rvd25yZXYueG1sUEsFBgAAAAAEAAQA9QAAAI4DAAAAAA==&#10;" fillcolor="black" stroked="f"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0Mb8MA&#10;AADeAAAADwAAAGRycy9kb3ducmV2LnhtbERP30vDMBB+F/Y/hBv45tIqDKnLRhkMxaduTny9NWdT&#10;1lxKErP63xthsLf7+H7eajPZQSTyoXesoFwUIIhbp3vuFBw/dg/PIEJE1jg4JgW/FGCznt2tsNLu&#10;wntKh9iJHMKhQgUmxrGSMrSGLIaFG4kz9+28xZih76T2eMnhdpCPRbGUFnvODQZH2hpqz4cfqyCd&#10;tk39lL6S2b/7uvOuef08NUrdz6f6BUSkKd7EV/ebzvPLZVnC/zv5Br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F0Mb8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PWEcQA&#10;AADeAAAADwAAAGRycy9kb3ducmV2LnhtbERPTWvCQBC9F/wPyxR6q5t4CDZ1lSIqbS9qLOhxyE6z&#10;odnZkN3G1F/vCgVv83ifM1sMthE9db52rCAdJyCIS6drrhR8HdbPUxA+IGtsHJOCP/KwmI8eZphr&#10;d+Y99UWoRAxhn6MCE0KbS+lLQxb92LXEkft2ncUQYVdJ3eE5httGTpIkkxZrjg0GW1oaKn+KX6vA&#10;p8vV8dNeXvrTxvC2+DDZrjJKPT0Ob68gAg3hLv53v+s4P83SCdzeiTfI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j1hHEAAAA3g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7075E" w:rsidRPr="00D815F3" w:rsidRDefault="00B7075E" w:rsidP="00B7075E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B7075E" w:rsidRPr="001869AA" w:rsidRDefault="00B7075E" w:rsidP="00B7075E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B7075E" w:rsidRPr="001869AA" w:rsidRDefault="00B7075E" w:rsidP="00B7075E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B7075E" w:rsidRPr="001869AA" w:rsidRDefault="00B7075E" w:rsidP="00B7075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B7075E" w:rsidRPr="00D815F3" w:rsidRDefault="00B7075E" w:rsidP="00B7075E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B7075E" w:rsidRPr="001869AA" w:rsidRDefault="00B7075E" w:rsidP="00B7075E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B7075E" w:rsidRPr="001869AA" w:rsidRDefault="00B7075E" w:rsidP="00B7075E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B7075E" w:rsidRPr="001869AA" w:rsidRDefault="00B7075E" w:rsidP="00B7075E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B7075E" w:rsidRPr="001869AA" w:rsidRDefault="00B7075E" w:rsidP="00B7075E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B7075E" w:rsidRPr="001869AA" w:rsidRDefault="00B7075E" w:rsidP="00B7075E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1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075E" w:rsidRDefault="00B7075E" w:rsidP="00B707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568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7075E" w:rsidRDefault="00B7075E" w:rsidP="00B707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B7075E" w:rsidRDefault="00B7075E" w:rsidP="00B7075E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B7075E" w:rsidRPr="001869AA" w:rsidRDefault="00B7075E" w:rsidP="00B7075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7075E" w:rsidRDefault="00B7075E" w:rsidP="00B7075E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B7075E" w:rsidRPr="001869AA" w:rsidRDefault="00B7075E" w:rsidP="00B7075E">
      <w:pPr>
        <w:spacing w:after="0" w:line="240" w:lineRule="auto"/>
        <w:jc w:val="center"/>
        <w:rPr>
          <w:rFonts w:ascii="Times New Roman" w:hAnsi="Times New Roman"/>
        </w:rPr>
      </w:pPr>
    </w:p>
    <w:p w:rsidR="00B7075E" w:rsidRPr="004C78CD" w:rsidRDefault="00B7075E" w:rsidP="00B7075E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 xml:space="preserve">.2020р.                         Крупець                       </w:t>
      </w:r>
      <w:r>
        <w:rPr>
          <w:rFonts w:ascii="Times New Roman" w:hAnsi="Times New Roman"/>
          <w:sz w:val="24"/>
        </w:rPr>
        <w:t xml:space="preserve">                 №____</w:t>
      </w:r>
    </w:p>
    <w:p w:rsidR="00B7075E" w:rsidRPr="008E2C07" w:rsidRDefault="00B7075E" w:rsidP="00B7075E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  <w:lang w:val="ru-RU"/>
        </w:rPr>
      </w:pPr>
    </w:p>
    <w:p w:rsidR="00B7075E" w:rsidRPr="008E2C07" w:rsidRDefault="00B7075E" w:rsidP="00B7075E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B7075E" w:rsidRPr="008E2C07" w:rsidRDefault="00B7075E" w:rsidP="00B7075E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B7075E" w:rsidRPr="008E2C07" w:rsidRDefault="00B7075E" w:rsidP="00B7075E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B7075E" w:rsidRPr="008E2C07" w:rsidRDefault="00B7075E" w:rsidP="00B7075E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Семенюк  М.П.</w:t>
      </w:r>
    </w:p>
    <w:p w:rsidR="00B7075E" w:rsidRPr="008E2C07" w:rsidRDefault="00B7075E" w:rsidP="00B7075E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</w:p>
    <w:p w:rsidR="00B7075E" w:rsidRPr="008E2C07" w:rsidRDefault="00B7075E" w:rsidP="00B7075E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B7075E" w:rsidRPr="008E2C07" w:rsidRDefault="00B7075E" w:rsidP="00B7075E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до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пункту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8E2C07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самоврядуванн</w:t>
      </w:r>
      <w:r>
        <w:rPr>
          <w:rFonts w:ascii="Times New Roman" w:hAnsi="Times New Roman"/>
          <w:sz w:val="24"/>
          <w:lang w:val="ru-RU"/>
        </w:rPr>
        <w:t>я</w:t>
      </w:r>
      <w:proofErr w:type="spellEnd"/>
      <w:r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lang w:val="ru-RU"/>
        </w:rPr>
        <w:t>Україні</w:t>
      </w:r>
      <w:proofErr w:type="spellEnd"/>
      <w:r>
        <w:rPr>
          <w:rFonts w:ascii="Times New Roman" w:hAnsi="Times New Roman"/>
          <w:sz w:val="24"/>
          <w:lang w:val="ru-RU"/>
        </w:rPr>
        <w:t>», статей 12,  118,</w:t>
      </w:r>
      <w:r w:rsidRPr="008E2C07">
        <w:rPr>
          <w:rFonts w:ascii="Times New Roman" w:hAnsi="Times New Roman"/>
          <w:sz w:val="24"/>
          <w:lang w:val="ru-RU"/>
        </w:rPr>
        <w:t xml:space="preserve"> 121</w:t>
      </w:r>
      <w:r>
        <w:rPr>
          <w:rFonts w:ascii="Times New Roman" w:hAnsi="Times New Roman"/>
          <w:sz w:val="24"/>
          <w:lang w:val="ru-RU"/>
        </w:rPr>
        <w:t xml:space="preserve"> та 123</w:t>
      </w:r>
      <w:r w:rsidRPr="008E2C07">
        <w:rPr>
          <w:rFonts w:ascii="Times New Roman" w:hAnsi="Times New Roman"/>
          <w:sz w:val="24"/>
          <w:lang w:val="ru-RU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8E2C07">
        <w:rPr>
          <w:rFonts w:ascii="Times New Roman" w:hAnsi="Times New Roman"/>
          <w:sz w:val="24"/>
          <w:lang w:val="ru-RU"/>
        </w:rPr>
        <w:t>р</w:t>
      </w:r>
      <w:r>
        <w:rPr>
          <w:rFonts w:ascii="Times New Roman" w:hAnsi="Times New Roman"/>
          <w:sz w:val="24"/>
          <w:lang w:val="ru-RU"/>
        </w:rPr>
        <w:t>озглянувши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   </w:t>
      </w:r>
      <w:proofErr w:type="spellStart"/>
      <w:r>
        <w:rPr>
          <w:rFonts w:ascii="Times New Roman" w:hAnsi="Times New Roman"/>
          <w:sz w:val="24"/>
          <w:lang w:val="ru-RU"/>
        </w:rPr>
        <w:t>Семенюк</w:t>
      </w:r>
      <w:proofErr w:type="spellEnd"/>
      <w:r>
        <w:rPr>
          <w:rFonts w:ascii="Times New Roman" w:hAnsi="Times New Roman"/>
          <w:sz w:val="24"/>
          <w:lang w:val="ru-RU"/>
        </w:rPr>
        <w:t xml:space="preserve">  М.П.,</w:t>
      </w:r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рада </w:t>
      </w:r>
    </w:p>
    <w:p w:rsidR="00B7075E" w:rsidRPr="008E2C07" w:rsidRDefault="00B7075E" w:rsidP="00B7075E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>ВИРІШИЛА:</w:t>
      </w:r>
    </w:p>
    <w:p w:rsidR="00B7075E" w:rsidRPr="008E2C07" w:rsidRDefault="00B7075E" w:rsidP="00B7075E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B7075E" w:rsidRPr="008E2C07" w:rsidRDefault="00B7075E" w:rsidP="00B7075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B7075E" w:rsidRPr="008E2C07" w:rsidRDefault="00B7075E" w:rsidP="00B7075E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070D4B">
        <w:rPr>
          <w:rFonts w:ascii="Times New Roman" w:hAnsi="Times New Roman"/>
          <w:sz w:val="24"/>
        </w:rPr>
        <w:t xml:space="preserve">       1. Надати </w:t>
      </w:r>
      <w:r w:rsidRPr="008E2C0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Семенюк Марії Пилипівні</w:t>
      </w:r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яка  зареєстрована </w:t>
      </w:r>
      <w:r w:rsidRPr="008E2C07">
        <w:rPr>
          <w:rFonts w:ascii="Times New Roman" w:hAnsi="Times New Roman"/>
          <w:sz w:val="24"/>
        </w:rPr>
        <w:t xml:space="preserve"> за адре</w:t>
      </w:r>
      <w:r>
        <w:rPr>
          <w:rFonts w:ascii="Times New Roman" w:hAnsi="Times New Roman"/>
          <w:sz w:val="24"/>
        </w:rPr>
        <w:t xml:space="preserve">сою: </w:t>
      </w:r>
      <w:r w:rsidR="00D87AC6">
        <w:rPr>
          <w:rFonts w:ascii="Times New Roman" w:hAnsi="Times New Roman"/>
          <w:sz w:val="24"/>
          <w:lang w:val="en-US"/>
        </w:rPr>
        <w:t>____________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, </w:t>
      </w:r>
      <w:r w:rsidRPr="008E2C07">
        <w:rPr>
          <w:rFonts w:ascii="Times New Roman" w:hAnsi="Times New Roman"/>
          <w:sz w:val="24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hAnsi="Times New Roman"/>
          <w:sz w:val="24"/>
          <w:lang w:val="ru-RU"/>
        </w:rPr>
        <w:t>0,11</w:t>
      </w:r>
      <w:r w:rsidRPr="008E2C07">
        <w:rPr>
          <w:rFonts w:ascii="Times New Roman" w:hAnsi="Times New Roman"/>
          <w:sz w:val="24"/>
          <w:lang w:val="ru-RU"/>
        </w:rPr>
        <w:t xml:space="preserve">00га, </w:t>
      </w:r>
      <w:r w:rsidRPr="008E2C07">
        <w:rPr>
          <w:rFonts w:ascii="Times New Roman" w:hAnsi="Times New Roman"/>
          <w:sz w:val="24"/>
        </w:rPr>
        <w:t>для ведення особистого селянського господарства</w:t>
      </w:r>
      <w:r w:rsidRPr="008E2C07">
        <w:rPr>
          <w:rFonts w:ascii="Times New Roman" w:hAnsi="Times New Roman"/>
          <w:sz w:val="24"/>
          <w:lang w:val="ru-RU"/>
        </w:rPr>
        <w:t xml:space="preserve">, яка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розташована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території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sz w:val="24"/>
          <w:lang w:val="ru-RU"/>
        </w:rPr>
        <w:t>Крупець</w:t>
      </w:r>
      <w:r>
        <w:rPr>
          <w:rFonts w:ascii="Times New Roman" w:hAnsi="Times New Roman"/>
          <w:sz w:val="24"/>
          <w:lang w:val="ru-RU"/>
        </w:rPr>
        <w:t>кої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сільської</w:t>
      </w:r>
      <w:proofErr w:type="spellEnd"/>
      <w:r>
        <w:rPr>
          <w:rFonts w:ascii="Times New Roman" w:hAnsi="Times New Roman"/>
          <w:sz w:val="24"/>
          <w:lang w:val="ru-RU"/>
        </w:rPr>
        <w:t xml:space="preserve"> ради, за межами </w:t>
      </w:r>
      <w:proofErr w:type="spellStart"/>
      <w:r>
        <w:rPr>
          <w:rFonts w:ascii="Times New Roman" w:hAnsi="Times New Roman"/>
          <w:sz w:val="24"/>
          <w:lang w:val="ru-RU"/>
        </w:rPr>
        <w:t>населеного</w:t>
      </w:r>
      <w:proofErr w:type="spellEnd"/>
      <w:r>
        <w:rPr>
          <w:rFonts w:ascii="Times New Roman" w:hAnsi="Times New Roman"/>
          <w:sz w:val="24"/>
          <w:lang w:val="ru-RU"/>
        </w:rPr>
        <w:t xml:space="preserve"> пункту  </w:t>
      </w:r>
      <w:proofErr w:type="spellStart"/>
      <w:r>
        <w:rPr>
          <w:rFonts w:ascii="Times New Roman" w:hAnsi="Times New Roman"/>
          <w:sz w:val="24"/>
          <w:lang w:val="ru-RU"/>
        </w:rPr>
        <w:t>с</w:t>
      </w:r>
      <w:r w:rsidRPr="008E2C07">
        <w:rPr>
          <w:rFonts w:ascii="Times New Roman" w:hAnsi="Times New Roman"/>
          <w:sz w:val="24"/>
          <w:lang w:val="ru-RU"/>
        </w:rPr>
        <w:t>.</w:t>
      </w:r>
      <w:r>
        <w:rPr>
          <w:rFonts w:ascii="Times New Roman" w:hAnsi="Times New Roman"/>
          <w:sz w:val="24"/>
          <w:lang w:val="ru-RU"/>
        </w:rPr>
        <w:t>Крупець</w:t>
      </w:r>
      <w:proofErr w:type="spellEnd"/>
      <w:r>
        <w:rPr>
          <w:rFonts w:ascii="Times New Roman" w:hAnsi="Times New Roman"/>
          <w:sz w:val="24"/>
          <w:lang w:val="ru-RU"/>
        </w:rPr>
        <w:t>.</w:t>
      </w:r>
    </w:p>
    <w:p w:rsidR="00B7075E" w:rsidRPr="008E2C07" w:rsidRDefault="00B7075E" w:rsidP="00B7075E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2</w:t>
      </w:r>
      <w:r>
        <w:rPr>
          <w:rFonts w:ascii="Times New Roman" w:hAnsi="Times New Roman"/>
          <w:sz w:val="24"/>
        </w:rPr>
        <w:t>. Семенюк  М.П.</w:t>
      </w:r>
      <w:r w:rsidRPr="008E2C07">
        <w:rPr>
          <w:rFonts w:ascii="Times New Roman" w:hAnsi="Times New Roman"/>
          <w:sz w:val="24"/>
          <w:lang w:val="ru-RU"/>
        </w:rPr>
        <w:t xml:space="preserve">,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розробити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проект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відведення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ділянки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  <w:lang w:val="ru-RU"/>
        </w:rPr>
        <w:t>передачі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її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у </w:t>
      </w:r>
      <w:proofErr w:type="spellStart"/>
      <w:r w:rsidRPr="008E2C07">
        <w:rPr>
          <w:rFonts w:ascii="Times New Roman" w:hAnsi="Times New Roman"/>
          <w:sz w:val="24"/>
          <w:lang w:val="ru-RU"/>
        </w:rPr>
        <w:t>власність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розгляд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сесії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сільської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ради.</w:t>
      </w:r>
    </w:p>
    <w:p w:rsidR="00B7075E" w:rsidRPr="008E2C07" w:rsidRDefault="00B7075E" w:rsidP="00B7075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7075E" w:rsidRPr="008E2C07" w:rsidRDefault="00B7075E" w:rsidP="00B7075E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B7075E" w:rsidRPr="008E2C07" w:rsidRDefault="00B7075E" w:rsidP="00B7075E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B7075E" w:rsidRPr="008E2C07" w:rsidRDefault="00B7075E" w:rsidP="00B7075E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B7075E" w:rsidRDefault="00B7075E" w:rsidP="00B7075E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p w:rsidR="007B2066" w:rsidRDefault="007B2066"/>
    <w:sectPr w:rsidR="007B206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75E"/>
    <w:rsid w:val="00171A2E"/>
    <w:rsid w:val="00304C90"/>
    <w:rsid w:val="00505B6D"/>
    <w:rsid w:val="006D3977"/>
    <w:rsid w:val="007B2066"/>
    <w:rsid w:val="007D6C18"/>
    <w:rsid w:val="00B7075E"/>
    <w:rsid w:val="00D1641A"/>
    <w:rsid w:val="00D8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75E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75E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227</Words>
  <Characters>1297</Characters>
  <Application>Microsoft Office Word</Application>
  <DocSecurity>0</DocSecurity>
  <Lines>10</Lines>
  <Paragraphs>3</Paragraphs>
  <ScaleCrop>false</ScaleCrop>
  <Company>Microsoft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dcterms:created xsi:type="dcterms:W3CDTF">2020-11-17T16:16:00Z</dcterms:created>
  <dcterms:modified xsi:type="dcterms:W3CDTF">2020-11-18T07:00:00Z</dcterms:modified>
</cp:coreProperties>
</file>