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EA" w:rsidRPr="003B50D1" w:rsidRDefault="001707EA" w:rsidP="0017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1707EA" w:rsidRPr="003B50D1" w:rsidRDefault="001707EA" w:rsidP="0017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1707EA" w:rsidRPr="003B50D1" w:rsidRDefault="001707EA" w:rsidP="0017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5AFCE3" wp14:editId="66A4743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104" name="Группа 23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1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7EA" w:rsidRDefault="001707EA" w:rsidP="00170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10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1KcUA&#10;AADeAAAADwAAAGRycy9kb3ducmV2LnhtbESPQWvCQBSE74X+h+UVvNWNCa0SXUVEJQehJOr9kX0m&#10;wezbkF1N+u+7hUKPw8x8w6w2o2nFk3rXWFYwm0YgiEurG64UXM6H9wUI55E1tpZJwTc52KxfX1aY&#10;ajtwTs/CVyJA2KWooPa+S6V0ZU0G3dR2xMG72d6gD7KvpO5xCHDTyjiKPqXBhsNCjR3tairvxcMo&#10;sMkxO12rOE/2PPe8/VrcruNJqcnbuF2C8DT6//BfO9MK4mQWfcDvnXAF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UXUp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dZ/ckA&#10;AADeAAAADwAAAGRycy9kb3ducmV2LnhtbESPQWsCMRSE74X+h/CEXqRmtbC2W6MUYW31IGgLvT42&#10;r5u1m5clibr11zcFocdhZr5hZovetuJEPjSOFYxHGQjiyumGawUf7+X9I4gQkTW2jknBDwVYzG9v&#10;Zlhod+YdnfaxFgnCoUAFJsaukDJUhiyGkeuIk/flvMWYpK+l9nhOcNvKSZbl0mLDacFgR0tD1ff+&#10;aBUcyq35XE4vKz982tFlWG5e23Wu1N2gf3kGEamP/+Fr+00rmDyMsxz+7qQr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0dZ/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YZ8QA&#10;AADe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0NkkW8LwTr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YWG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ZL8QA&#10;AADeAAAADwAAAGRycy9kb3ducmV2LnhtbERPTUsDMRC9C/0PYQRvNttVa9k2LaUqiNCDVSi9DZvp&#10;7uJmEpKxu/57cxA8Pt73ajO6Xl0ops6zgdm0AEVce9txY+Dz4+V2ASoJssXeMxn4oQSb9eRqhZX1&#10;A7/T5SCNyiGcKjTQioRK61S35DBNfSDO3NlHh5JhbLSNOORw1+uyKObaYce5ocVAu5bqr8O3M7Af&#10;nsPb4/zhHE7xvtTpycpxJ8bcXI/bJSihUf7Ff+5Xa6C8mxV5b76Tr4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D2S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tpjsQA&#10;AADeAAAADwAAAGRycy9kb3ducmV2LnhtbESP3YrCMBCF74V9hzAL3siaqiBubRRZdBFvxJ8HGJpp&#10;U2wmpcna7tsbQfDycH4+TrbubS3u1PrKsYLJOAFBnDtdcangetl9LUD4gKyxdkwK/snDevUxyDDV&#10;ruMT3c+hFHGEfYoKTAhNKqXPDVn0Y9cQR69wrcUQZVtK3WIXx20tp0kylxYrjgSDDf0Yym/nPxsh&#10;xxkeD0V32f322OH2YHi0OSk1/Ow3SxCB+vAOv9p7rWA6myTf8LwTr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LaY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xD9MUA&#10;AADeAAAADwAAAGRycy9kb3ducmV2LnhtbESPTUvDQBCG70L/wzKCN7tJ1Cqx21Kqggg9tBXE25Cd&#10;JsHs7LI7NvHfuwfB48v7xbNcT25QZ4qp92ygnBegiBtve24NvB9frh9AJUG2OHgmAz+UYL2aXSyx&#10;tn7kPZ0P0qo8wqlGA51IqLVOTUcO09wH4uydfHQoWcZW24hjHneDropioR32nB86DLTtqPk6fDsD&#10;u/E5vN0v7k7hM95WOj1Z+diKMVeX0+YRlNAk/+G/9qs1UN2UZQbIOBkF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rEP0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X7hscA&#10;AADeAAAADwAAAGRycy9kb3ducmV2LnhtbESPUWvCMBSF3wf7D+EO9jI0rTKRzigqhAkOxlTw9dJc&#10;27LmpiSZ7f69EQZ7PJxzvsNZrAbbiiv50DhWkI8zEMSlMw1XCk5HPZqDCBHZYOuYFPxSgNXy8WGB&#10;hXE9f9H1ECuRIBwKVFDH2BVShrImi2HsOuLkXZy3GJP0lTQe+wS3rZxk2UxabDgt1NjRtqby+/Bj&#10;FWw++2rqX8rN4PaX9/Or1kZ/aKWen4b1G4hIQ/wP/7V3RsFkmuc53O+kK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l+4b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vDsUA&#10;AADeAAAADwAAAGRycy9kb3ducmV2LnhtbESPUWvCMBSF3wf+h3AF32babhOpRhFHYYy9TP0Bl+ba&#10;VJubksRa//0yGOzxcM75Dme9HW0nBvKhdawgn2cgiGunW24UnI7V8xJEiMgaO8ek4EEBtpvJ0xpL&#10;7e78TcMhNiJBOJSowMTYl1KG2pDFMHc9cfLOzluMSfpGao/3BLedLLJsIS22nBYM9rQ3VF8PN6ug&#10;+iy+hutN+8rtxldLb+ayfDdKzabjbgUi0hj/w3/tD62geMnzAn7vpCs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y8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vAascA&#10;AADeAAAADwAAAGRycy9kb3ducmV2LnhtbESPX0vDMBTF3wd+h3AFX4ZLuzKRunQ4ISgoiHOw10tz&#10;+webm5LEtX57Iwh7PJxzfoez3c12EGfyoXesIF9lIIhrZ3puFRw/9e09iBCRDQ6OScEPBdhVV4st&#10;lsZN/EHnQ2xFgnAoUUEX41hKGeqOLIaVG4mT1zhvMSbpW2k8TgluB7nOsjtpsee00OFITx3VX4dv&#10;q2D/PrWFX9b72b02z6eN1ka/aaVurufHBxCR5ngJ/7dfjIJ1kecF/N1JV0BW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7wGr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IS4cUA&#10;AADeAAAADwAAAGRycy9kb3ducmV2LnhtbESPUWvCMBSF3wf7D+EO9jbTdipSjSIbBZG9qPsBl+au&#10;qTY3JYm1/nszGOzxcM75Dme1GW0nBvKhdawgn2QgiGunW24UfJ+qtwWIEJE1do5JwZ0CbNbPTyss&#10;tbvxgYZjbESCcChRgYmxL6UMtSGLYeJ64uT9OG8xJukbqT3eEtx2ssiyubTYclow2NOHofpyvFoF&#10;1b74Gi5X7Su3HaeWZua8+DRKvb6M2yWISGP8D/+1d1pB8Z7nU/i9k66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hL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ApksQA&#10;AADeAAAADwAAAGRycy9kb3ducmV2LnhtbESP0WqDQBRE3wP9h+UG+hZXk1qKcQ0hYGkea/oBF/dW&#10;Rfeudbdq/r5bKPRxmJkzTH5azSBmmlxnWUESxSCIa6s7bhR83MrdCwjnkTUOlknBnRyciodNjpm2&#10;C7/TXPlGBAi7DBW03o+ZlK5uyaCL7EgcvE87GfRBTo3UEy4Bbga5j+NnabDjsNDiSJeW6r76Ngqe&#10;7svrV5X2cakNJdfDeGVfp0o9btfzEYSn1f+H/9pvWsH+kCQp/N4JV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KZ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ChSsQA&#10;AADeAAAADwAAAGRycy9kb3ducmV2LnhtbESPQYvCMBSE74L/ITxhb5q2QtGuUURRlj1p1T0/mmdb&#10;bF5KE7X++42wsMdhZr5hFqveNOJBnastK4gnEQjiwuqaSwXn0248A+E8ssbGMil4kYPVcjhYYKbt&#10;k4/0yH0pAoRdhgoq79tMSldUZNBNbEscvKvtDPogu1LqDp8BbhqZRFEqDdYcFipsaVNRccvvRsE9&#10;/UnOfP3Wh3z72s+3u7WTl1Kpj1G//gThqff/4b/2l1aQTOM4hfedcAX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woU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O0zMgA&#10;AADeAAAADwAAAGRycy9kb3ducmV2LnhtbESPQWvCQBSE7wX/w/IKvdVNVKKNrlIFwfag1NaDt2f2&#10;NYnNvo3ZVdN/7wqFHoeZ+YaZzFpTiQs1rrSsIO5GIIgzq0vOFXx9Lp9HIJxH1lhZJgW/5GA27TxM&#10;MNX2yh902fpcBAi7FBUU3teplC4ryKDr2po4eN+2MeiDbHKpG7wGuKlkL4oSabDksFBgTYuCsp/t&#10;2SjYbUbJy2b+Nji+rw/YN/q012Wi1NNj+zoG4an1/+G/9kor6PXjeAj3O+EKyO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07TM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W3KsIA&#10;AADeAAAADwAAAGRycy9kb3ducmV2LnhtbERPy4rCMBTdD/gP4QqzG9PWQUo1ig90ZFa+wO2lubbF&#10;5qY0Uet8vVkMuDyc92TWmVrcqXWVZQXxIAJBnFtdcaHgdFx/pSCcR9ZYWyYFT3Iwm/Y+Jphp++A9&#10;3Q++ECGEXYYKSu+bTEqXl2TQDWxDHLiLbQ36ANtC6hYfIdzUMomikTRYcWgosaFlSfn1cDMK/kZn&#10;3LmfZLEaak/P73Rjf3cbpT773XwMwlPn3+J/91YrSIZxHPaGO+EK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tbcq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B7H8UA&#10;AADeAAAADwAAAGRycy9kb3ducmV2LnhtbESP0WrCQBRE3wv+w3IF3+om0RaNriJFoW/W6AdcstdN&#10;MHs3Zrca+/VuodDHYWbOMMt1bxtxo87XjhWk4wQEcel0zUbB6bh7nYHwAVlj45gUPMjDejV4WWKu&#10;3Z0PdCuCERHCPkcFVQhtLqUvK7Lox64ljt7ZdRZDlJ2RusN7hNtGZknyLi3WHBcqbOmjovJSfFsF&#10;V5e96b7Y4v6ynX/VxkyvP4epUqNhv1mACNSH//Bf+1MryCZpOoffO/EKy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Hsf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+1MQA&#10;AADeAAAADwAAAGRycy9kb3ducmV2LnhtbESPy27CMBBF90j9B2sqsQOHICgNGARISGx5LLqc2kMS&#10;Go/T2EDg6/ECieXVfenMFq2txJUaXzpWMOgnIIi1MyXnCo6HTW8Cwgdkg5VjUnAnD4v5R2eGmXE3&#10;3tF1H3IRR9hnqKAIoc6k9Logi77vauLonVxjMUTZ5NI0eIvjtpJpkoylxZLjQ4E1rQvSf/uLVbAt&#10;f2k01qdvO1np3c/jPwy/zkap7me7nIII1IZ3+NXeGgXpcJBGgIgTUU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qft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cimMMA&#10;AADeAAAADwAAAGRycy9kb3ducmV2LnhtbERPXWvCMBR9H/gfwhX2NtN2ILMzigqCw02wju310lyb&#10;YnNTmqzWf78MBj6eb858OdhG9NT52rGCdJKAIC6drrlS8HnaPr2A8AFZY+OYFNzIw3Ixephjrt2V&#10;j9QXoRKxhH2OCkwIbS6lLw1Z9BPXEkft7DqLIcKukrrDayy3jcySZCot1hwXDLa0MVReih+roMfD&#10;Lfk264/ZW/1eZof1115HXj2Oh9UriEBDuJv/0zutIHtOsxT+7sQr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cim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hjdcQA&#10;AADeAAAADwAAAGRycy9kb3ducmV2LnhtbESPQUsDMRSE74L/ITzBm802gsjatBSh4lFXDz0+N6+b&#10;bTfvLUnsrv56Iwgeh5n5hllt5jCoM8XUC1tYLipQxK24njsL72+7m3tQKSM7HITJwhcl2KwvL1ZY&#10;O5n4lc5N7lSBcKrRgs95rLVOraeAaSEjcfEOEgPmImOnXcSpwMOgTVXd6YA9lwWPIz16ak/NZ7Aw&#10;PbUfR3PYO/8dR9k1L3I0g1h7fTVvH0BlmvN/+K/97CyY26Ux8HunXA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YY3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zW+ccA&#10;AADeAAAADwAAAGRycy9kb3ducmV2LnhtbESP3WoCMRSE7wt9h3AKvatZV6iyGsVqhSIW8e/+uDnu&#10;bpucLJtU17c3QsHLYWa+YUaT1hpxpsZXjhV0OwkI4tzpigsF+93ibQDCB2SNxjEpuJKHyfj5aYSZ&#10;dhfe0HkbChEh7DNUUIZQZ1L6vCSLvuNq4uidXGMxRNkUUjd4iXBrZJok79JixXGhxJpmJeW/2z+r&#10;YLGem5/0ezM9yDD77B/NYPkxXyn1+tJOhyACteER/m9/aQVpr5v24H4nXgE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s1v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OTGcgA&#10;AADeAAAADwAAAGRycy9kb3ducmV2LnhtbESPQWvCQBSE74L/YXlCL6VujLVI6kZEEC20UKPQ6zP7&#10;TEKyb0N2G9N/3y0UPA4z8w2zWg+mET11rrKsYDaNQBDnVldcKDifdk9LEM4ja2wsk4IfcrBOx6MV&#10;Jtre+Eh95gsRIOwSVFB63yZSurwkg25qW+LgXW1n0AfZFVJ3eAtw08g4il6kwYrDQoktbUvK6+zb&#10;KOg/3y/FoXftW718dIv5Zb//0F9KPUyGzSsIT4O/h//bB60gns/iZ/i7E66ATH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M5M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07EA" w:rsidRDefault="001707EA" w:rsidP="001707E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NIn8gA&#10;AADeAAAADwAAAGRycy9kb3ducmV2LnhtbESPQWvCQBSE74X+h+UJvTUb01o0ukoVCr0I1fZQb8/s&#10;Mwlm38bdrUZ/vSsUPA4z8w0zmXWmEUdyvrasoJ+kIIgLq2suFfx8fzwPQfiArLGxTArO5GE2fXyY&#10;YK7tiVd0XIdSRAj7HBVUIbS5lL6oyKBPbEscvZ11BkOUrpTa4SnCTSOzNH2TBmuOCxW2tKio2K//&#10;jIL5aDg/fL3y8rLabmjzu90PMpcq9dTr3scgAnXhHv5vf2oF2Us/G8DtTrw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E0ifyAAAAN4AAAAPAAAAAAAAAAAAAAAAAJgCAABk&#10;cnMvZG93bnJldi54bWxQSwUGAAAAAAQABAD1AAAAjQMAAAAA&#10;" fillcolor="black" stroked="f">
                  <v:textbox>
                    <w:txbxContent>
                      <w:p w:rsidR="001707EA" w:rsidRDefault="001707EA" w:rsidP="001707E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Y6MgA&#10;AADeAAAADwAAAGRycy9kb3ducmV2LnhtbESPT2vCQBTE7wW/w/IK3urGSIOkrlJthULtwT+HHp/Z&#10;Z7Ik+zZkV41++m6h0OMwM79hZoveNuJCnTeOFYxHCQjiwmnDpYLDfv00BeEDssbGMSm4kYfFfPAw&#10;w1y7K2/psguliBD2OSqoQmhzKX1RkUU/ci1x9E6usxii7EqpO7xGuG1kmiSZtGg4LlTY0qqiot6d&#10;rYLvz8xMt4bS4+a+fNeb53r59VYrNXzsX19ABOrDf/iv/aEVpJNxmsHvnXgF5Pw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Atjo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wQQccA&#10;AADeAAAADwAAAGRycy9kb3ducmV2LnhtbESPQWsCMRSE70L/Q3iF3jTrFqpsjSItpb30oLb0+tg8&#10;N+tuXrZJ1NVfbwTB4zAz3zCzRW9bcSAfascKxqMMBHHpdM2Vgp/Nx3AKIkRkja1jUnCiAIv5w2CG&#10;hXZHXtFhHSuRIBwKVGBi7AopQ2nIYhi5jjh5W+ctxiR9JbXHY4LbVuZZ9iIt1pwWDHb0Zqhs1nur&#10;wC//3psz73+b7Px9Cp+7/n+KRqmnx375CiJSH+/hW/tLK8ifx/kErnfSF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cEEH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IyeMQA&#10;AADeAAAADwAAAGRycy9kb3ducmV2LnhtbERP22rCQBB9L/gPywh9KboxgpfUVUqhUKgIXj5gzI5J&#10;6O5syE419uvdh0IfD+e+2vTeqSt1sQlsYDLOQBGXwTZcGTgdP0YLUFGQLbrAZOBOETbrwdMKCxtu&#10;vKfrQSqVQjgWaKAWaQutY1mTxzgOLXHiLqHzKAl2lbYd3lK4dzrPspn22HBqqLGl95rK78OPN+Dy&#10;s1t+zeNW7ie9zX697F921pjnYf/2Ckqol3/xn/vTGsinkzztTXfSFd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yMn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7WuccA&#10;AADeAAAADwAAAGRycy9kb3ducmV2LnhtbESPQWsCMRSE74X+h/AKvdWsWyjtapS2IuylB7eK1+fm&#10;uVlMXpZNqqu/3ghCj8PMfMNM54Oz4kh9aD0rGI8yEMS11y03Cta/y5d3ECEia7SeScGZAsxnjw9T&#10;LLQ/8YqOVWxEgnAoUIGJsSukDLUhh2HkO+Lk7X3vMCbZN1L3eEpwZ2WeZW/SYctpwWBH34bqQ/Xn&#10;FCyqzubr0nyF7eZnt7PlZUnbhVLPT8PnBESkIf6H7+1SK8hfx/kH3O6kK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u1r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bz8MA&#10;AADeAAAADwAAAGRycy9kb3ducmV2LnhtbESPzYrCMBSF98K8Q7gD7jRRQaVjFBlGEGal1sXsLsm1&#10;rTY3pYm28/ZmIbg8nD++1aZ3tXhQGyrPGiZjBYLYeFtxoSE/7UZLECEiW6w9k4Z/CrBZfwxWmFnf&#10;8YEex1iINMIhQw1ljE0mZTAlOQxj3xAn7+JbhzHJtpC2xS6Nu1pOlZpLhxWnhxIb+i7J3I53p+G6&#10;k7/eKDTn/Nzt7eLvZ0610nr42W+/QETq4zv8au+thulsMksACSeh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hbz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NM8YA&#10;AADeAAAADwAAAGRycy9kb3ducmV2LnhtbESPT2sCMRTE70K/Q3gFb5r9AyJbo9hCQRQP1VJ6fN08&#10;d5fdvCxJ1PXbm4LgcZiZ3zCL1WA6cSHnG8sK0mkCgri0uuFKwffxczIH4QOyxs4yKbiRh9XyZbTA&#10;Qtsrf9HlECoRIewLVFCH0BdS+rImg35qe+LonawzGKJ0ldQOrxFuOpklyUwabDgu1NjTR01lezgb&#10;Bb/nHZ/2+Xbt3sOPHY6+zf7mrVLj12H9BiLQEJ7hR3ujFWR5mqfwfyd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wNM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07EA" w:rsidRDefault="001707EA" w:rsidP="001707E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NGNsgA&#10;AADeAAAADwAAAGRycy9kb3ducmV2LnhtbESPQWvCQBSE7wX/w/KE3pqNsS0aXUWFQi9CtT3U2zP7&#10;TILZt3F3q6m/visUPA4z8w0znXemEWdyvrasYJCkIIgLq2suFXx9vj2NQPiArLGxTAp+ycN81nuY&#10;Yq7thTd03oZSRAj7HBVUIbS5lL6oyKBPbEscvYN1BkOUrpTa4SXCTSOzNH2VBmuOCxW2tKqoOG5/&#10;jILleLQ8fTzz+rrZ72j3vT++ZC5V6rHfLSYgAnXhHv5vv2sF2XAwzOB2J14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I0Y2yAAAAN4AAAAPAAAAAAAAAAAAAAAAAJgCAABk&#10;cnMvZG93bnJldi54bWxQSwUGAAAAAAQABAD1AAAAjQMAAAAA&#10;" fillcolor="black" stroked="f">
                  <v:textbox>
                    <w:txbxContent>
                      <w:p w:rsidR="001707EA" w:rsidRDefault="001707EA" w:rsidP="001707E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noB8YA&#10;AADeAAAADwAAAGRycy9kb3ducmV2LnhtbESPwWrDMBBE74X+g9hCbo2cGEpxowQTCCk5OWlLrxtr&#10;Y5lYKyOpivv3VaHQ4zAzb5jVZrKDSORD71jBYl6AIG6d7rlT8P62e3wGESKyxsExKfimAJv1/d0K&#10;K+1ufKR0ip3IEA4VKjAxjpWUoTVkMczdSJy9i/MWY5a+k9rjLcPtIJdF8SQt9pwXDI60NdReT19W&#10;QTpvm7pMn8kcD77uvGv2H+dGqdnDVL+AiDTF//Bf+1UrWJaLsoTfO/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noB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07EA" w:rsidRDefault="001707EA" w:rsidP="001707E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w0escA&#10;AADeAAAADwAAAGRycy9kb3ducmV2LnhtbESPQWvCQBSE7wX/w/IK3nQTLdKmrlKkSu2lbSrY4yP7&#10;mg1m34bsGqO/3i0IPQ4z8w0zX/a2Fh21vnKsIB0nIIgLpysuFey+16NHED4ga6wdk4IzeVguBndz&#10;zLQ78Rd1eShFhLDPUIEJocmk9IUhi37sGuLo/brWYoiyLaVu8RThtpaTJJlJixXHBYMNrQwVh/xo&#10;Ffh09bp/t5en7mdj+CPfmtlnaZQa3vcvzyAC9eE/fGu/aQWTaTp9gL878Qr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cNH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07EA" w:rsidRDefault="001707EA" w:rsidP="001707E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07EA" w:rsidRPr="003B50D1" w:rsidRDefault="001707EA" w:rsidP="00170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1707EA" w:rsidRPr="003B50D1" w:rsidRDefault="001707EA" w:rsidP="00170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1707EA" w:rsidRPr="003B50D1" w:rsidRDefault="001707EA" w:rsidP="001707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707EA" w:rsidRPr="003B50D1" w:rsidRDefault="001707EA" w:rsidP="00170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1707EA" w:rsidRPr="003B50D1" w:rsidRDefault="001707EA" w:rsidP="00170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707EA" w:rsidRPr="003B50D1" w:rsidRDefault="001707EA" w:rsidP="001707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07EA" w:rsidRPr="003B50D1" w:rsidRDefault="001707EA" w:rsidP="001707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707EA" w:rsidRPr="003B50D1" w:rsidRDefault="001707EA" w:rsidP="001707E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07EA" w:rsidRPr="003B50D1" w:rsidRDefault="001707EA" w:rsidP="001707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707EA" w:rsidRPr="003B50D1" w:rsidRDefault="001707EA" w:rsidP="001707E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707EA" w:rsidRPr="003B50D1" w:rsidRDefault="001707EA" w:rsidP="001707E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707EA" w:rsidRPr="003B50D1" w:rsidRDefault="001707EA" w:rsidP="001707E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1707EA" w:rsidRPr="003B50D1" w:rsidRDefault="001707EA" w:rsidP="001707E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707EA" w:rsidRPr="003B50D1" w:rsidRDefault="001707EA" w:rsidP="001707E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1707EA" w:rsidRPr="0061236C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 М.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1707EA" w:rsidRPr="003B50D1" w:rsidRDefault="001707EA" w:rsidP="00170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1707EA" w:rsidRPr="003B50D1" w:rsidRDefault="001707EA" w:rsidP="00170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Петру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D3B8F">
        <w:rPr>
          <w:rFonts w:ascii="Times New Roman" w:eastAsia="Calibri" w:hAnsi="Times New Roman" w:cs="Times New Roman"/>
          <w:sz w:val="24"/>
          <w:lang w:val="ru-RU"/>
        </w:rPr>
        <w:t>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3D3B8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0,2100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6823984700:01:016:0039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Лисиче.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1707EA" w:rsidRPr="001707EA" w:rsidRDefault="001707EA" w:rsidP="00170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строю (Денисюк Т.В.).</w:t>
      </w: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707EA" w:rsidRPr="003B50D1" w:rsidRDefault="001707EA" w:rsidP="00170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707EA" w:rsidRDefault="001707EA" w:rsidP="001707EA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1707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7EA"/>
    <w:rsid w:val="001707EA"/>
    <w:rsid w:val="003D3B8F"/>
    <w:rsid w:val="006C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E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E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2022-02-11T13:54:00Z</dcterms:created>
  <dcterms:modified xsi:type="dcterms:W3CDTF">2022-02-14T07:59:00Z</dcterms:modified>
</cp:coreProperties>
</file>