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355" w:rsidRPr="00CD53EA" w:rsidRDefault="00A72355" w:rsidP="00A72355">
      <w:pPr>
        <w:pStyle w:val="HTML0"/>
        <w:spacing w:line="276" w:lineRule="auto"/>
        <w:rPr>
          <w:rFonts w:ascii="Times New Roman" w:hAnsi="Times New Roman"/>
        </w:rPr>
      </w:pPr>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72355" w:rsidRDefault="00A72355" w:rsidP="00A72355">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72355" w:rsidRDefault="00A72355" w:rsidP="00A72355">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72355" w:rsidRDefault="00A72355" w:rsidP="00A72355">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72355" w:rsidRDefault="00A72355" w:rsidP="00A72355">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72355" w:rsidRDefault="00A72355" w:rsidP="00A72355">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72355" w:rsidRDefault="00A72355" w:rsidP="00A72355">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72355" w:rsidRDefault="00A72355" w:rsidP="00A72355">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72355" w:rsidRDefault="00A72355" w:rsidP="00A72355">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72355" w:rsidRDefault="00A72355" w:rsidP="00A72355">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72355" w:rsidRDefault="00A72355" w:rsidP="00A72355">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72355" w:rsidRDefault="00A72355" w:rsidP="00A72355">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72355" w:rsidRDefault="00A72355" w:rsidP="00A72355">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72355" w:rsidRDefault="00A72355" w:rsidP="00A72355">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72355" w:rsidRDefault="00A72355" w:rsidP="00A72355">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72355" w:rsidRDefault="00A72355" w:rsidP="00A72355">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72355" w:rsidRDefault="00A72355" w:rsidP="00A72355">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72355" w:rsidRDefault="00A72355" w:rsidP="00A72355">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72355" w:rsidRDefault="00A72355" w:rsidP="00A72355">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72355" w:rsidRDefault="00A72355" w:rsidP="00A72355">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72355" w:rsidRDefault="00A72355" w:rsidP="00A72355">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2355" w:rsidRDefault="00A72355" w:rsidP="00A72355">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72355" w:rsidRDefault="00A72355" w:rsidP="00A72355">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72355" w:rsidRDefault="00A72355" w:rsidP="00A72355">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72355" w:rsidRDefault="00A72355" w:rsidP="00A72355">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72355" w:rsidRDefault="00A72355" w:rsidP="00A72355">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72355" w:rsidRDefault="00A72355" w:rsidP="00A72355">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72355" w:rsidRDefault="00A72355" w:rsidP="00A72355">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2355" w:rsidRDefault="00A72355" w:rsidP="00A72355">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72355" w:rsidRDefault="00A72355" w:rsidP="00A72355">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72355" w:rsidRDefault="00A72355" w:rsidP="00A72355">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A72355" w:rsidRDefault="00A72355" w:rsidP="00A72355">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A72355" w:rsidRDefault="00A72355" w:rsidP="00A72355">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A72355" w:rsidRDefault="00A72355" w:rsidP="00A72355">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A72355" w:rsidRDefault="00A72355" w:rsidP="00A72355">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A72355" w:rsidRDefault="00A72355" w:rsidP="00A72355">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A72355" w:rsidRDefault="00A72355" w:rsidP="00A72355">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A72355" w:rsidRDefault="00A72355" w:rsidP="00A72355">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A72355" w:rsidRDefault="00A72355" w:rsidP="00A72355">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A72355" w:rsidRDefault="00A72355" w:rsidP="00A72355">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A72355" w:rsidRDefault="00A72355" w:rsidP="00A72355">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A72355" w:rsidRDefault="00A72355" w:rsidP="00A72355">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A72355" w:rsidRDefault="00A72355" w:rsidP="00A72355">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A72355" w:rsidRDefault="00A72355" w:rsidP="00A72355">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A72355" w:rsidRDefault="00A72355" w:rsidP="00A72355">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A72355" w:rsidRDefault="00A72355" w:rsidP="00A72355">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A72355" w:rsidRDefault="00A72355" w:rsidP="00A72355">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A72355" w:rsidRDefault="00A72355" w:rsidP="00A72355">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A72355" w:rsidRDefault="00A72355" w:rsidP="00A72355">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A72355" w:rsidRDefault="00A72355" w:rsidP="00A72355">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A72355" w:rsidRDefault="00A72355" w:rsidP="00A72355">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A72355" w:rsidRDefault="00A72355" w:rsidP="00A72355">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A72355" w:rsidRDefault="00A72355" w:rsidP="00A72355">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A72355" w:rsidRDefault="00A72355" w:rsidP="00A72355">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A72355" w:rsidRDefault="00A72355" w:rsidP="00A72355">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A72355" w:rsidRDefault="00A72355" w:rsidP="00A72355">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A72355" w:rsidRDefault="00A72355" w:rsidP="00A72355">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A72355" w:rsidRDefault="00A72355" w:rsidP="00A72355">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A72355" w:rsidRDefault="00A72355" w:rsidP="00A72355">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A72355" w:rsidRDefault="00A72355" w:rsidP="00A72355">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A72355" w:rsidRDefault="00A72355" w:rsidP="00A72355">
                        <w:pPr>
                          <w:rPr>
                            <w:rFonts w:eastAsia="Times New Roman"/>
                          </w:rPr>
                        </w:pPr>
                      </w:p>
                    </w:txbxContent>
                  </v:textbox>
                </v:shape>
                <w10:wrap anchorx="margin"/>
              </v:group>
            </w:pict>
          </mc:Fallback>
        </mc:AlternateContent>
      </w:r>
    </w:p>
    <w:p w:rsidR="00A72355" w:rsidRDefault="00A72355" w:rsidP="00A72355">
      <w:pPr>
        <w:tabs>
          <w:tab w:val="left" w:pos="708"/>
        </w:tabs>
        <w:spacing w:after="0" w:line="240" w:lineRule="auto"/>
        <w:jc w:val="center"/>
        <w:rPr>
          <w:rFonts w:ascii="Times New Roman" w:eastAsia="Arial Unicode MS" w:hAnsi="Times New Roman"/>
          <w:b/>
          <w:color w:val="000000"/>
          <w:sz w:val="24"/>
          <w:szCs w:val="24"/>
        </w:rPr>
      </w:pPr>
    </w:p>
    <w:p w:rsidR="00A72355" w:rsidRDefault="00A72355" w:rsidP="00A72355">
      <w:pPr>
        <w:tabs>
          <w:tab w:val="left" w:pos="708"/>
        </w:tabs>
        <w:spacing w:after="0" w:line="240" w:lineRule="auto"/>
        <w:jc w:val="center"/>
        <w:rPr>
          <w:rFonts w:ascii="Times New Roman" w:eastAsia="Arial Unicode MS" w:hAnsi="Times New Roman"/>
          <w:b/>
          <w:color w:val="000000"/>
          <w:sz w:val="24"/>
          <w:szCs w:val="24"/>
        </w:rPr>
      </w:pPr>
    </w:p>
    <w:p w:rsidR="00A72355" w:rsidRDefault="00A72355" w:rsidP="00A72355">
      <w:pPr>
        <w:tabs>
          <w:tab w:val="left" w:pos="708"/>
        </w:tabs>
        <w:spacing w:after="0" w:line="240" w:lineRule="auto"/>
        <w:jc w:val="center"/>
        <w:rPr>
          <w:rFonts w:ascii="Times New Roman" w:eastAsia="Arial Unicode MS" w:hAnsi="Times New Roman"/>
          <w:b/>
          <w:color w:val="000000"/>
          <w:sz w:val="24"/>
          <w:szCs w:val="24"/>
        </w:rPr>
      </w:pPr>
    </w:p>
    <w:p w:rsidR="00A72355" w:rsidRDefault="00A72355" w:rsidP="00A72355">
      <w:pPr>
        <w:tabs>
          <w:tab w:val="left" w:pos="708"/>
        </w:tabs>
        <w:spacing w:after="0" w:line="240" w:lineRule="auto"/>
        <w:jc w:val="center"/>
        <w:rPr>
          <w:rFonts w:ascii="Times New Roman" w:eastAsia="Arial Unicode MS" w:hAnsi="Times New Roman"/>
          <w:b/>
          <w:color w:val="000000"/>
          <w:sz w:val="24"/>
          <w:szCs w:val="24"/>
        </w:rPr>
      </w:pPr>
    </w:p>
    <w:p w:rsidR="00A72355" w:rsidRDefault="00A72355" w:rsidP="00A7235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A72355" w:rsidRDefault="00A72355" w:rsidP="00A72355">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A72355" w:rsidRDefault="00A72355" w:rsidP="00A7235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A72355" w:rsidRDefault="00A72355" w:rsidP="00A7235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A72355" w:rsidRDefault="00A72355" w:rsidP="00A72355">
      <w:pPr>
        <w:tabs>
          <w:tab w:val="left" w:pos="708"/>
        </w:tabs>
        <w:spacing w:after="0" w:line="240" w:lineRule="auto"/>
        <w:jc w:val="center"/>
        <w:rPr>
          <w:rFonts w:ascii="Times New Roman" w:eastAsia="Arial Unicode MS" w:hAnsi="Times New Roman"/>
          <w:b/>
          <w:color w:val="000000"/>
          <w:sz w:val="24"/>
          <w:szCs w:val="24"/>
        </w:rPr>
      </w:pPr>
    </w:p>
    <w:p w:rsidR="00A72355" w:rsidRDefault="00A72355" w:rsidP="00A7235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A72355" w:rsidRDefault="00A72355" w:rsidP="00A72355">
      <w:pPr>
        <w:tabs>
          <w:tab w:val="left" w:pos="708"/>
        </w:tabs>
        <w:spacing w:after="0" w:line="240" w:lineRule="auto"/>
        <w:jc w:val="center"/>
        <w:rPr>
          <w:rFonts w:ascii="Times New Roman" w:eastAsia="Arial Unicode MS" w:hAnsi="Times New Roman"/>
          <w:b/>
          <w:color w:val="000000"/>
          <w:sz w:val="24"/>
          <w:szCs w:val="24"/>
        </w:rPr>
      </w:pPr>
    </w:p>
    <w:p w:rsidR="00A72355" w:rsidRDefault="00A72355" w:rsidP="00A72355">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ХХХХІ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 скликання</w:t>
      </w:r>
    </w:p>
    <w:p w:rsidR="00A72355" w:rsidRDefault="00A72355" w:rsidP="00A72355">
      <w:pPr>
        <w:tabs>
          <w:tab w:val="left" w:pos="708"/>
        </w:tabs>
        <w:spacing w:after="0" w:line="240" w:lineRule="auto"/>
        <w:rPr>
          <w:rFonts w:ascii="Times New Roman" w:eastAsia="Arial Unicode MS" w:hAnsi="Times New Roman"/>
          <w:color w:val="000000"/>
          <w:sz w:val="24"/>
          <w:szCs w:val="24"/>
        </w:rPr>
      </w:pPr>
    </w:p>
    <w:p w:rsidR="00A72355" w:rsidRDefault="00A72355" w:rsidP="00A72355">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23.09.2020 року                                            Крупець                                                       №4</w:t>
      </w:r>
    </w:p>
    <w:p w:rsidR="00A72355" w:rsidRPr="00CD53EA" w:rsidRDefault="00A72355" w:rsidP="00A72355">
      <w:pPr>
        <w:pStyle w:val="HTML0"/>
        <w:spacing w:line="276" w:lineRule="auto"/>
        <w:rPr>
          <w:rFonts w:ascii="Times New Roman" w:hAnsi="Times New Roman"/>
        </w:rPr>
      </w:pPr>
    </w:p>
    <w:p w:rsidR="00A72355" w:rsidRPr="00564FAF" w:rsidRDefault="00A72355" w:rsidP="00A72355">
      <w:pPr>
        <w:pStyle w:val="af4"/>
        <w:spacing w:before="0" w:beforeAutospacing="0" w:after="0" w:afterAutospacing="0" w:line="276" w:lineRule="auto"/>
        <w:rPr>
          <w:b/>
          <w:lang w:val="uk-UA"/>
        </w:rPr>
      </w:pPr>
      <w:r w:rsidRPr="00564FAF">
        <w:rPr>
          <w:b/>
          <w:lang w:val="uk-UA"/>
        </w:rPr>
        <w:t>Про передачу у господарське відання майна</w:t>
      </w:r>
    </w:p>
    <w:p w:rsidR="00A72355" w:rsidRPr="00564FAF" w:rsidRDefault="00A72355" w:rsidP="00A72355">
      <w:pPr>
        <w:pStyle w:val="af4"/>
        <w:spacing w:before="0" w:beforeAutospacing="0" w:after="0" w:afterAutospacing="0" w:line="276" w:lineRule="auto"/>
        <w:rPr>
          <w:b/>
          <w:lang w:val="uk-UA"/>
        </w:rPr>
      </w:pPr>
      <w:r w:rsidRPr="00564FAF">
        <w:rPr>
          <w:b/>
          <w:lang w:val="uk-UA"/>
        </w:rPr>
        <w:t xml:space="preserve">комунальної власності об’єднаної територіальної громади </w:t>
      </w:r>
    </w:p>
    <w:p w:rsidR="00A72355" w:rsidRDefault="00A72355" w:rsidP="00A72355">
      <w:pPr>
        <w:pStyle w:val="af4"/>
        <w:spacing w:before="0" w:beforeAutospacing="0" w:after="0" w:line="276" w:lineRule="auto"/>
        <w:rPr>
          <w:lang w:val="uk-UA"/>
        </w:rPr>
      </w:pPr>
      <w:bookmarkStart w:id="0" w:name="_GoBack"/>
      <w:bookmarkEnd w:id="0"/>
    </w:p>
    <w:p w:rsidR="00A72355" w:rsidRDefault="00A72355" w:rsidP="00A72355">
      <w:pPr>
        <w:pStyle w:val="af4"/>
        <w:spacing w:before="0" w:beforeAutospacing="0" w:after="0" w:line="276" w:lineRule="auto"/>
        <w:ind w:firstLine="425"/>
        <w:jc w:val="both"/>
        <w:rPr>
          <w:lang w:val="uk-UA"/>
        </w:rPr>
      </w:pPr>
      <w:r>
        <w:rPr>
          <w:lang w:val="uk-UA"/>
        </w:rPr>
        <w:t>Відповідно до статті 25, 60 Закону України «Про місцеве самоврядування в Україні», статті 136 Господарського кодексу України, сільська рада</w:t>
      </w:r>
    </w:p>
    <w:p w:rsidR="00A72355" w:rsidRPr="00564FAF" w:rsidRDefault="00A72355" w:rsidP="00A72355">
      <w:pPr>
        <w:pStyle w:val="af4"/>
        <w:spacing w:before="0" w:beforeAutospacing="0" w:after="0" w:line="276" w:lineRule="auto"/>
        <w:rPr>
          <w:lang w:val="uk-UA"/>
        </w:rPr>
      </w:pPr>
      <w:r>
        <w:rPr>
          <w:lang w:val="uk-UA"/>
        </w:rPr>
        <w:t>ВИРІШИЛА:</w:t>
      </w:r>
    </w:p>
    <w:p w:rsidR="00A72355" w:rsidRDefault="00A72355" w:rsidP="00A72355">
      <w:pPr>
        <w:pStyle w:val="af4"/>
        <w:numPr>
          <w:ilvl w:val="0"/>
          <w:numId w:val="1"/>
        </w:numPr>
        <w:tabs>
          <w:tab w:val="num" w:pos="0"/>
        </w:tabs>
        <w:spacing w:before="0" w:beforeAutospacing="0" w:after="0" w:afterAutospacing="0" w:line="276" w:lineRule="auto"/>
        <w:ind w:left="0" w:firstLine="426"/>
        <w:jc w:val="both"/>
        <w:rPr>
          <w:lang w:val="uk-UA"/>
        </w:rPr>
      </w:pPr>
      <w:r>
        <w:rPr>
          <w:lang w:val="uk-UA"/>
        </w:rPr>
        <w:t xml:space="preserve">Передати в господарське відання та на баланс Комунального підприємства Крупецької сільської ради «Спеціалізоване лісокомунальне господарство» майно комунальної власності Крупецької сільської об’єднаної територіальної громади, а саме: </w:t>
      </w:r>
    </w:p>
    <w:p w:rsidR="00A72355" w:rsidRDefault="00A72355" w:rsidP="00A72355">
      <w:pPr>
        <w:pStyle w:val="af4"/>
        <w:tabs>
          <w:tab w:val="num" w:pos="0"/>
        </w:tabs>
        <w:spacing w:before="0" w:beforeAutospacing="0" w:after="0" w:line="276" w:lineRule="auto"/>
        <w:ind w:firstLine="426"/>
        <w:jc w:val="both"/>
        <w:rPr>
          <w:lang w:val="uk-UA"/>
        </w:rPr>
      </w:pPr>
      <w:r>
        <w:rPr>
          <w:lang w:val="uk-UA"/>
        </w:rPr>
        <w:t xml:space="preserve">- </w:t>
      </w:r>
      <w:r>
        <w:rPr>
          <w:szCs w:val="22"/>
        </w:rPr>
        <w:t>Трактор Т-40</w:t>
      </w:r>
      <w:r>
        <w:rPr>
          <w:szCs w:val="22"/>
          <w:lang w:val="uk-UA"/>
        </w:rPr>
        <w:t xml:space="preserve"> </w:t>
      </w:r>
      <w:r>
        <w:rPr>
          <w:lang w:val="uk-UA"/>
        </w:rPr>
        <w:t>у кількості 1 шт., балансова вартість 4 479,00 грн.;</w:t>
      </w:r>
    </w:p>
    <w:p w:rsidR="00A72355" w:rsidRDefault="00A72355" w:rsidP="00A72355">
      <w:pPr>
        <w:pStyle w:val="af4"/>
        <w:tabs>
          <w:tab w:val="num" w:pos="0"/>
        </w:tabs>
        <w:spacing w:before="0" w:beforeAutospacing="0" w:after="0" w:line="276" w:lineRule="auto"/>
        <w:ind w:firstLine="426"/>
        <w:jc w:val="both"/>
        <w:rPr>
          <w:lang w:val="uk-UA"/>
        </w:rPr>
      </w:pPr>
      <w:r>
        <w:rPr>
          <w:lang w:val="uk-UA"/>
        </w:rPr>
        <w:t xml:space="preserve">- </w:t>
      </w:r>
      <w:r>
        <w:rPr>
          <w:szCs w:val="22"/>
        </w:rPr>
        <w:t>Причіп 1 ПТС</w:t>
      </w:r>
      <w:r>
        <w:rPr>
          <w:szCs w:val="22"/>
          <w:lang w:val="uk-UA"/>
        </w:rPr>
        <w:t xml:space="preserve"> </w:t>
      </w:r>
      <w:r>
        <w:rPr>
          <w:szCs w:val="22"/>
        </w:rPr>
        <w:t>-</w:t>
      </w:r>
      <w:r>
        <w:rPr>
          <w:szCs w:val="22"/>
          <w:lang w:val="uk-UA"/>
        </w:rPr>
        <w:t xml:space="preserve"> </w:t>
      </w:r>
      <w:r>
        <w:rPr>
          <w:szCs w:val="22"/>
        </w:rPr>
        <w:t>4</w:t>
      </w:r>
      <w:r>
        <w:rPr>
          <w:szCs w:val="22"/>
          <w:lang w:val="uk-UA"/>
        </w:rPr>
        <w:t xml:space="preserve"> </w:t>
      </w:r>
      <w:r>
        <w:rPr>
          <w:lang w:val="uk-UA"/>
        </w:rPr>
        <w:t>у кількості 1 шт., балансова вартість 770,00 грн.;</w:t>
      </w:r>
    </w:p>
    <w:p w:rsidR="00A72355" w:rsidRDefault="00A72355" w:rsidP="00A72355">
      <w:pPr>
        <w:pStyle w:val="af4"/>
        <w:tabs>
          <w:tab w:val="num" w:pos="0"/>
        </w:tabs>
        <w:spacing w:before="0" w:beforeAutospacing="0" w:after="0" w:line="276" w:lineRule="auto"/>
        <w:ind w:firstLine="426"/>
        <w:jc w:val="both"/>
        <w:rPr>
          <w:lang w:val="uk-UA"/>
        </w:rPr>
      </w:pPr>
      <w:r>
        <w:rPr>
          <w:lang w:val="uk-UA"/>
        </w:rPr>
        <w:t>-</w:t>
      </w:r>
      <w:r>
        <w:rPr>
          <w:szCs w:val="22"/>
        </w:rPr>
        <w:t xml:space="preserve"> Причіп 2 ПТС</w:t>
      </w:r>
      <w:r>
        <w:rPr>
          <w:szCs w:val="22"/>
          <w:lang w:val="uk-UA"/>
        </w:rPr>
        <w:t xml:space="preserve"> </w:t>
      </w:r>
      <w:r>
        <w:rPr>
          <w:szCs w:val="22"/>
        </w:rPr>
        <w:t>-</w:t>
      </w:r>
      <w:r>
        <w:rPr>
          <w:szCs w:val="22"/>
          <w:lang w:val="uk-UA"/>
        </w:rPr>
        <w:t xml:space="preserve"> </w:t>
      </w:r>
      <w:r>
        <w:rPr>
          <w:szCs w:val="22"/>
        </w:rPr>
        <w:t>4</w:t>
      </w:r>
      <w:r>
        <w:rPr>
          <w:szCs w:val="22"/>
          <w:lang w:val="uk-UA"/>
        </w:rPr>
        <w:t xml:space="preserve"> </w:t>
      </w:r>
      <w:r>
        <w:rPr>
          <w:lang w:val="uk-UA"/>
        </w:rPr>
        <w:t>у кількості 1 шт., балансова вартість 924,00 грн.;</w:t>
      </w:r>
    </w:p>
    <w:p w:rsidR="00A72355" w:rsidRDefault="00A72355" w:rsidP="00A72355">
      <w:pPr>
        <w:pStyle w:val="af4"/>
        <w:tabs>
          <w:tab w:val="num" w:pos="0"/>
        </w:tabs>
        <w:spacing w:before="0" w:beforeAutospacing="0" w:after="0" w:line="276" w:lineRule="auto"/>
        <w:ind w:firstLine="426"/>
        <w:jc w:val="both"/>
      </w:pPr>
      <w:r>
        <w:rPr>
          <w:lang w:val="uk-UA"/>
        </w:rPr>
        <w:t>- автомобіль</w:t>
      </w:r>
      <w:r>
        <w:t xml:space="preserve"> марки</w:t>
      </w:r>
      <w:r>
        <w:rPr>
          <w:lang w:val="uk-UA"/>
        </w:rPr>
        <w:t xml:space="preserve"> FAW CA 1047 у кількості 1 шт., балансова вартість 71 419,00 грн.;</w:t>
      </w:r>
    </w:p>
    <w:p w:rsidR="00A72355" w:rsidRDefault="00A72355" w:rsidP="00A72355">
      <w:pPr>
        <w:pStyle w:val="af4"/>
        <w:tabs>
          <w:tab w:val="num" w:pos="0"/>
        </w:tabs>
        <w:spacing w:before="0" w:beforeAutospacing="0" w:after="0" w:line="276" w:lineRule="auto"/>
        <w:ind w:firstLine="426"/>
        <w:jc w:val="both"/>
      </w:pPr>
      <w:r>
        <w:t xml:space="preserve">- </w:t>
      </w:r>
      <w:r>
        <w:rPr>
          <w:lang w:val="uk-UA"/>
        </w:rPr>
        <w:t>автомобіль марки RAF 2203 - 01 у кількості 1 шт., балансова вартість 65 366,00 грн.</w:t>
      </w:r>
    </w:p>
    <w:p w:rsidR="00A72355" w:rsidRDefault="00A72355" w:rsidP="00A72355">
      <w:pPr>
        <w:pStyle w:val="af4"/>
        <w:tabs>
          <w:tab w:val="num" w:pos="0"/>
        </w:tabs>
        <w:spacing w:before="0" w:beforeAutospacing="0" w:after="0" w:line="276" w:lineRule="auto"/>
        <w:ind w:firstLine="426"/>
        <w:jc w:val="both"/>
      </w:pPr>
      <w:r>
        <w:rPr>
          <w:lang w:val="uk-UA"/>
        </w:rPr>
        <w:t>2. Сільському голові Валерію Михалюку та директору КП КСР «Спеціалізоване лісокомунальне господарство» Богдану Шмату здійснити передачу майна, зазначеного в пункті 1 цього рішення, у порядку, встановленому чинним законодавством України, шляхом складання відповідного акта прийому-передачі.</w:t>
      </w:r>
    </w:p>
    <w:p w:rsidR="00A72355" w:rsidRDefault="00A72355" w:rsidP="00A72355">
      <w:pPr>
        <w:pStyle w:val="af4"/>
        <w:tabs>
          <w:tab w:val="num" w:pos="0"/>
        </w:tabs>
        <w:spacing w:before="0" w:beforeAutospacing="0" w:after="0" w:line="276" w:lineRule="auto"/>
        <w:ind w:firstLine="426"/>
        <w:jc w:val="both"/>
      </w:pPr>
      <w:r>
        <w:rPr>
          <w:lang w:val="uk-UA"/>
        </w:rPr>
        <w:lastRenderedPageBreak/>
        <w:t>3. Контроль за виконанням цього рішення покласти на постійну комісію з питань комунальної власності, житлово – комунального господарства, енергозбереження та транспорту та інфраструктури (Немец В.М.).</w:t>
      </w:r>
    </w:p>
    <w:p w:rsidR="00A72355" w:rsidRDefault="00A72355" w:rsidP="00A72355">
      <w:pPr>
        <w:pStyle w:val="af4"/>
        <w:spacing w:before="0" w:beforeAutospacing="0" w:after="0" w:line="276" w:lineRule="auto"/>
        <w:ind w:firstLine="284"/>
        <w:rPr>
          <w:lang w:val="uk-UA"/>
        </w:rPr>
      </w:pPr>
    </w:p>
    <w:p w:rsidR="00A72355" w:rsidRDefault="00A72355" w:rsidP="00A72355">
      <w:pPr>
        <w:pStyle w:val="af4"/>
        <w:spacing w:before="0" w:beforeAutospacing="0" w:after="0" w:line="276" w:lineRule="auto"/>
        <w:ind w:firstLine="284"/>
        <w:rPr>
          <w:lang w:val="uk-UA"/>
        </w:rPr>
      </w:pPr>
    </w:p>
    <w:p w:rsidR="00A72355" w:rsidRDefault="00A72355" w:rsidP="00A72355">
      <w:pPr>
        <w:pStyle w:val="af4"/>
        <w:spacing w:before="0" w:beforeAutospacing="0" w:after="0" w:line="276" w:lineRule="auto"/>
        <w:rPr>
          <w:lang w:val="uk-UA"/>
        </w:rPr>
      </w:pPr>
    </w:p>
    <w:p w:rsidR="00A72355" w:rsidRDefault="00A72355" w:rsidP="00A72355">
      <w:pPr>
        <w:pStyle w:val="af4"/>
        <w:spacing w:before="0" w:beforeAutospacing="0" w:after="0" w:line="276" w:lineRule="auto"/>
        <w:rPr>
          <w:lang w:val="uk-UA"/>
        </w:rPr>
      </w:pPr>
    </w:p>
    <w:p w:rsidR="00A72355" w:rsidRDefault="00A72355" w:rsidP="00A72355">
      <w:pPr>
        <w:pStyle w:val="af4"/>
        <w:spacing w:before="0" w:beforeAutospacing="0" w:after="0" w:line="276" w:lineRule="auto"/>
        <w:rPr>
          <w:lang w:val="uk-UA"/>
        </w:rPr>
      </w:pPr>
      <w:r>
        <w:rPr>
          <w:lang w:val="uk-UA"/>
        </w:rPr>
        <w:t xml:space="preserve">Сільський голова </w:t>
      </w:r>
      <w:r>
        <w:rPr>
          <w:lang w:val="uk-UA"/>
        </w:rPr>
        <w:tab/>
      </w:r>
      <w:r>
        <w:rPr>
          <w:lang w:val="uk-UA"/>
        </w:rPr>
        <w:tab/>
      </w:r>
      <w:r>
        <w:rPr>
          <w:lang w:val="uk-UA"/>
        </w:rPr>
        <w:tab/>
      </w:r>
      <w:r>
        <w:rPr>
          <w:lang w:val="uk-UA"/>
        </w:rPr>
        <w:tab/>
      </w:r>
      <w:r>
        <w:rPr>
          <w:lang w:val="uk-UA"/>
        </w:rPr>
        <w:tab/>
      </w:r>
      <w:r>
        <w:rPr>
          <w:lang w:val="uk-UA"/>
        </w:rPr>
        <w:tab/>
        <w:t>Валерій МИХАЛЮК</w:t>
      </w:r>
    </w:p>
    <w:p w:rsidR="00C6574E" w:rsidRDefault="00C6574E"/>
    <w:sectPr w:rsidR="00C6574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A7772"/>
    <w:multiLevelType w:val="multilevel"/>
    <w:tmpl w:val="55C24E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355"/>
    <w:rsid w:val="00171A2E"/>
    <w:rsid w:val="00304C90"/>
    <w:rsid w:val="00505B6D"/>
    <w:rsid w:val="006D3977"/>
    <w:rsid w:val="007D6C18"/>
    <w:rsid w:val="00A72355"/>
    <w:rsid w:val="00C6574E"/>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5"/>
    <w:uiPriority w:val="99"/>
    <w:qFormat/>
    <w:rsid w:val="00A723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A72355"/>
    <w:rPr>
      <w:rFonts w:ascii="Times New Roman" w:eastAsia="Times New Roman" w:hAnsi="Times New Roman" w:cs="Times New Roman"/>
      <w:sz w:val="24"/>
      <w:szCs w:val="24"/>
      <w:lang w:val="ru-RU" w:eastAsia="ru-RU" w:bidi="ar-SA"/>
    </w:rPr>
  </w:style>
  <w:style w:type="character" w:customStyle="1" w:styleId="HTML">
    <w:name w:val="Стандартный HTML Знак"/>
    <w:aliases w:val="Знак2 Знак, Знак2 Знак"/>
    <w:basedOn w:val="a0"/>
    <w:link w:val="HTML0"/>
    <w:locked/>
    <w:rsid w:val="00A72355"/>
    <w:rPr>
      <w:rFonts w:ascii="SimSun" w:eastAsia="SimSun" w:hAnsi="SimSun" w:cs="Times New Roman"/>
      <w:sz w:val="24"/>
      <w:szCs w:val="24"/>
      <w:lang w:eastAsia="zh-CN"/>
    </w:rPr>
  </w:style>
  <w:style w:type="paragraph" w:styleId="HTML0">
    <w:name w:val="HTML Preformatted"/>
    <w:aliases w:val="Знак2, Знак2"/>
    <w:link w:val="HTML"/>
    <w:unhideWhenUsed/>
    <w:rsid w:val="00A72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A72355"/>
    <w:rPr>
      <w:rFonts w:ascii="Consolas" w:hAnsi="Consolas"/>
      <w:sz w:val="20"/>
      <w:szCs w:val="20"/>
      <w:lang w:val="uk-UA" w:eastAsia="uk-U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5"/>
    <w:uiPriority w:val="99"/>
    <w:qFormat/>
    <w:rsid w:val="00A723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A72355"/>
    <w:rPr>
      <w:rFonts w:ascii="Times New Roman" w:eastAsia="Times New Roman" w:hAnsi="Times New Roman" w:cs="Times New Roman"/>
      <w:sz w:val="24"/>
      <w:szCs w:val="24"/>
      <w:lang w:val="ru-RU" w:eastAsia="ru-RU" w:bidi="ar-SA"/>
    </w:rPr>
  </w:style>
  <w:style w:type="character" w:customStyle="1" w:styleId="HTML">
    <w:name w:val="Стандартный HTML Знак"/>
    <w:aliases w:val="Знак2 Знак, Знак2 Знак"/>
    <w:basedOn w:val="a0"/>
    <w:link w:val="HTML0"/>
    <w:locked/>
    <w:rsid w:val="00A72355"/>
    <w:rPr>
      <w:rFonts w:ascii="SimSun" w:eastAsia="SimSun" w:hAnsi="SimSun" w:cs="Times New Roman"/>
      <w:sz w:val="24"/>
      <w:szCs w:val="24"/>
      <w:lang w:eastAsia="zh-CN"/>
    </w:rPr>
  </w:style>
  <w:style w:type="paragraph" w:styleId="HTML0">
    <w:name w:val="HTML Preformatted"/>
    <w:aliases w:val="Знак2, Знак2"/>
    <w:link w:val="HTML"/>
    <w:unhideWhenUsed/>
    <w:rsid w:val="00A72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A72355"/>
    <w:rPr>
      <w:rFonts w:ascii="Consolas" w:hAnsi="Consolas"/>
      <w:sz w:val="20"/>
      <w:szCs w:val="20"/>
      <w:lang w:val="uk-UA"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1</TotalTime>
  <Pages>2</Pages>
  <Words>247</Words>
  <Characters>1413</Characters>
  <Application>Microsoft Office Word</Application>
  <DocSecurity>0</DocSecurity>
  <Lines>11</Lines>
  <Paragraphs>3</Paragraphs>
  <ScaleCrop>false</ScaleCrop>
  <Company>Microsoft</Company>
  <LinksUpToDate>false</LinksUpToDate>
  <CharactersWithSpaces>1657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2020-09-29T17:11:00Z</dcterms:created>
  <dcterms:modified xsi:type="dcterms:W3CDTF">2020-09-29T17:12:00Z</dcterms:modified>
</cp:coreProperties>
</file>