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CC4" w:rsidRPr="007C46F7" w:rsidRDefault="00D53CC4" w:rsidP="00D53CC4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C4" w:rsidRDefault="00D53CC4" w:rsidP="00D53C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left:0;text-align:left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53CC4" w:rsidRDefault="00D53CC4" w:rsidP="00D53C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53CC4" w:rsidRDefault="00D53CC4" w:rsidP="00D53C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3CC4" w:rsidRDefault="00D53CC4" w:rsidP="00D53C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3CC4" w:rsidRDefault="00D53CC4" w:rsidP="00D53C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3CC4" w:rsidRDefault="00D53CC4" w:rsidP="00D53C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3CC4" w:rsidRDefault="00D53CC4" w:rsidP="00D53C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53CC4" w:rsidRDefault="00D53CC4" w:rsidP="00D53CC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53CC4" w:rsidRDefault="00D53CC4" w:rsidP="00D53C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53CC4" w:rsidRDefault="00D53CC4" w:rsidP="00D53C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53CC4" w:rsidRDefault="00D53CC4" w:rsidP="00D53C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3CC4" w:rsidRDefault="00D53CC4" w:rsidP="00D53C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53CC4" w:rsidRDefault="00D53CC4" w:rsidP="00D53C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3CC4" w:rsidRDefault="00D53CC4" w:rsidP="00D53C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53CC4" w:rsidRDefault="00D53CC4" w:rsidP="00D53CC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53CC4" w:rsidRPr="007C46F7" w:rsidRDefault="00D53CC4" w:rsidP="00D53CC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19</w:t>
      </w:r>
    </w:p>
    <w:p w:rsidR="00D53CC4" w:rsidRDefault="00D53CC4" w:rsidP="00D53CC4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D53CC4" w:rsidRDefault="00D53CC4" w:rsidP="00D53CC4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bookmarkStart w:id="0" w:name="_GoBack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D53CC4" w:rsidRDefault="00D53CC4" w:rsidP="00D53CC4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D53CC4" w:rsidRDefault="00D53CC4" w:rsidP="00D53CC4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D53CC4" w:rsidRDefault="00D53CC4" w:rsidP="00D53CC4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D53CC4" w:rsidRDefault="00D53CC4" w:rsidP="00D53CC4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Алексюк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В.О</w:t>
      </w:r>
    </w:p>
    <w:bookmarkEnd w:id="0"/>
    <w:p w:rsidR="00D53CC4" w:rsidRDefault="00D53CC4" w:rsidP="00D53CC4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D53CC4" w:rsidRDefault="00D53CC4" w:rsidP="00D53CC4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статей 12,122  Земельного кодексу України, Закону України «Про землеустрій», розглянувши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Алексюк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 О,  сільська рада</w:t>
      </w:r>
    </w:p>
    <w:p w:rsidR="00D53CC4" w:rsidRDefault="00D53CC4" w:rsidP="00D53CC4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D53CC4" w:rsidRDefault="00D53CC4" w:rsidP="00D53CC4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Алексюк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Вірі Олександрівні,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6464A4" w:rsidRPr="006464A4">
        <w:rPr>
          <w:rFonts w:ascii="Times New Roman" w:eastAsia="Calibri" w:hAnsi="Times New Roman" w:cs="Times New Roman"/>
          <w:sz w:val="24"/>
          <w:lang w:eastAsia="en-US"/>
        </w:rPr>
        <w:t>________________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по вул.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Г.Охман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54.</w:t>
      </w:r>
    </w:p>
    <w:p w:rsidR="00D53CC4" w:rsidRDefault="00D53CC4" w:rsidP="00D53CC4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Алексюк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В.О.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D53CC4" w:rsidRDefault="00D53CC4" w:rsidP="00D53CC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D53CC4" w:rsidRDefault="00D53CC4" w:rsidP="00D53CC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53CC4" w:rsidRPr="00D53CC4" w:rsidRDefault="00D53CC4" w:rsidP="00D53CC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</w:p>
    <w:p w:rsidR="00E71797" w:rsidRPr="00D53CC4" w:rsidRDefault="00D53CC4" w:rsidP="00D53CC4">
      <w:pPr>
        <w:spacing w:after="0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Валерій  МИХАЛЮК </w:t>
      </w:r>
    </w:p>
    <w:sectPr w:rsidR="00E71797" w:rsidRPr="00D53CC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CC4"/>
    <w:rsid w:val="006464A4"/>
    <w:rsid w:val="00D53CC4"/>
    <w:rsid w:val="00E7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CC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CC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265</Words>
  <Characters>1515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2021-07-26T12:20:00Z</dcterms:created>
  <dcterms:modified xsi:type="dcterms:W3CDTF">2021-07-26T13:25:00Z</dcterms:modified>
</cp:coreProperties>
</file>