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8A2" w:rsidRPr="00BC47A1" w:rsidRDefault="007628A2" w:rsidP="007628A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SimSun" w:hAnsi="SimSu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8A2" w:rsidRDefault="007628A2" w:rsidP="007628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628A2" w:rsidRDefault="007628A2" w:rsidP="007628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628A2" w:rsidRDefault="007628A2" w:rsidP="007628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28A2" w:rsidRDefault="007628A2" w:rsidP="007628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28A2" w:rsidRDefault="007628A2" w:rsidP="007628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28A2" w:rsidRDefault="007628A2" w:rsidP="007628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28A2" w:rsidRDefault="007628A2" w:rsidP="007628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628A2" w:rsidRDefault="007628A2" w:rsidP="007628A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628A2" w:rsidRDefault="007628A2" w:rsidP="007628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628A2" w:rsidRDefault="007628A2" w:rsidP="007628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628A2" w:rsidRDefault="007628A2" w:rsidP="007628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28A2" w:rsidRDefault="007628A2" w:rsidP="007628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628A2" w:rsidRDefault="007628A2" w:rsidP="007628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28A2" w:rsidRDefault="007628A2" w:rsidP="007628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628A2" w:rsidRDefault="007628A2" w:rsidP="007628A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628A2" w:rsidRPr="00A33675" w:rsidRDefault="007628A2" w:rsidP="007628A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 w:rsidRPr="00D30990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30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30990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10</w:t>
      </w:r>
    </w:p>
    <w:p w:rsidR="007628A2" w:rsidRDefault="007628A2" w:rsidP="007628A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628A2" w:rsidRDefault="007628A2" w:rsidP="007628A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дострокове припинення повноважень</w:t>
      </w:r>
    </w:p>
    <w:p w:rsidR="007628A2" w:rsidRDefault="007628A2" w:rsidP="007628A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депутата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сільської ради </w:t>
      </w:r>
    </w:p>
    <w:p w:rsidR="007628A2" w:rsidRPr="008B65C5" w:rsidRDefault="007628A2" w:rsidP="007628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Зубової Жанни Олександрівни</w:t>
      </w:r>
      <w:r w:rsidRPr="008B6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7628A2" w:rsidRPr="00380064" w:rsidRDefault="007628A2" w:rsidP="007628A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05D13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ідповідно до частини 1 статті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05D13">
        <w:rPr>
          <w:rFonts w:ascii="Times New Roman" w:eastAsia="Times New Roman" w:hAnsi="Times New Roman" w:cs="Times New Roman"/>
          <w:sz w:val="24"/>
          <w:szCs w:val="24"/>
          <w:lang w:eastAsia="ru-RU"/>
        </w:rPr>
        <w:t>, частини 1 статті 59Закону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2 частини 2 статті 5 Закону України «Про статус депутатів місцевих рад» та р</w:t>
      </w:r>
      <w:r w:rsidRPr="00105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Зубової Жанни Олександрівни </w:t>
      </w:r>
      <w:r w:rsidRPr="00105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 червня 2021</w:t>
      </w:r>
      <w:r w:rsidRPr="00105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про складення ним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повноважень депутата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</w:t>
      </w:r>
      <w:r w:rsidRPr="00105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сільська рада</w:t>
      </w:r>
      <w:r w:rsidRPr="0079638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7628A2" w:rsidRPr="00F02A17" w:rsidRDefault="007628A2" w:rsidP="007628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7628A2" w:rsidRDefault="007628A2" w:rsidP="007628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Достроково припинити повноваження депутата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VIII скликання Зубової Жанни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14.07.2021 року.</w:t>
      </w:r>
    </w:p>
    <w:p w:rsidR="007628A2" w:rsidRPr="00F02A17" w:rsidRDefault="007628A2" w:rsidP="007628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Секретарю сільської ради Мазур Валентині Михайлівні невідкладно інформувати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сільську територіальну виборчу комісію про дострокове припинення повноважень депутата сільської ради Зубової Жанни Олександрівни.</w:t>
      </w:r>
    </w:p>
    <w:p w:rsidR="007628A2" w:rsidRDefault="007628A2" w:rsidP="007628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анням цього рішення покласти на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сільського голову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Валерія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628A2" w:rsidRDefault="007628A2" w:rsidP="007628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8A2" w:rsidRPr="008B65C5" w:rsidRDefault="007628A2" w:rsidP="007628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8A2" w:rsidRPr="008B65C5" w:rsidRDefault="007628A2" w:rsidP="007628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8A2" w:rsidRDefault="007628A2" w:rsidP="007628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</w:t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Валерій МИХАЛЮК</w:t>
      </w:r>
    </w:p>
    <w:p w:rsidR="00FB2708" w:rsidRDefault="00FB2708">
      <w:bookmarkStart w:id="0" w:name="_GoBack"/>
      <w:bookmarkEnd w:id="0"/>
    </w:p>
    <w:sectPr w:rsidR="00FB270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8A2"/>
    <w:rsid w:val="007628A2"/>
    <w:rsid w:val="00FB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A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628A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628A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628A2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A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628A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628A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628A2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2021-07-07T07:47:00Z</dcterms:created>
  <dcterms:modified xsi:type="dcterms:W3CDTF">2021-07-07T07:47:00Z</dcterms:modified>
</cp:coreProperties>
</file>