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E72" w:rsidRPr="0081108E" w:rsidRDefault="00FC3E72" w:rsidP="00FC3E72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81108E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                               ПРОЕКТ</w:t>
      </w:r>
    </w:p>
    <w:p w:rsidR="00FC3E72" w:rsidRPr="0081108E" w:rsidRDefault="00FC3E72" w:rsidP="00FC3E72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FC3E72" w:rsidRPr="0081108E" w:rsidRDefault="004E15D2" w:rsidP="00FC3E72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noProof/>
        </w:rPr>
        <w:pict>
          <v:group id="Группа 9994" o:spid="_x0000_s1057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">
            <v:shape id="Freeform 3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PAIMUA&#10;AADdAAAADwAAAGRycy9kb3ducmV2LnhtbESPS4vCQBCE74L/YWhhb+tExV0THUVkVzwIi4/cm0zn&#10;gZmekJnV+O8dQfBYVNVX1GLVmVpcqXWVZQWjYQSCOLO64kLB+fT7OQPhPLLG2jIpuJOD1bLfW2Ci&#10;7Y0PdD36QgQIuwQVlN43iZQuK8mgG9qGOHi5bQ36INtC6hZvAW5qOY6iL2mw4rBQYkObkrLL8d8o&#10;sJPtbp8W48Pkh789r/9medrtlfoYdOs5CE+df4df7Z1WEMfxFJ5vwhO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M8Ag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/eaWcgA&#10;AADdAAAADwAAAGRycy9kb3ducmV2LnhtbESPT2sCMRTE74V+h/AKXkSz9bDtbo1ShLV/DoJa6PWx&#10;ed2sbl6WJOrWT98UCj0OM/MbZr4cbCfO5EPrWMH9NANBXDvdcqPgY19NHkGEiKyxc0wKvinAcnF7&#10;M8dSuwtv6byLjUgQDiUqMDH2pZShNmQxTF1PnLwv5y3GJH0jtcdLgttOzrIslxZbTgsGe1oZqo+7&#10;k1VwqDbmc/VwXftxsaXruHp/6d5ypUZ3w/MTiEhD/A//tV+1gqIocvh9k56AXP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n95pZ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NdvcMA&#10;AADdAAAADwAAAGRycy9kb3ducmV2LnhtbESP3YrCMBCF74V9hzDC3sia7gq6rUYRWUW8EX8eYGjG&#10;pthMShNt9+2NIHh5OD8fZ7bobCXu1PjSsYLvYQKCOHe65ELB+bT++gXhA7LGyjEp+CcPi/lHb4aZ&#10;di0f6H4MhYgj7DNUYEKoMyl9bsiiH7qaOHoX11gMUTaF1A22cdxW8idJxtJiyZFgsKaVofx6vNkI&#10;2Y9wv7u0p/Wmwxb/doYHy4NSn/1uOQURqAvv8Ku91QrSNJ3A8018An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WNdv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ccb8MA&#10;AADdAAAADwAAAGRycy9kb3ducmV2LnhtbERPTUsDMRC9F/wPYQRvNmvR6q5Ni9QKIvRgLRRvw2a6&#10;u7iZhGTaXf+9OQg9Pt73YjW6Xp0pps6zgbtpAYq49rbjxsD+6+32CVQSZIu9ZzLwSwlWy6vJAivr&#10;B/6k804alUM4VWigFQmV1qluyWGa+kCcuaOPDiXD2Ggbccjhrtezophrhx3nhhYDrVuqf3YnZ2A7&#10;bMLH4/zhGL7j/UynVyuHtRhzcz2+PIMSGuUi/ne/WwNlWea5+U1+Anr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Uccb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BsVMEA&#10;AADdAAAADwAAAGRycy9kb3ducmV2LnhtbERPy4rCMBTdC/5DuMJsRFMdGLQ2iojK4EZ8fMCluW2K&#10;zU1pou38vRkYmLM7nBcn2/S2Fi9qfeVYwWyagCDOna64VHC/HSYLED4ga6wdk4If8rBZDwcZptp1&#10;fKHXNZQilrBPUYEJoUml9Lkhi37qGuKoFa61GCJtS6lb7GK5reU8Sb6kxYrjgsGGdobyx/Vp48j5&#10;E8+norsdjj12uD8ZHm8vSn2M+u0KRKA+/Jv/0t9awTICft/EJyDX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ewbFT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pvjMUA&#10;AADeAAAADwAAAGRycy9kb3ducmV2LnhtbERP0UoDMRB8L/gPYQXfbM6itVybFqkKIvhgWyh9Wy7b&#10;u8PLJiRr7/x7Uyh0nnaZnZmdxWpwnTpRTK1nAw/jAhRx5W3LtYHd9v1+BioJssXOMxn4owSr5c1o&#10;gaX1PX/TaSO1yiacSjTQiIRS61Q15DCNfSDO3NFHh5LXWGsbsc/mrtOTophqhy3nhAYDrRuqfja/&#10;zsBX/xY+n6dPx3CIjxOdXq3s12LM3e3wMgclNMj1+KL+sPn9IgPOdfIMe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Sm+M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PX/sQA&#10;AADeAAAADwAAAGRycy9kb3ducmV2LnhtbERPTWsCMRC9F/ofwhS8lJpYqZStUVQIChZKtdDrsBl3&#10;l24mS5K66783QqG3ebzPmS8H14ozhdh41jAZKxDEpbcNVxq+jubpFURMyBZbz6ThQhGWi/u7ORbW&#10;9/xJ50OqRA7hWKCGOqWukDKWNTmMY98RZ+7kg8OUYaikDdjncNfKZ6Vm0mHDuaHGjjY1lT+HX6dh&#10;/dFX0/BYrge/P22/X4yx5t1oPXoYVm8gEg3pX/zn3tk8Xyk1gds7+Qa5u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D1/7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EDdsIA&#10;AADeAAAADwAAAGRycy9kb3ducmV2LnhtbERPzWoCMRC+F/oOYQq91aRLFdkaRVoWSvGi9gGGzbhZ&#10;3UyWJK7r25uC4G0+vt9ZrEbXiYFCbD1reJ8oEMS1Ny03Gv721dscREzIBjvPpOFKEVbL56cFlsZf&#10;eEvDLjUih3AsUYNNqS+ljLUlh3Hie+LMHXxwmDIMjTQBLzncdbJQaiYdtpwbLPb0Zak+7c5OQ/Vb&#10;bIbT2YTKr8cPR1N7nH9brV9fxvUniERjeojv7h+T5yulCvh/J98gl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4QN2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3sEsQA&#10;AADeAAAADwAAAGRycy9kb3ducmV2LnhtbERPTWsCMRC9F/ofwhR6kZpYUcrWKFoIChZKtdDrsBl3&#10;l24mS5K66783QqG3ebzPWawG14ozhdh41jAZKxDEpbcNVxq+jubpBURMyBZbz6ThQhFWy/u7BRbW&#10;9/xJ50OqRA7hWKCGOqWukDKWNTmMY98RZ+7kg8OUYaikDdjncNfKZ6Xm0mHDuaHGjt5qKn8Ov07D&#10;5qOvpmFUbga/P22/Z8ZY8260fnwY1q8gEg3pX/zn3tk8Xyk1hds7+Qa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d7BL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Q+mcEA&#10;AADeAAAADwAAAGRycy9kb3ducmV2LnhtbERPzWoCMRC+F3yHMEJvNVGsyGoUURZK6UXbBxg242Z1&#10;M1mSuG7fvikI3ubj+531dnCt6CnExrOG6USBIK68abjW8PNdvi1BxIRssPVMGn4pwnYzelljYfyd&#10;j9SfUi1yCMcCNdiUukLKWFlyGCe+I87c2QeHKcNQSxPwnsNdK2dKLaTDhnODxY72lqrr6eY0lJ+z&#10;r/56M6H0u2Hu6N1elger9et42K1AJBrSU/xwf5g8Xyk1h/938g1y8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tEPpnBAAAA3g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YF6sAA&#10;AADeAAAADwAAAGRycy9kb3ducmV2LnhtbERPzYrCMBC+C/sOYQRvNtG1y1KNIoKLHq37AEMz2xab&#10;SbeJtr69EQRv8/H9zmoz2EbcqPO1Yw2zRIEgLpypudTwe95Pv0H4gGywcUwa7uRhs/4YrTAzrucT&#10;3fJQihjCPkMNVQhtJqUvKrLoE9cSR+7PdRZDhF0pTYd9DLeNnCv1JS3WHBsqbGlXUXHJr1bD4t7/&#10;/OfpRe2Npdnxsz1yKFKtJ+NhuwQRaAhv8ct9MHG+UiqF5zvxBrl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sYF6s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aNMsEA&#10;AADeAAAADwAAAGRycy9kb3ducmV2LnhtbESPzQrCMBCE74LvEFbwpqkeRKtRRFHEk9af89KsbbHZ&#10;lCZqfXsjCN52mZlvZ2eLxpTiSbUrLCsY9CMQxKnVBWcKzqdNbwzCeWSNpWVS8CYHi3m7NcNY2xcf&#10;6Zn4TAQIuxgV5N5XsZQuzcmg69uKOGg3Wxv0Ya0zqWt8Bbgp5TCKRtJgweFCjhWtckrvycMoeIyu&#10;wzPf9vqQrN/byXqzdPKSKdXtNMspCE+N/5t/6Z0O9aOAhO87YQY5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WjTL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WYtMYA&#10;AADeAAAADwAAAGRycy9kb3ducmV2LnhtbERPS08CMRC+m/AfmiHhJi2PrLBSiJCYqAcJr4O3cTvu&#10;Lm6n67bA8u+tiQm3+fI9Z7ZobSXO1PjSsYZBX4EgzpwpOdew3z3fT0D4gGywckwaruRhMe/czTA1&#10;7sIbOm9DLmII+xQ1FCHUqZQ+K8ii77uaOHJfrrEYImxyaRq8xHBbyaFSibRYcmwosKZVQdn39mQ1&#10;HNaTZLpevo6Pb++fOLLm58OUida9bvv0CCJQG27if/eLifOVUg/w9068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DWYt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ObUsYA&#10;AADeAAAADwAAAGRycy9kb3ducmV2LnhtbESPQWsCQQyF7wX/wxChtzqjFpHVUdSiLT1ZFbyGnbi7&#10;uJNZdqa69tc3h0JvCe/lvS/zZedrdaM2VoEtDAcGFHEeXMWFhdNx+zIFFROywzowWXhQhOWi9zTH&#10;zIU7f9HtkAolIRwztFCm1GRax7wkj3EQGmLRLqH1mGRtC+1avEu4r/XImIn2WLE0lNjQpqT8evj2&#10;Fn4mZ9zH99H6bewSPV6nu/C531n73O9WM1CJuvRv/rv+cIJvjBFeeUdm0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ObU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ZXZ8IA&#10;AADeAAAADwAAAGRycy9kb3ducmV2LnhtbERPzWoCMRC+F3yHMEJvNVGsdFejiCh4a936AMNmzC5u&#10;Jusm6tanbwoFb/Px/c5i1btG3KgLtWcN45ECQVx6U7PVcPzevX2ACBHZYOOZNPxQgNVy8LLA3Pg7&#10;H+hWRCtSCIccNVQxtrmUoazIYRj5ljhxJ985jAl2VpoO7yncNXKi1Ew6rDk1VNjSpqLyXFydhouf&#10;vJu+2OLneZt91dZOL4/DVOvXYb+eg4jUx6f43703ab5SKoO/d9IN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Jldn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kOzMYA&#10;AADeAAAADwAAAGRycy9kb3ducmV2LnhtbESPQU8CMRCF7yb+h2ZMvEGLRMSFQoTEhCvowePYDruL&#10;2+m6LbDy65kDibeZzJv33jdf9qFRJ+pSHdnCaGhAEbvoay4tfH68D6agUkb22EQmC3+UYLm4v5tj&#10;4eOZt3Ta5VKJCacCLVQ5t4XWyVUUMA1jSyy3fewCZlm7UvsOz2IeGv1kzEQHrFkSKmxpXZH72R2D&#10;hU39Tc8Tt38N05Xbfl1+8/jl4K19fOjfZqAy9flffPveeKlvzEgABEdm0I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nkOzM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RSgMUA&#10;AADeAAAADwAAAGRycy9kb3ducmV2LnhtbERPXWsCMRB8L/gfwgp9q8n5UNrTKCoUKm0FP9DX5bJe&#10;Di+b4xLP8983hYJvszs7MzvTee9q0VEbKs8aspECQVx4U3Gp4bD/eHkDESKywdozabhTgPls8DTF&#10;3Pgbb6nbxVIkEw45arAxNrmUobDkMIx8Q5y4s28dxjS2pTQt3pK5q+VYqVfpsOKUYLGhlaXisrs6&#10;DR1u7upklz/v6+q7GG+Wxy+T9vp52C8mICL18XH8r/406X2lsgz+6iQMcv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FFKA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sTbcIA&#10;AADeAAAADwAAAGRycy9kb3ducmV2LnhtbERPTUsDMRC9C/6HMAVvNukeiqxNixQqHu3qweO4mW62&#10;bmaWJHZXf70RBG/zeJ+z2c1hUBeKqRe2sFoaUMStuJ47C68vh9s7UCkjOxyEycIXJdhtr682WDuZ&#10;+EiXJneqhHCq0YLPeay1Tq2ngGkpI3HhThID5gJjp13EqYSHQVfGrHXAnkuDx5H2ntqP5jNYmB7b&#10;93N1enP+O45yaJ7lXA1i7c1ifrgHlWnO/+I/95Mr841ZVfD7TrlBb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yxNt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+m4cUA&#10;AADeAAAADwAAAGRycy9kb3ducmV2LnhtbERP22oCMRB9F/oPYYS+aaKCla1RrBcQqRRtfR834+62&#10;yWTZpLr+fVMo9G0O5zrTeeusuFITKs8aBn0Fgjj3puJCw8f7pjcBESKyQeuZNNwpwHz20JliZvyN&#10;D3Q9xkKkEA4ZaihjrDMpQ16Sw9D3NXHiLr5xGBNsCmkavKVwZ+VQqbF0WHFqKLGmZUn51/Hbadi8&#10;rezncH9YnGRcrp/OdrJ7Wb1q/dhtF88gIrXxX/zn3po0X6nBCH7fSTfI2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f6bh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DjAcYA&#10;AADeAAAADwAAAGRycy9kb3ducmV2LnhtbERP22rCQBB9F/yHZYS+lLprq0XSbEQKRQsW6gX6OmbH&#10;JJidDdltTP/eFQq+zeFcJ130thYdtb5yrGEyViCIc2cqLjQc9h9PcxA+IBusHZOGP/KwyIaDFBPj&#10;LrylbhcKEUPYJ6ihDKFJpPR5SRb92DXEkTu51mKIsC2kafESw20tn5V6lRYrjg0lNvReUn7e/VoN&#10;3ffmWKw733ye549+9nJcrb7Mj9YPo375BiJQH+7if/faxPlKTaZweyfeIL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GDjAc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A4h8UA&#10;AADeAAAADwAAAGRycy9kb3ducmV2LnhtbERPTWsCMRC9C/6HMIXe3ESpYrdGUaHQS6HaHupt3Ex3&#10;FzeTNUl19debgtDbPN7nzBadbcSJfKgdaxhmCgRx4UzNpYavz9fBFESIyAYbx6ThQgEW835vhrlx&#10;Z97QaRtLkUI45KihirHNpQxFRRZD5lrixP04bzEm6EtpPJ5TuG3kSKmJtFhzaqiwpXVFxWH7azWs&#10;nqer48cTv183+x3tvveH8cgrrR8fuuULiEhd/Bff3W8mzVdqOIa/d9INcn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QDiHxQAAAN4AAAAPAAAAAAAAAAAAAAAAAJgCAABkcnMv&#10;ZG93bnJldi54bWxQSwUGAAAAAAQABAD1AAAAigMAAAAA&#10;" fillcolor="black" stroked="f"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Go8MUA&#10;AADeAAAADwAAAGRycy9kb3ducmV2LnhtbERPTWsCMRC9F/ofwhR6q4mCi6xG0VahUHvQevA4bsbd&#10;sJvJsom67a9vCkJv83ifM1v0rhFX6oL1rGE4UCCIC28slxoOX5uXCYgQkQ02nknDNwVYzB8fZpgb&#10;f+MdXfexFCmEQ44aqhjbXMpQVOQwDHxLnLiz7xzGBLtSmg5vKdw1cqRUJh1aTg0VtvRaUVHvL07D&#10;8SOzk52l0Wn7s1qb7bhefb7VWj8/9cspiEh9/Bff3e8mzVdqmMHfO+kG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UajwxQAAAN4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9gWcMA&#10;AADeAAAADwAAAGRycy9kb3ducmV2LnhtbERPTWsCMRC9F/ofwhR6q4keqmyNIhbRSw+1itdhM92s&#10;u5lsk6irv94UCr3N433OdN67VpwpxNqzhuFAgSAuvam50rD7Wr1MQMSEbLD1TBquFGE+e3yYYmH8&#10;hT/pvE2VyCEcC9RgU+oKKWNpyWEc+I44c98+OEwZhkqagJcc7lo5UupVOqw5N1jsaGmpbLYnpyEs&#10;Du/NjU/7Rt0+rnF97H8maLV+fuoXbyAS9elf/OfemDxfqeEYft/JN8jZ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k9gWcMAAADe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FCYMcA&#10;AADeAAAADwAAAGRycy9kb3ducmV2LnhtbESP3UoDQQyF74W+w5CCN2Jn2gt/1k5LKQiCRWjtA8Sd&#10;uLs4k1l2Yrv16c2F4F3COTnny3I9pmhONJQus4f5zIEhrnPouPFwfH++fQBTBDlgzEweLlRgvZpc&#10;LbEK+cx7Oh2kMRrCpUIPrUhfWVvqlhKWWe6JVfvMQ0LRdWhsGPCs4SnahXN3NmHH2tBiT9uW6q/D&#10;d/IQFx/x8fW+7ORytDv3k2R/8xa8v56OmycwQqP8m/+uX4LiOzdXXn1HZ7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ihQmDHAAAA3gAAAA8AAAAAAAAAAAAAAAAAmAIAAGRy&#10;cy9kb3ducmV2LnhtbFBLBQYAAAAABAAEAPUAAACM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2mocQA&#10;AADeAAAADwAAAGRycy9kb3ducmV2LnhtbERPTWsCMRC9F/ofwhR6q4keSrsaxVaEvfTgVvE6bsbN&#10;YjJZNqlu++tNQfA2j/c5s8XgnThTH9vAGsYjBYK4DqblRsP2e/3yBiImZIMuMGn4pQiL+ePDDAsT&#10;Lryhc5UakUM4FqjBptQVUsbaksc4Ch1x5o6h95gy7BtperzkcO/kRKlX6bHl3GCxo09L9an68RpW&#10;Vecm29J+xP3u63Bw5d+a9iutn5+G5RREoiHdxTd3afJ8pcbv8P9OvkHO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9pqHEAAAA3g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53t8QA&#10;AADeAAAADwAAAGRycy9kb3ducmV2LnhtbESPQW/CMAyF75P4D5GRuI0EDjB1BDQhkJA4jcFhNyvx&#10;2m6NUzWBln+PD5O42fLze+9bbYbQqBt1qY5sYTY1oIhd9DWXFs5f+9c3UCkje2wik4U7JdisRy8r&#10;LHzs+ZNup1wqMeFUoIUq57bQOrmKAqZpbInl9hO7gFnWrtS+w17MQ6Pnxix0wJolocKWthW5v9M1&#10;WPjd62N0Bt3lfOkPfvm9W1BjrJ2Mh493UJmG/BT/fx+81DdmLgCCIzPo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ud7f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ohS8QA&#10;AADeAAAADwAAAGRycy9kb3ducmV2LnhtbERP32vCMBB+H+x/CDfY20ysINKZFjcYDIcPUxEfb83Z&#10;ljaXkkSt/70ZDPZ2H9/PW5aj7cWFfGgda5hOFAjiypmWaw373cfLAkSIyAZ7x6ThRgHK4vFhiblx&#10;V/6myzbWIoVwyFFDE+OQSxmqhiyGiRuIE3dy3mJM0NfSeLymcNvLTKm5tNhyamhwoPeGqm57thqO&#10;5y8+bWbrlX+LBzfuQpf9LDqtn5/G1SuISGP8F/+5P02ar1Q2hd930g2yu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KIUvEAAAA3g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VqTsUA&#10;AADeAAAADwAAAGRycy9kb3ducmV2LnhtbERPS2sCMRC+F/wPYYTeatKlLXZrFBWEXgr1cdDbuJnu&#10;Lm4ma5Lq6q9vCoK3+fieM5p0thEn8qF2rOF5oEAQF87UXGrYrBdPQxAhIhtsHJOGCwWYjHsPI8yN&#10;O/OSTqtYihTCIUcNVYxtLmUoKrIYBq4lTtyP8xZjgr6UxuM5hdtGZkq9SYs1p4YKW5pXVBxWv1bD&#10;7H04O36/8Nd1ud/Rbrs/vGZeaf3Y76YfICJ18S6+uT9Nmq9UlsH/O+kGO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xWpOxQAAAN4AAAAPAAAAAAAAAAAAAAAAAJgCAABkcnMv&#10;ZG93bnJldi54bWxQSwUGAAAAAAQABAD1AAAAigMAAAAA&#10;" fillcolor="black" stroked="f"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/Ef8MA&#10;AADeAAAADwAAAGRycy9kb3ducmV2LnhtbERPTUsDMRC9C/0PYQrebGILImvTshRE8bStLb1ON+Nm&#10;cTNZkpiu/94Igrd5vM9Zbyc3iEwh9p413C8UCOLWm547Dcf357tHEDEhGxw8k4ZvirDdzG7WWBl/&#10;5T3lQ+pECeFYoQab0lhJGVtLDuPCj8SF+/DBYSowdNIEvJZwN8ilUg/SYc+lweJIO0vt5+HLaciX&#10;XVOv8jnb/Vuou+Cbl9Ol0fp2PtVPIBJN6V/85341Zb5SyxX8vlNukJ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z/Ef8MAAADe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oYAsUA&#10;AADeAAAADwAAAGRycy9kb3ducmV2LnhtbERPTWsCMRC9F/ofwgi91UQpoqtRRNqiXtquhXocNtPN&#10;0s1k2cR19dc3QqG3ebzPWax6V4uO2lB51jAaKhDEhTcVlxo+Dy+PUxAhIhusPZOGCwVYLe/vFpgZ&#10;f+YP6vJYihTCIUMNNsYmkzIUlhyGoW+IE/ftW4cxwbaUpsVzCne1HCs1kQ4rTg0WG9pYKn7yk9MQ&#10;Rpvnr727zrrjq+W3fGcn76XV+mHQr+cgIvXxX/zn3po0X6nxE9zeST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ehgCxQAAAN4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FC3E72" w:rsidRPr="0081108E" w:rsidRDefault="00FC3E72" w:rsidP="00FC3E7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FC3E72" w:rsidRPr="0081108E" w:rsidRDefault="00FC3E72" w:rsidP="00FC3E7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FC3E72" w:rsidRPr="0081108E" w:rsidRDefault="00FC3E72" w:rsidP="00FC3E7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FC3E72" w:rsidRPr="0081108E" w:rsidRDefault="00FC3E72" w:rsidP="00FC3E7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FC3E72" w:rsidRPr="0081108E" w:rsidRDefault="00FC3E72" w:rsidP="00FC3E72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16"/>
          <w:szCs w:val="16"/>
          <w:lang w:eastAsia="uk-UA"/>
        </w:rPr>
      </w:pPr>
    </w:p>
    <w:p w:rsidR="00FC3E72" w:rsidRPr="0081108E" w:rsidRDefault="00FC3E72" w:rsidP="00FC3E72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FC3E72" w:rsidRPr="0081108E" w:rsidRDefault="00FC3E72" w:rsidP="00FC3E72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FC3E72" w:rsidRPr="0081108E" w:rsidRDefault="00FC3E72" w:rsidP="00FC3E72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FC3E72" w:rsidRPr="0081108E" w:rsidRDefault="00FC3E72" w:rsidP="00FC3E72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FC3E72" w:rsidRPr="0081108E" w:rsidRDefault="00FC3E72" w:rsidP="00FC3E7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4E15D2">
        <w:rPr>
          <w:noProof/>
        </w:rPr>
        <w:pict>
          <v:group id="Группа 10025" o:spid="_x0000_s1026" style="position:absolute;margin-left:219.6pt;margin-top:717.85pt;width:42.8pt;height:57.85pt;z-index:251659264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">
            <v:shape id="Freeform 34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kNm8MA&#10;AADeAAAADwAAAGRycy9kb3ducmV2LnhtbERP32vCMBB+H/g/hBN8m4ktOKlGEdmGD8LQzfejOdNi&#10;cylNZut/b4TB3u7j+3mrzeAacaMu1J41zKYKBHHpTc1Ww8/3x+sCRIjIBhvPpOFOATbr0csKC+N7&#10;PtLtFK1IIRwK1FDF2BZShrIih2HqW+LEXXznMCbYWWk67FO4a2Sm1Fw6rDk1VNjSrqLyevp1Gnz+&#10;uT+cbXbM3/kt8vZrcTkPB60n42G7BBFpiP/iP/fepPlKZXN4vpNuk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wkNm8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Eao8YA&#10;AADeAAAADwAAAGRycy9kb3ducmV2LnhtbERPTWsCMRC9F/ofwhR6EU3qQevWKEXY1vYgaAWvw2a6&#10;2XYzWZJUV399Uyh4m8f7nPmyd604UoiNZw0PIwWCuPKm4VrD/qMcPoKICdlg65k0nCnCcnF7M8fC&#10;+BNv6bhLtcghHAvUYFPqCiljZclhHPmOOHOfPjhMGYZamoCnHO5aOVZqIh02nBssdrSyVH3vfpyG&#10;r3JjD6vp5SUMZlu6DMr31/ZtovX9Xf/8BCJRn67if/fa5PlKjafw906+QS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oEao8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0q0MQA&#10;AADeAAAADwAAAGRycy9kb3ducmV2LnhtbESPzWoCMRDH70LfIYzQi9SkClK2RpFSpXgRtQ8wbMbN&#10;4maybKK7ffvOQfA2w/w/frNcD6FRd+pSHdnC+9SAIi6jq7my8Hvevn2AShnZYROZLPxRgvXqZbTE&#10;wsWej3Q/5UpJCKcCLfic20LrVHoKmKaxJZbbJXYBs6xdpV2HvYSHRs+MWeiANUuDx5a+PJXX0y1I&#10;yWGOh/2lP293A/b4vfc82RytfR0Pm09QmYb8FD/cP07wjZkJr7wjM+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NKtD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WaccQA&#10;AADeAAAADwAAAGRycy9kb3ducmV2LnhtbERPTUsDMRC9C/6HMII3m7ho1bVpkaogQg/WQvE2bKa7&#10;i5tJSMbu+u+NIHibx/ucxWrygzpSyn1gC5czA4q4Ca7n1sLu/fniFlQWZIdDYLLwTRlWy9OTBdYu&#10;jPxGx620qoRwrtFCJxJrrXPTkcc8C5G4cIeQPEqBqdUu4VjC/aArY+baY8+locNI646az+2Xt7AZ&#10;n+Lrzfz6ED/SVaXzo5P9Wqw9P5se7kEJTfIv/nO/uDLfmOoOft8pN+jl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FmnH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KwC8UA&#10;AADeAAAADwAAAGRycy9kb3ducmV2LnhtbESP3WoCMRCF74W+QxihN1KTViiyNYqUKsUb8ecBhs24&#10;WdxMlk1017d3Lgq9m2HOOd+cxWoIjbpTl+rIFt6nBhRxGV3NlYXzafM2B5UyssMmMll4UILV8mW0&#10;wMLFng90P+ZKSQinAi34nNtC61R6CpimsSWW2yV2AbOsXaVdh72Eh0Z/GPOpA9YsBI8tfXsqr8db&#10;EMh+hvvdpT9ttgP2+LPzPFkfrH0dD+svUJmG/C/+c/86ed+YmRSQOjKDXj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orAL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oAqsQA&#10;AADeAAAADwAAAGRycy9kb3ducmV2LnhtbERPTUsDMRC9C/6HMIK3NmnVKmvTUloFETxYBfE2bKa7&#10;i5tJSMbu+u+NUPA2j/c5y/Xoe3WklLvAFmZTA4q4Dq7jxsL72+PkDlQWZId9YLLwQxnWq/OzJVYu&#10;DPxKx700qoRwrtBCKxIrrXPdksc8DZG4cIeQPEqBqdEu4VDCfa/nxiy0x45LQ4uRti3VX/tvb+Fl&#10;eIjPt4ubQ/xM13Odd04+tmLt5cW4uQclNMq/+OR+cmW+MVcz+Hun3K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qAKr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2DNMQA&#10;AADeAAAADwAAAGRycy9kb3ducmV2LnhtbERPTWsCMRC9F/ofwhS8FE2qtMhqlFoIFlqQquB12Iy7&#10;SzeTJYnu+u+bQqG3ebzPWa4H14orhdh41vA0USCIS28brjQcD2Y8BxETssXWM2m4UYT16v5uiYX1&#10;PX/RdZ8qkUM4FqihTqkrpIxlTQ7jxHfEmTv74DBlGCppA/Y53LVyqtSLdNhwbqixo7eayu/9xWnY&#10;7PpqFh7LzeA/ztvTszHWfBqtRw/D6wJEoiH9i//c7zbPV2o2hd938g1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29gzT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FsUMIA&#10;AADeAAAADwAAAGRycy9kb3ducmV2LnhtbERPzWoCMRC+F/oOYQreaqK2RbZGkZYFKV6qfYBhM92s&#10;biZLEtf17Y0geJuP73cWq8G1oqcQG88aJmMFgrjypuFaw9++fJ2DiAnZYOuZNFwowmr5/LTAwvgz&#10;/1K/S7XIIRwL1GBT6gopY2XJYRz7jjhz/z44TBmGWpqA5xzuWjlV6kM6bDg3WOzoy1J13J2chvJn&#10;uu2PJxNKvx7eHL3bw/zbaj16GdafIBIN6SG+uzcmz1dqNoPbO/kGub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wWxQ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i+28UA&#10;AADeAAAADwAAAGRycy9kb3ducmV2LnhtbERP20oDMRB9F/yHMEJfpE1stZS1abFCsGBBegFfh810&#10;d3EzWZLYXf/eFATf5nCus1wPrhUXCrHxrOFhokAQl942XGk4Hc14ASImZIutZ9LwQxHWq9ubJRbW&#10;97ynyyFVIodwLFBDnVJXSBnLmhzGie+IM3f2wWHKMFTSBuxzuGvlVKm5dNhwbqixo9eayq/Dt9Ow&#10;+eirWbgvN4N/P799Phljzc5oPbobXp5BJBrSv/jPvbV5vlKzR7i+k2+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GL7b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RRv8IA&#10;AADeAAAADwAAAGRycy9kb3ducmV2LnhtbERP22oCMRB9L/QfwhR8q4m3IlujSMuCFF+q/YBhM92s&#10;biZLEtf17xtB6NscznVWm8G1oqcQG88aJmMFgrjypuFaw8+xfF2CiAnZYOuZNNwowmb9/LTCwvgr&#10;f1N/SLXIIRwL1GBT6gopY2XJYRz7jjhzvz44TBmGWpqA1xzuWjlV6k06bDg3WOzow1J1PlychvJr&#10;uu/PFxNKvx3mjhb2tPy0Wo9ehu07iERD+hc/3DuT5ys1W8D9nXyD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FG/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hRIMEA&#10;AADeAAAADwAAAGRycy9kb3ducmV2LnhtbERP22rCQBB9L/gPywh9q7s2VSR1FSko5rHRDxiy0ySY&#10;nY3ZNZe/7wqFvs3hXGe7H20jeup87VjDcqFAEBfO1FxquF6ObxsQPiAbbByThok87Hezly2mxg38&#10;TX0eShFD2KeooQqhTaX0RUUW/cK1xJH7cZ3FEGFXStPhEMNtI9+VWkuLNceGClv6qqi45Q+r4WMa&#10;Tvd8dVNHY2mZJW3GoVhp/TofD58gAo3hX/znPps4X6lkDc934g1y9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4USD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biFMIA&#10;AADeAAAADwAAAGRycy9kb3ducmV2LnhtbERPS4vCMBC+C/sfwix402Rd8FGNIivK4knr4zw0Y1u2&#10;mZQmav33G0HwNh/fc2aL1lbiRo0vHWv46isQxJkzJecajod1bwzCB2SDlWPS8CAPi/lHZ4aJcXfe&#10;0y0NuYgh7BPUUIRQJ1L6rCCLvu9q4shdXGMxRNjk0jR4j+G2kgOlhtJiybGhwJp+Csr+0qvVcB2e&#10;B0e+bM0uXT02k9V66eUp17r72S6nIAK14S1+uX9NnK/U9wie78Qb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NuIU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bGe8kA&#10;AADeAAAADwAAAGRycy9kb3ducmV2LnhtbESPT0/DMAzF70h8h8hI3FgCm6qtWzbBJCTGgYn9Oexm&#10;GtMWGqdrwla+/XxA4mbrPb/382zR+0adqIt1YAv3AwOKuAiu5tLCbvt8NwYVE7LDJjBZ+KUIi/n1&#10;1QxzF878TqdNKpWEcMzRQpVSm2sdi4o8xkFoiUX7DJ3HJGtXatfhWcJ9ox+MybTHmqWhwpaWFRXf&#10;mx9vYb8eZ5P102r09fr2gUPvjgdXZ9be3vSPU1CJ+vRv/rt+cYJvzFB45R2ZQc8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q8bGe8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P0dMMA&#10;AADeAAAADwAAAGRycy9kb3ducmV2LnhtbERPS2sCMRC+F/wPYQRvNfGB6GoUbdEWT1YFr8Nm3F3c&#10;TJZN1LW/3giF3ubje85s0dhS3Kj2hWMNva4CQZw6U3Cm4XhYv49B+IBssHRMGh7kYTFvvc0wMe7O&#10;P3Tbh0zEEPYJashDqBIpfZqTRd91FXHkzq62GCKsM2lqvMdwW8q+UiNpseDYkGNFHzmll/3Vavgd&#10;nXDnv/qrz4EJ9BiON26722jdaTfLKYhATfgX/7m/TZyv1GACr3fiD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HP0dM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ZHOsYA&#10;AADeAAAADwAAAGRycy9kb3ducmV2LnhtbESPQW/CMAyF75P2HyJP2m0kQ2ViHQFNE5O4AWU/wGq8&#10;tKJxSpNB2a+fD0i72fLze+9brMbQqTMNqY1s4XliQBHX0bXsLXwdPp/moFJGdthFJgtXSrBa3t8t&#10;sHTxwns6V9krMeFUooUm577UOtUNBUyT2BPL7TsOAbOsg9duwIuYh05PjXnRAVuWhAZ7+mioPlY/&#10;wcIpTmdurNa4Pa5fd633xel3X1j7+DC+v4HKNOZ/8e1746S+MYUACI7Mo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3ZHOs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aESsMA&#10;AADeAAAADwAAAGRycy9kb3ducmV2LnhtbERPyW7CMBC9I/EP1iD1BjZLWVIMgkqVuEJ74DjYQ5IS&#10;j0PsQujX15Uq9TZPb53lunWVuFETSs8ahgMFgth4W3Ku4eP9rT8HESKyxcozaXhQgPWq21liZv2d&#10;93Q7xFykEA4ZaihirDMpgynIYRj4mjhxZ984jAk2ubQN3lO4q+RIqal0WHJqKLCm14LM5fDlNOzK&#10;Ez1PzXnh5luzP35f43j2abV+6rWbFxCR2vgv/nPvbJqv1GQIv++kG+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oaES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Xj6sUA&#10;AADeAAAADwAAAGRycy9kb3ducmV2LnhtbERP0WoCMRB8F/oPYYW+aeJRSnsaRQuFllqhKvq6XNbL&#10;4WVzXNLz/HtTKPg2u7MzszNb9K4WHbWh8qxhMlYgiAtvKi417HfvoxcQISIbrD2ThisFWMwfBjPM&#10;jb/wD3XbWIpkwiFHDTbGJpcyFJYchrFviBN38q3DmMa2lKbFSzJ3tcyUepYOK04JFht6s1Sct79O&#10;Q4ebqzra1ffrZ7Uuss3q8GXSXj8O++UURKQ+3o//1R8mva/UUwZ/dRIG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dePq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SZ68IA&#10;AADeAAAADwAAAGRycy9kb3ducmV2LnhtbERPTUsDMRC9C/6HMII3m7iKyNq0FKHiUdcePI6b6Wbb&#10;zcySxO7qrzeC4G0e73OW6zkM6kQx9cIWrhcGFHErrufOwu5te3UPKmVkh4MwWfiiBOvV+dkSaycT&#10;v9KpyZ0qIZxqtOBzHmutU+spYFrISFy4vcSAucDYaRdxKuFh0JUxdzpgz6XB40iPntpj8xksTE/t&#10;x6Havzv/HUfZNi9yqAax9vJi3jyAyjTnf/Gf+9mV+cbc3sDvO+UGv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NJnr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URiMQA&#10;AADeAAAADwAAAGRycy9kb3ducmV2LnhtbERPTWsCMRC9C/6HMII3TSpSZWsUqxWKKEXb3qeb6e5q&#10;Mlk2Udd/3xQKvc3jfc5s0TorrtSEyrOGh6ECQZx7U3Gh4eN9M5iCCBHZoPVMGu4UYDHvdmaYGX/j&#10;A12PsRAphEOGGsoY60zKkJfkMAx9TZy4b984jAk2hTQN3lK4s3Kk1KN0WHFqKLGmVUn5+XhxGjZv&#10;a3sa7Q/LTxlXL5MvO90+r3da93vt8glEpDb+i//crybNV2o8ht930g1y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lEYj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9ph8UA&#10;AADeAAAADwAAAGRycy9kb3ducmV2LnhtbERP22rCQBB9F/yHZYS+SN2trUXSbEQKokIL3qCvY3ZM&#10;gtnZkN3G9O/dQqFvczjXSRe9rUVHra8ca3iaKBDEuTMVFxpOx9XjHIQPyAZrx6ThhzwssuEgxcS4&#10;G++pO4RCxBD2CWooQ2gSKX1ekkU/cQ1x5C6utRgibAtpWrzFcFvLqVKv0mLFsaHEht5Lyq+Hb6uh&#10;232ci03nm+11Pvaz5/N6/Wm+tH4Y9cs3EIH68C/+c29MnK/Uywx+34k3yO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n2mH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GJ7cUA&#10;AADeAAAADwAAAGRycy9kb3ducmV2LnhtbERPS2sCMRC+C/0PYQreNKlYsVujVEHwIvjood7GzXR3&#10;cTPZJlG3/fWmIHibj+85k1lra3EhHyrHGl76CgRx7kzFhYbP/bI3BhEissHaMWn4pQCz6VNngplx&#10;V97SZRcLkUI4ZKihjLHJpAx5SRZD3zXEift23mJM0BfSeLymcFvLgVIjabHi1FBiQ4uS8tPubDXM&#10;38bzn82Q13/b44EOX8fT68ArrbvP7cc7iEhtfIjv7pVJ85UajuD/nXSD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IYntxQAAAN4AAAAPAAAAAAAAAAAAAAAAAJgCAABkcnMv&#10;ZG93bnJldi54bWxQSwUGAAAAAAQABAD1AAAAigMAAAAA&#10;" fillcolor="black" stroked="f"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4idsYA&#10;AADeAAAADwAAAGRycy9kb3ducmV2LnhtbERPS2sCMRC+F/wPYQRvNVGsytYo2gcUqgdtDz2Om3E3&#10;7GaybFLd+utNodDbfHzPWaw6V4sztcF61jAaKhDEuTeWCw2fH6/3cxAhIhusPZOGHwqwWvbuFpgZ&#10;f+E9nQ+xECmEQ4YayhibTMqQl+QwDH1DnLiTbx3GBNtCmhYvKdzVcqzUVDq0nBpKbOippLw6fDsN&#10;X+9TO99bGh+3182L2T5Um91zpfWg360fQUTq4r/4z/1m0nylJjP4fSfd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64idsYAAADeAAAADwAAAAAAAAAAAAAAAACYAgAAZHJz&#10;L2Rvd25yZXYueG1sUEsFBgAAAAAEAAQA9QAAAIs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PbNsYA&#10;AADeAAAADwAAAGRycy9kb3ducmV2LnhtbESPQUsDMRCF74L/IYzQm00UkbI2LUURvfRgbel12Iyb&#10;dTeTNUnbbX+9cxC8zfDevPfNfDmGXh0p5TayhbupAUVcR9dyY2H7+Xo7A5ULssM+Mlk4U4bl4vpq&#10;jpWLJ/6g46Y0SkI4V2jBlzJUWufaU8A8jQOxaF8xBSyypka7hCcJD72+N+ZRB2xZGjwO9Oyp7jaH&#10;YCGt9i/dhQ+7zlzW5/z2Pf7M0Fs7uRlXT6AKjeXf/Hf97gTfmAfhlXdkBr3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GPbNsYAAADe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7I5sQA&#10;AADeAAAADwAAAGRycy9kb3ducmV2LnhtbERP22oCMRB9L/QfwhT6UjSpiNatUUqhUFAErR8wbqa7&#10;S5PJspnq6tebQsG3OZzrzJd98OpIXWoiW3geGlDEZXQNVxb2Xx+DF1BJkB36yGThTAmWi/u7ORYu&#10;nnhLx51UKodwKtBCLdIWWqeypoBpGFvizH3HLqBk2FXadXjK4cHrkTETHbDh3FBjS+81lT+732DB&#10;jw5+tpqmtZz3em0uQbZPG2ft40P/9gpKqJeb+N/96fJ8Y8Yz+Hsn36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eyObEAAAA3g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22/MYA&#10;AADeAAAADwAAAGRycy9kb3ducmV2LnhtbESPQUsDMRCF74L/IYzgzSYWFFmblmop7MWDa0uv0824&#10;WZpMlk1sV3+9cxC8zTBv3nvfYjXFoM405j6xhfuZAUXcJtdzZ2H3sb17ApULssOQmCx8U4bV8vpq&#10;gZVLF36nc1M6JSacK7TgSxkqrXPrKWKepYFYbp9pjFhkHTvtRryIeQx6bsyjjtizJHgc6NVTe2q+&#10;ooVNM4T5rvYv+bB/Ox5D/bOlw8ba25tp/Qyq0FT+xX/ftZP6xjwIgODIDHr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222/MYAAADe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ShUcEA&#10;AADeAAAADwAAAGRycy9kb3ducmV2LnhtbERPS4vCMBC+C/sfwizsTROFValGWRYFwZOvg7chGdtq&#10;MylN1nb/vREEb/PxPWe+7Fwl7tSE0rOG4UCBIDbelpxrOB7W/SmIEJEtVp5Jwz8FWC4+enPMrG95&#10;R/d9zEUK4ZChhiLGOpMymIIchoGviRN38Y3DmGCTS9tgm8JdJUdKjaXDklNDgTX9FmRu+z+n4bqW&#10;W28UmtPx1G7s5LwaU6W0/vrsfmYgInXxLX65NzbNV+p7CM930g1y8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kkoVHBAAAA3g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7MQcQA&#10;AADeAAAADwAAAGRycy9kb3ducmV2LnhtbERPS2sCMRC+C/0PYQreNHGlIqtRbKFQWnrwgXgcN+Pu&#10;spvJkkTd/vumUPA2H99zluvetuJGPtSONUzGCgRx4UzNpYbD/n00BxEissHWMWn4oQDr1dNgiblx&#10;d97SbRdLkUI45KihirHLpQxFRRbD2HXEibs4bzEm6EtpPN5TuG1lptRMWqw5NVTY0VtFRbO7Wg2n&#10;6xdfvqefG/8aj67fhyY7zxuth8/9ZgEiUh8f4n/3h0nzlXrJ4O+ddIN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ezEHEAAAA3g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+8qMUA&#10;AADeAAAADwAAAGRycy9kb3ducmV2LnhtbERPTWsCMRC9C/0PYYTeNNHWYrdGqQWhF0FtD/U2bqa7&#10;i5vJNom6+uuNIPQ2j/c5k1lra3EkHyrHGgZ9BYI4d6biQsP316I3BhEissHaMWk4U4DZ9KEzwcy4&#10;E6/puImFSCEcMtRQxthkUoa8JIuh7xrixP06bzEm6AtpPJ5SuK3lUKkXabHi1FBiQx8l5fvNwWqY&#10;v47nf6tnXl7Wuy1tf3b70dArrR+77fsbiEht/Bff3Z8mzVdq9AS3d9INcn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j7yoxQAAAN4AAAAPAAAAAAAAAAAAAAAAAJgCAABkcnMv&#10;ZG93bnJldi54bWxQSwUGAAAAAAQABAD1AAAAigMAAAAA&#10;" fillcolor="black" stroked="f"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AvdsMA&#10;AADeAAAADwAAAGRycy9kb3ducmV2LnhtbERPS0sDMRC+C/0PYQrebGJ9IGvTshSK4mlbFa/TzbhZ&#10;3EyWJKbrvzeC0Nt8fM9ZbSY3iEwh9p41XC8UCOLWm547DW+vu6sHEDEhGxw8k4YfirBZzy5WWBl/&#10;4j3lQ+pECeFYoQab0lhJGVtLDuPCj8SF+/TBYSowdNIEPJVwN8ilUvfSYc+lweJIW0vt1+HbacjH&#10;bVPf5I9s9y+h7oJvnt6PjdaX86l+BJFoSmfxv/vZlPlK3d3C3zvlBr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NAvdsMAAADe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DO5MUA&#10;AADeAAAADwAAAGRycy9kb3ducmV2LnhtbERPTWsCMRC9F/ofwgi91cSCoqtRRNqiXtquhXocNtPN&#10;0s1k2cR19dc3QqG3ebzPWax6V4uO2lB51jAaKhDEhTcVlxo+Dy+PUxAhIhusPZOGCwVYLe/vFpgZ&#10;f+YP6vJYihTCIUMNNsYmkzIUlhyGoW+IE/ftW4cxwbaUpsVzCne1fFJqIh1WnBosNrSxVPzkJ6ch&#10;jDbPX3t3nXXHV8tv+c5O3kur9cOgX89BROrjv/jPvTVpvlLjMdzeST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MM7kxQAAAN4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FC3E72" w:rsidRDefault="00FC3E72" w:rsidP="00FC3E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FC3E72" w:rsidRPr="0081108E" w:rsidRDefault="00FC3E72" w:rsidP="00FC3E72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  <w:r w:rsidRPr="0081108E">
        <w:rPr>
          <w:rFonts w:ascii="Times New Roman" w:eastAsia="Calibri" w:hAnsi="Times New Roman" w:cs="Times New Roman"/>
          <w:b/>
          <w:lang w:val="uk-UA"/>
        </w:rPr>
        <w:t>РІШЕННЯ</w:t>
      </w:r>
    </w:p>
    <w:p w:rsidR="00FC3E72" w:rsidRPr="0081108E" w:rsidRDefault="00FC3E72" w:rsidP="00FC3E72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</w:p>
    <w:p w:rsidR="00FC3E72" w:rsidRPr="0081108E" w:rsidRDefault="00FC3E72" w:rsidP="00FC3E72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  <w:proofErr w:type="gramStart"/>
      <w:r>
        <w:rPr>
          <w:rFonts w:ascii="Times New Roman" w:eastAsia="Calibri" w:hAnsi="Times New Roman" w:cs="Times New Roman"/>
          <w:lang w:val="en-US"/>
        </w:rPr>
        <w:t>I</w:t>
      </w:r>
      <w:r w:rsidRPr="0081108E">
        <w:rPr>
          <w:rFonts w:ascii="Times New Roman" w:eastAsia="Calibri" w:hAnsi="Times New Roman" w:cs="Times New Roman"/>
          <w:lang w:val="en-US"/>
        </w:rPr>
        <w:t>V</w:t>
      </w:r>
      <w:r w:rsidRPr="0081108E">
        <w:rPr>
          <w:rFonts w:ascii="Times New Roman" w:eastAsia="Calibri" w:hAnsi="Times New Roman" w:cs="Times New Roman"/>
          <w:color w:val="FF0000"/>
          <w:lang w:val="uk-UA"/>
        </w:rPr>
        <w:t xml:space="preserve">  </w:t>
      </w:r>
      <w:r w:rsidRPr="0081108E">
        <w:rPr>
          <w:rFonts w:ascii="Times New Roman" w:eastAsia="Calibri" w:hAnsi="Times New Roman" w:cs="Times New Roman"/>
          <w:lang w:val="uk-UA"/>
        </w:rPr>
        <w:t>сесії</w:t>
      </w:r>
      <w:proofErr w:type="gramEnd"/>
      <w:r w:rsidRPr="0081108E">
        <w:rPr>
          <w:rFonts w:ascii="Times New Roman" w:eastAsia="Calibri" w:hAnsi="Times New Roman" w:cs="Times New Roman"/>
          <w:lang w:val="uk-UA"/>
        </w:rPr>
        <w:t xml:space="preserve"> сільської ради  </w:t>
      </w:r>
      <w:r w:rsidRPr="0081108E">
        <w:rPr>
          <w:rFonts w:ascii="Times New Roman" w:eastAsia="Calibri" w:hAnsi="Times New Roman" w:cs="Times New Roman"/>
          <w:lang w:val="en-US"/>
        </w:rPr>
        <w:t>VIII</w:t>
      </w:r>
      <w:r w:rsidRPr="0081108E">
        <w:rPr>
          <w:rFonts w:ascii="Times New Roman" w:eastAsia="Calibri" w:hAnsi="Times New Roman" w:cs="Times New Roman"/>
          <w:lang w:val="uk-UA"/>
        </w:rPr>
        <w:t xml:space="preserve"> скликання</w:t>
      </w:r>
    </w:p>
    <w:p w:rsidR="00FC3E72" w:rsidRPr="0081108E" w:rsidRDefault="00FC3E72" w:rsidP="00FC3E72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</w:p>
    <w:p w:rsidR="00FC3E72" w:rsidRPr="0081108E" w:rsidRDefault="00FC3E72" w:rsidP="00FC3E72">
      <w:pPr>
        <w:spacing w:after="0" w:line="240" w:lineRule="auto"/>
        <w:rPr>
          <w:rFonts w:ascii="Times New Roman" w:eastAsia="Calibri" w:hAnsi="Times New Roman" w:cs="Times New Roman"/>
          <w:sz w:val="24"/>
          <w:lang w:val="uk-UA"/>
        </w:rPr>
      </w:pPr>
      <w:r>
        <w:rPr>
          <w:rFonts w:ascii="Times New Roman" w:eastAsia="Calibri" w:hAnsi="Times New Roman" w:cs="Times New Roman"/>
          <w:sz w:val="24"/>
          <w:lang w:val="uk-UA"/>
        </w:rPr>
        <w:t>23.12</w:t>
      </w:r>
      <w:r w:rsidRPr="0081108E">
        <w:rPr>
          <w:rFonts w:ascii="Times New Roman" w:eastAsia="Calibri" w:hAnsi="Times New Roman" w:cs="Times New Roman"/>
          <w:sz w:val="24"/>
          <w:lang w:val="uk-UA"/>
        </w:rPr>
        <w:t xml:space="preserve">.2020р.             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                       </w:t>
      </w:r>
      <w:r w:rsidRPr="0081108E">
        <w:rPr>
          <w:rFonts w:ascii="Times New Roman" w:eastAsia="Calibri" w:hAnsi="Times New Roman" w:cs="Times New Roman"/>
          <w:sz w:val="24"/>
          <w:lang w:val="uk-UA"/>
        </w:rPr>
        <w:t xml:space="preserve">           Крупець                                        №_____</w:t>
      </w:r>
    </w:p>
    <w:p w:rsidR="00FC3E72" w:rsidRPr="00A73CEF" w:rsidRDefault="00FC3E72" w:rsidP="00FC3E72">
      <w:pPr>
        <w:tabs>
          <w:tab w:val="left" w:pos="4424"/>
        </w:tabs>
        <w:spacing w:after="0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C3E72" w:rsidRPr="00A73CEF" w:rsidRDefault="00FC3E72" w:rsidP="00FC3E72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73CE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технічної документації</w:t>
      </w:r>
    </w:p>
    <w:p w:rsidR="00FC3E72" w:rsidRPr="00A73CEF" w:rsidRDefault="00FC3E72" w:rsidP="00FC3E72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73CE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із землеустрою щодо встановлення </w:t>
      </w:r>
    </w:p>
    <w:p w:rsidR="00FC3E72" w:rsidRPr="00A73CEF" w:rsidRDefault="00FC3E72" w:rsidP="00FC3E72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73CEF">
        <w:rPr>
          <w:rFonts w:ascii="Times New Roman" w:eastAsia="Calibri" w:hAnsi="Times New Roman" w:cs="Times New Roman"/>
          <w:b/>
          <w:sz w:val="24"/>
          <w:szCs w:val="24"/>
          <w:lang w:val="uk-UA"/>
        </w:rPr>
        <w:t>(відновлення)  меж земельної ділянки</w:t>
      </w:r>
    </w:p>
    <w:p w:rsidR="00FC3E72" w:rsidRDefault="00FC3E72" w:rsidP="00FC3E72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73CE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натурі (на місцевості)  </w:t>
      </w:r>
    </w:p>
    <w:p w:rsidR="00FC3E72" w:rsidRPr="00A73CEF" w:rsidRDefault="00FC3E72" w:rsidP="00FC3E72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Радзивилюка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С.А.,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Радзивілюка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В.А.</w:t>
      </w:r>
    </w:p>
    <w:p w:rsidR="00FC3E72" w:rsidRPr="00A73CEF" w:rsidRDefault="00FC3E72" w:rsidP="00FC3E72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C3E72" w:rsidRPr="00A73CEF" w:rsidRDefault="00FC3E72" w:rsidP="00FC3E72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C3E72" w:rsidRPr="002252F3" w:rsidRDefault="00FC3E72" w:rsidP="00FC3E72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73CEF">
        <w:rPr>
          <w:rFonts w:ascii="Times New Roman" w:eastAsia="Times New Roman" w:hAnsi="Times New Roman" w:cs="Times New Roman"/>
          <w:sz w:val="24"/>
          <w:lang w:val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розглянувши заяву</w:t>
      </w:r>
      <w:r w:rsidRPr="002252F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Радзиви</w:t>
      </w:r>
      <w:r w:rsidRPr="002252F3">
        <w:rPr>
          <w:rFonts w:ascii="Times New Roman" w:eastAsia="Calibri" w:hAnsi="Times New Roman" w:cs="Times New Roman"/>
          <w:sz w:val="24"/>
          <w:szCs w:val="24"/>
          <w:lang w:val="uk-UA"/>
        </w:rPr>
        <w:t>люка</w:t>
      </w:r>
      <w:proofErr w:type="spellEnd"/>
      <w:r w:rsidRPr="002252F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С.А., </w:t>
      </w:r>
      <w:proofErr w:type="spellStart"/>
      <w:r w:rsidRPr="002252F3">
        <w:rPr>
          <w:rFonts w:ascii="Times New Roman" w:eastAsia="Calibri" w:hAnsi="Times New Roman" w:cs="Times New Roman"/>
          <w:sz w:val="24"/>
          <w:szCs w:val="24"/>
          <w:lang w:val="uk-UA"/>
        </w:rPr>
        <w:t>Радзивілюка</w:t>
      </w:r>
      <w:proofErr w:type="spellEnd"/>
      <w:r w:rsidRPr="002252F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В.А.</w:t>
      </w: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сільська  рада </w:t>
      </w:r>
    </w:p>
    <w:p w:rsidR="00FC3E72" w:rsidRPr="00A73CEF" w:rsidRDefault="00FC3E72" w:rsidP="00FC3E72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>ВИРІШИЛА:</w:t>
      </w:r>
    </w:p>
    <w:p w:rsidR="00FC3E72" w:rsidRPr="00A73CEF" w:rsidRDefault="00FC3E72" w:rsidP="00FC3E72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C3E72" w:rsidRPr="00A73CEF" w:rsidRDefault="00FC3E72" w:rsidP="00FC3E72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</w:t>
      </w: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1. Затв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ердити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Радзивилюку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Сергію Анатолійовичу,  який зареєстрований за адресою: </w:t>
      </w:r>
      <w:r w:rsidR="004E15D2">
        <w:rPr>
          <w:rFonts w:ascii="Times New Roman" w:eastAsia="Calibri" w:hAnsi="Times New Roman" w:cs="Times New Roman"/>
          <w:sz w:val="24"/>
          <w:szCs w:val="24"/>
          <w:lang w:val="en-US"/>
        </w:rPr>
        <w:t>___________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дентифікаційний номер </w:t>
      </w:r>
      <w:r w:rsidR="004E15D2">
        <w:rPr>
          <w:rFonts w:ascii="Times New Roman" w:eastAsia="Calibri" w:hAnsi="Times New Roman" w:cs="Times New Roman"/>
          <w:sz w:val="24"/>
          <w:szCs w:val="24"/>
          <w:lang w:val="en-US"/>
        </w:rPr>
        <w:t>_________</w:t>
      </w: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Радзивілюку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Віктору Анатолійовичу,</w:t>
      </w: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який зареєстрований за адресою: </w:t>
      </w:r>
      <w:r w:rsidR="004E15D2">
        <w:rPr>
          <w:rFonts w:ascii="Times New Roman" w:eastAsia="Calibri" w:hAnsi="Times New Roman" w:cs="Times New Roman"/>
          <w:sz w:val="24"/>
          <w:szCs w:val="24"/>
          <w:lang w:val="en-US"/>
        </w:rPr>
        <w:t>__________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дентифікаційний номер </w:t>
      </w:r>
      <w:r w:rsidR="004E15D2">
        <w:rPr>
          <w:rFonts w:ascii="Times New Roman" w:eastAsia="Calibri" w:hAnsi="Times New Roman" w:cs="Times New Roman"/>
          <w:sz w:val="24"/>
          <w:szCs w:val="24"/>
          <w:lang w:val="en-US"/>
        </w:rPr>
        <w:t>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технічну документацію із землеустрою щодо встановлення (відновлення) меж земельної ділянки в натурі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(на місцевості), та передати їм у приватну власність ½ частки</w:t>
      </w: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>, пло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щею 2,6460</w:t>
      </w: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га, (кадастровий номер: 6823984700:05:003:0019</w:t>
      </w: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>), для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ведення товарного сільськогосподарського виробництва</w:t>
      </w: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>, яка розташована Хмельницька облас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район,   на території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сільської ради.</w:t>
      </w:r>
    </w:p>
    <w:p w:rsidR="00FC3E72" w:rsidRPr="00A73CEF" w:rsidRDefault="00FC3E72" w:rsidP="00FC3E72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2.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Радзиви</w:t>
      </w:r>
      <w:r w:rsidRPr="002252F3">
        <w:rPr>
          <w:rFonts w:ascii="Times New Roman" w:eastAsia="Calibri" w:hAnsi="Times New Roman" w:cs="Times New Roman"/>
          <w:sz w:val="24"/>
          <w:szCs w:val="24"/>
          <w:lang w:val="uk-UA"/>
        </w:rPr>
        <w:t>люка</w:t>
      </w:r>
      <w:proofErr w:type="spellEnd"/>
      <w:r w:rsidRPr="002252F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С.А., </w:t>
      </w:r>
      <w:proofErr w:type="spellStart"/>
      <w:r w:rsidRPr="002252F3">
        <w:rPr>
          <w:rFonts w:ascii="Times New Roman" w:eastAsia="Calibri" w:hAnsi="Times New Roman" w:cs="Times New Roman"/>
          <w:sz w:val="24"/>
          <w:szCs w:val="24"/>
          <w:lang w:val="uk-UA"/>
        </w:rPr>
        <w:t>Радзивілюка</w:t>
      </w:r>
      <w:proofErr w:type="spellEnd"/>
      <w:r w:rsidRPr="002252F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В.А.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яким </w:t>
      </w:r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передана земельна ділянка у власність, посвідчити право власності  в установленому  законом порядку</w:t>
      </w:r>
    </w:p>
    <w:p w:rsidR="00FC3E72" w:rsidRDefault="00FC3E72" w:rsidP="00FC3E72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</w:t>
      </w: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>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C3E72" w:rsidRPr="00FC3E72" w:rsidRDefault="00FC3E72" w:rsidP="00FC3E72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4D2EAD" w:rsidRPr="00FC3E72" w:rsidRDefault="00FC3E72" w:rsidP="00FC3E72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Сільський  голова                                                                        </w:t>
      </w:r>
      <w:r w:rsidRPr="00A73CEF">
        <w:rPr>
          <w:rFonts w:ascii="Times New Roman" w:eastAsia="Arial Unicode MS" w:hAnsi="Times New Roman" w:cs="Times New Roman"/>
          <w:color w:val="333333"/>
          <w:sz w:val="24"/>
          <w:szCs w:val="24"/>
          <w:lang w:val="uk-UA" w:eastAsia="uk-UA"/>
        </w:rPr>
        <w:t>Валерій   МИХАЛЮК</w:t>
      </w:r>
      <w:r w:rsidRPr="00A73CE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</w:p>
    <w:sectPr w:rsidR="004D2EAD" w:rsidRPr="00FC3E72" w:rsidSect="00FC3E72">
      <w:pgSz w:w="12240" w:h="15840"/>
      <w:pgMar w:top="1440" w:right="1440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C3E72"/>
    <w:rsid w:val="00171A2E"/>
    <w:rsid w:val="00304C90"/>
    <w:rsid w:val="004D2EAD"/>
    <w:rsid w:val="004E15D2"/>
    <w:rsid w:val="00505B6D"/>
    <w:rsid w:val="006D3977"/>
    <w:rsid w:val="007D6C18"/>
    <w:rsid w:val="00D1641A"/>
    <w:rsid w:val="00FC3E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3E72"/>
    <w:rPr>
      <w:rFonts w:eastAsiaTheme="minorHAns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eastAsiaTheme="minorEastAsia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eastAsiaTheme="minorEastAsia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eastAsiaTheme="minorEastAsia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eastAsiaTheme="minorEastAsia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eastAsiaTheme="minorEastAsia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eastAsiaTheme="minorEastAsia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eastAsiaTheme="minorEastAsia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eastAsiaTheme="minorEastAsia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eastAsiaTheme="minorEastAsia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eastAsiaTheme="minorEastAsia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eastAsiaTheme="minorEastAsia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eastAsiaTheme="minorEastAsia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286</Words>
  <Characters>1632</Characters>
  <Application>Microsoft Office Word</Application>
  <DocSecurity>0</DocSecurity>
  <Lines>13</Lines>
  <Paragraphs>3</Paragraphs>
  <ScaleCrop>false</ScaleCrop>
  <Company>Microsoft</Company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Work</cp:lastModifiedBy>
  <cp:revision>2</cp:revision>
  <dcterms:created xsi:type="dcterms:W3CDTF">2020-12-10T13:10:00Z</dcterms:created>
  <dcterms:modified xsi:type="dcterms:W3CDTF">2020-12-11T07:19:00Z</dcterms:modified>
</cp:coreProperties>
</file>