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9AE" w:rsidRDefault="00CD59AE" w:rsidP="00CD59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D59AE" w:rsidRDefault="00CD59AE" w:rsidP="00CD59AE"/>
    <w:p w:rsidR="00CD59AE" w:rsidRDefault="00CD59AE" w:rsidP="00CD59AE"/>
    <w:p w:rsidR="00CD59AE" w:rsidRDefault="00CD59AE" w:rsidP="00CD59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59AE" w:rsidRDefault="00CD59AE" w:rsidP="00CD59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59AE" w:rsidRDefault="00CD59AE" w:rsidP="00CD59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59AE" w:rsidRDefault="00CD59AE" w:rsidP="00CD59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59AE" w:rsidRDefault="00CD59AE" w:rsidP="00CD59A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9AE" w:rsidRDefault="00CD59AE" w:rsidP="00CD59A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59AE" w:rsidRDefault="00CD59AE" w:rsidP="00CD59A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59AE" w:rsidRDefault="00CD59AE" w:rsidP="00CD59A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59AE" w:rsidRPr="00730562" w:rsidRDefault="00CD59AE" w:rsidP="00CD59A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D59AE" w:rsidRPr="002606EF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D59AE" w:rsidRPr="002606EF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D59AE" w:rsidRPr="002606EF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D59AE" w:rsidRPr="00730562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В.О.</w:t>
      </w:r>
    </w:p>
    <w:p w:rsidR="00CD59AE" w:rsidRPr="002606EF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В.О.,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Вадиму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C655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0,08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Л.Українки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В.О.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D59AE" w:rsidRPr="002606EF" w:rsidRDefault="00CD59AE" w:rsidP="00CD59A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D59AE" w:rsidRPr="002606EF" w:rsidRDefault="00CD59AE" w:rsidP="00CD59A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59AE" w:rsidRPr="002606EF" w:rsidRDefault="00CD59AE" w:rsidP="00CD59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A08A8" w:rsidRPr="00CD59AE" w:rsidRDefault="00CD59AE" w:rsidP="00CD59A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A08A8" w:rsidRPr="00CD59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AE"/>
    <w:rsid w:val="00171A2E"/>
    <w:rsid w:val="001C655C"/>
    <w:rsid w:val="00304C90"/>
    <w:rsid w:val="00505B6D"/>
    <w:rsid w:val="006D3977"/>
    <w:rsid w:val="007D6C18"/>
    <w:rsid w:val="00CD59AE"/>
    <w:rsid w:val="00D1641A"/>
    <w:rsid w:val="00DA0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2020-05-21T17:40:00Z</dcterms:created>
  <dcterms:modified xsi:type="dcterms:W3CDTF">2020-05-21T18:03:00Z</dcterms:modified>
</cp:coreProperties>
</file>