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43E" w:rsidRPr="00B623A8" w:rsidRDefault="0055343E" w:rsidP="0055343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C4616D" wp14:editId="4BDA5D4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343E" w:rsidRDefault="0055343E" w:rsidP="00553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r5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IjIfXp7iqHjrSnR3nxN3CwwjLXYQpxUQSeLzs+fbweXFpGtcOJLEZySlA73n2u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bip6T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rtF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1eoKkfIq8m4TMaP98u70&#10;eB02MfWy8MgKqakF9cLI0AQeT3e3V+9u7+6ok8Xjw8f33989HH6+ICAO/w+v74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WMpwXz5A3fL7CL428ASzVkLXXBQhIr7nDJbqhEETSJQ7sLnUV+/rh4ROtkByn5uJnIKpA&#10;hdS7kkFm1q7uObgAwsDoi0/BYKaO7fPz1twYhAd5CJCQeT/MHOJBZAWZpb6iQPcSWOVt0kVWeWNb&#10;N48CK9Q2phe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t9H1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eDd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Fb&#10;Jb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bqQ+gJ4nfDFBqZFXfEae3LQFYUPr7Ywgj1up&#10;NXe2dgj2xSUV3xqf8e2MGU5hQWOcDPnetvCM6zOKOoJPX6ec6PbppZQ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sE2eVU+E02otn+BWVLV84uxYJHfAV5qlYuRlJ3RfTEkgtXziincWtY9Z5dLW8glqE0g+s2yt&#10;1PIJnJaS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HSdBrfH9yW3zu+fyMJwBGtIUzI&#10;iORPme6E5H/Ma/omJH+grgQY2A75Z2FhfErxPkgvTGFQ0zwQsCcaDd7rPOSyiJZaRTjeCjekomXc&#10;AOhe55bHb3ariBJa4YYkoyO3aUugnrW+5aHlyLsNGJwVbtBq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8ZB6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LTwr5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yN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17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s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oT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M2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Ieh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vq8MA&#10;AADdAAAADwAAAGRycy9kb3ducmV2LnhtbESP3YrCMBCF7wXfIcyCN7KmriLSbRSRVRZvxJ8HGJpp&#10;U7aZlCba+vZmQfDycH4+TrbubS3u1PrKsYLpJAFBnDtdcangetl9LkH4gKyxdkwKHuRhvRoOMky1&#10;6/hE93MoRRxhn6ICE0KTSulzQxb9xDXE0StcazFE2ZZSt9jFcVvLryRZSIsVR4LBhraG8r/zzUbI&#10;cYbHQ9FddvseO/w5GB5vTkqNPvrNN4hAfXiHX+1frWCezGf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Uvq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if8YA&#10;AADdAAAADwAAAGRycy9kb3ducmV2LnhtbESPQUsDMRSE70L/Q3iCN5u1rK2sTUupCiJ4aCuU3h6b&#10;193FzUtInt313xtB8DjMzDfMcj26Xl0ops6zgbtpAYq49rbjxsDH4eX2AVQSZIu9ZzLwTQnWq8nV&#10;EivrB97RZS+NyhBOFRpoRUKldapbcpimPhBn7+yjQ8kyNtpGHDLc9XpWFHPtsOO80GKgbUv15/7L&#10;GXgfnsPbYn5/DqdYznR6snLcijE31+PmEZTQKP/hv/arNVA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SRMMA&#10;AADd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E0mc7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S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Zk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Vm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cdscA&#10;AADd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nI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1X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SQc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KS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tn8cA&#10;AADdAAAADwAAAGRycy9kb3ducmV2LnhtbESP3WoCMRSE7wu+QziF3hTNtrWiW6NUIVhoofgD3h42&#10;x93FzcmSRHf79qZQ6OUwM98w82VvG3ElH2rHCp5GGQjiwpmaSwWHvR5OQYSIbLBxTAp+KMByMbib&#10;Y25cx1u67mIpEoRDjgqqGNtcylBUZDGMXEucvJPzFmOSvpTGY5fgtpHPWTaRFmtOCxW2tK6oOO8u&#10;VsHquytf/GOx6t3naXN81droL63Uw33//gYiUh//w3/tD6NgnI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bZ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Im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lk2T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PQia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3J8MA&#10;AADdAAAADwAAAGRycy9kb3ducmV2LnhtbESPwWrDMBBE74X8g9hCb43kpA7FjWxKwaE51skHLNbW&#10;NrZWjqXEzt9XhUKPw8ybYfbFYgdxo8l3jjUkawWCuHam40bD+VQ+v4LwAdng4Jg03MlDka8e9pgZ&#10;N/MX3arQiFjCPkMNbQhjJqWvW7Lo124kjt63myyGKKdGmgnnWG4HuVFqJy12HBdaHOmjpbqvrlbD&#10;y30+XKq0V6WxlBy345FDnWr99Li8v4EItIT/8B/9aSKn0gR+38Qn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S3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wTMUA&#10;AADdAAAADwAAAGRycy9kb3ducmV2LnhtbESPT2vCQBTE7wW/w/KE3urGYMVGNyJKSumpRuv5kX35&#10;g9m3IbvG+O27hUKPw8z8htlsR9OKgXrXWFYwn0UgiAurG64UnE/ZywqE88gaW8uk4EEOtunkaYOJ&#10;tnc+0pD7SgQIuwQV1N53iZSuqMmgm9mOOHil7Q36IPtK6h7vAW5aGUfRUhpsOCzU2NG+puKa34yC&#10;2/ISn7n81F/54fH+dsh2Tn5XSj1Px90ahKfR/4f/2h9awSJ6je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DB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0MgA&#10;AADdAAAADwAAAGRycy9kb3ducmV2LnhtbESPT2vCQBTE74LfYXlCb7rxT4NGV1Gh0PZQqdWDt2f2&#10;mUSzb2N2q+m3dwuFHoeZ+Q0zWzSmFDeqXWFZQb8XgSBOrS44U7D7eumOQTiPrLG0TAp+yMFi3m7N&#10;MNH2zp902/pMBAi7BBXk3leJlC7NyaDr2Yo4eCdbG/RB1pnUNd4D3JRyEEWxNFhwWMixonVO6WX7&#10;bRTsN+N4slm9jc7vH0ccGn096CJW6qnTLKcgPDX+P/zXftUKRtHzEH7fh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+r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wV8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6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rB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GdMUA&#10;AADdAAAADwAAAGRycy9kb3ducmV2LnhtbESPwWrDMBBE74X+g9hAb7WcYJfWsRJKSCG3NG4/YLE2&#10;srG1ciwlcfr1VaDQ4zAzb5hyPdleXGj0rWMF8yQFQVw73bJR8P318fwKwgdkjb1jUnAjD+vV40OJ&#10;hXZXPtClCkZECPsCFTQhDIWUvm7Iok/cQBy9oxsthihHI/WI1wi3vVyk6Yu02HJcaHCgTUN1V52t&#10;gpNb5Hqqtrjvtm+frTHZ6eeQKfU0m96XIAJN4T/8195pBVma53B/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kZ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Sa8YA&#10;AADdAAAADwAAAGRycy9kb3ducmV2LnhtbESPzW7CMBCE75V4B2uReitOW0ghxYnaSkhc+Tn0uNhL&#10;kjZep7ELgafHSEgcRzPzjWZe9LYRB+p87VjB8ygBQaydqblUsN0snqYgfEA22DgmBSfyUOSDhzlm&#10;xh15RYd1KEWEsM9QQRVCm0npdUUW/ci1xNHbu85iiLIrpenwGOG2kS9JkkqLNceFClv6qkj/rv+t&#10;gmW9o0mq9zM7/dSr7/NfeH37MUo9DvuPdxCB+nAP39pLo2CcTFK4volP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1Sa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EB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fq7gH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EB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FsIA&#10;AADdAAAADwAAAGRycy9kb3ducmV2LnhtbERPPU/DMBDdkfgP1iGxUacRIJTWrSqkVh0hdOh4xNc4&#10;bXwX2aYJ/Ho8IDE+ve/levK9ulKInbCB+awARdyI7bg1cPjYPryAignZYi9MBr4pwnp1e7PEysrI&#10;73StU6tyCMcKDbiUhkrr2DjyGGcyEGfuJMFjyjC02gYcc7jvdVkUz9pjx7nB4UCvjppL/eUNjLvm&#10;81yejtb9hEG29Zucy16Mub+bNgtQiab0L/5z762Bx+Ip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C4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KscA&#10;AADdAAAADwAAAGRycy9kb3ducmV2LnhtbESP3WoCMRSE7wt9h3AK3tWsotZujeIvSGkp2vb+dHPc&#10;XU1Olk3U9e2NIPRymJlvmNGksUacqPalYwWddgKCOHO65FzBz/fqeQjCB2SNxjEpuJCHyfjxYYSp&#10;dmfe0GkbchEh7FNUUIRQpVL6rCCLvu0q4ujtXG0xRFnnUtd4jnBrZDdJBtJiyXGhwIrmBWWH7dEq&#10;WH0tzL77uZn+yjBfvvyZ4fts8aFU66mZvoEI1IT/8L291gp6Sf8V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rz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js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4Ccah/3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m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e64c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AzXswf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uuHHAAAA3QAAAA8AAAAAAAAAAAAAAAAAmAIAAGRy&#10;cy9kb3ducmV2LnhtbFBLBQYAAAAABAAEAPUAAACMAwAAAAA=&#10;" fillcolor="black" stroked="f"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nmM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z0mWwv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M55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8tsUA&#10;AADdAAAADwAAAGRycy9kb3ducmV2LnhtbESPQWsCMRSE74X+h/AKvWmiLSKrUaRS2ksPtRWvj81z&#10;s+7mZZtEXf31TUHocZiZb5j5snetOFGItWcNo6ECQVx6U3Ol4fvrdTAFEROywdYzabhQhOXi/m6O&#10;hfFn/qTTJlUiQzgWqMGm1BVSxtKSwzj0HXH29j44TFmGSpqA5wx3rRwrNZEOa84LFjt6sVQ2m6PT&#10;EFa7dXPl47ZR149LfDv0P1O0Wj8+9KsZiER9+g/f2u9Gw7OaPM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Xy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BcM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FuFnO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Bc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rr8YA&#10;AADdAAAADwAAAGRycy9kb3ducmV2LnhtbESPQWsCMRSE7wX/Q3hCbzVbqSJbo7QVYS8eXLd4fW5e&#10;N0uTl2WT6tZfb4RCj8PMfMMs14Oz4kx9aD0reJ5kIIhrr1tuFFSH7dMCRIjIGq1nUvBLAdar0cMS&#10;c+0vvKdzGRuRIBxyVGBi7HIpQ23IYZj4jjh5X753GJPsG6l7vCS4s3KaZXPpsOW0YLCjD0P1d/nj&#10;FGzKzk6rwryH4+fudLLFdUvHjVKP4+HtFUSkIf6H/9qFVvCSzW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jr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6acQA&#10;AADdAAAADwAAAGRycy9kb3ducmV2LnhtbESPzWrDMBCE74W8g9hCb43UUpzgRjEh1BDIKX+H3hZp&#10;YzuxVsZSY/fto0Chx2FmvmEWxehacaM+NJ41vE0VCGLjbcOVhuOhfJ2DCBHZYuuZNPxSgGI5eVpg&#10;bv3AO7rtYyUShEOOGuoYu1zKYGpyGKa+I07e2fcOY5J9JW2PQ4K7Vr4rlUmHDaeFGjta12Su+x+n&#10;4VLKrTcKzel4GjZ29v2VUau0fnkeV58gIo3xP/zX3lgNHyrL4PEmP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Om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93MYA&#10;AADdAAAADwAAAGRycy9kb3ducmV2LnhtbESPQWvCQBSE7wX/w/KE3upGK1aiq6gglEoPxiIen9ln&#10;EpJ9G3ZXjf/eLRR6HGbmG2a+7EwjbuR8ZVnBcJCAIM6trrhQ8HPYvk1B+ICssbFMCh7kYbnovcwx&#10;1fbOe7ploRARwj5FBWUIbSqlz0sy6Ae2JY7exTqDIUpXSO3wHuGmkaMkmUiDFceFElvalJTX2dUo&#10;OF13fPl+/1q5dTja7uDr0XlaK/Xa71YzEIG68B/+a39qBeNk8gG/b+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g93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TfMQA&#10;AADdAAAADwAAAGRycy9kb3ducmV2LnhtbERPy2oCMRTdF/oP4Ra6q0lFRUejVEFwI9THQnfXye3M&#10;4ORmmqQ69uvNQnB5OO/JrLW1uJAPlWMNnx0Fgjh3puJCw363/BiCCBHZYO2YNNwowGz6+jLBzLgr&#10;b+iyjYVIIRwy1FDG2GRShrwki6HjGuLE/ThvMSboC2k8XlO4rWVXqYG0WHFqKLGhRUn5eftnNcxH&#10;w/nvd4/X/5vTkY6H07nf9Urr97f2awwiUhuf4od7ZTT01CDNTW/SE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E3zEAAAA3QAAAA8AAAAAAAAAAAAAAAAAmAIAAGRycy9k&#10;b3ducmV2LnhtbFBLBQYAAAAABAAEAPUAAACJAwAAAAA=&#10;" fillcolor="black" stroked="f"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M5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Fgsl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Uz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TVMMA&#10;AADdAAAADwAAAGRycy9kb3ducmV2LnhtbERPz2vCMBS+D/wfwhO8zdQxnKtGEdlEd9FVYTs+mmdT&#10;bF5KE2v1rzeHwY4f3+/ZorOVaKnxpWMFo2ECgjh3uuRCwfHw+TwB4QOyxsoxKbiRh8W89zTDVLsr&#10;f1ObhULEEPYpKjAh1KmUPjdk0Q9dTRy5k2sshgibQuoGrzHcVvIlScbSYsmxwWBNK0P5ObtYBX60&#10;+vj5svf39ndteJdtzXhfGKUG/W45BRGoC//iP/dGK3hN3uL+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mTV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343E" w:rsidRDefault="0055343E" w:rsidP="00553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343E" w:rsidRDefault="0055343E" w:rsidP="005534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343E" w:rsidRPr="004A7D10" w:rsidRDefault="0055343E" w:rsidP="005534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343E" w:rsidRDefault="0055343E" w:rsidP="005534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343E" w:rsidRPr="00540E13" w:rsidRDefault="0055343E" w:rsidP="0055343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№52</w:t>
      </w:r>
    </w:p>
    <w:p w:rsidR="0055343E" w:rsidRPr="00F043D3" w:rsidRDefault="0055343E" w:rsidP="0055343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Василюка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О.С.</w:t>
      </w:r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О.С.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Василюку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Олегу Степановичу, </w:t>
      </w:r>
      <w:r w:rsidRPr="00D9443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94436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D9443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D94436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D9443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D9443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D94436">
        <w:rPr>
          <w:rFonts w:ascii="Times New Roman" w:eastAsia="Calibri" w:hAnsi="Times New Roman" w:cs="Times New Roman"/>
          <w:sz w:val="24"/>
        </w:rPr>
        <w:t xml:space="preserve">: </w:t>
      </w:r>
      <w:r w:rsidR="0095407D">
        <w:rPr>
          <w:rFonts w:ascii="Times New Roman" w:eastAsia="Calibri" w:hAnsi="Times New Roman" w:cs="Times New Roman"/>
          <w:sz w:val="24"/>
          <w:lang w:val="en-US"/>
        </w:rPr>
        <w:t>__________</w:t>
      </w:r>
      <w:r w:rsidRPr="00D94436">
        <w:rPr>
          <w:rFonts w:ascii="Times New Roman" w:eastAsia="Calibri" w:hAnsi="Times New Roman" w:cs="Times New Roman"/>
          <w:sz w:val="24"/>
          <w:szCs w:val="24"/>
        </w:rPr>
        <w:t>,</w:t>
      </w:r>
      <w:r w:rsidR="0095407D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95407D">
        <w:rPr>
          <w:rFonts w:ascii="Times New Roman" w:eastAsia="Arial Unicode MS" w:hAnsi="Times New Roman" w:cs="Times New Roman"/>
          <w:sz w:val="24"/>
          <w:szCs w:val="24"/>
          <w:lang w:val="en-US"/>
        </w:rPr>
        <w:t>_____</w:t>
      </w:r>
      <w:bookmarkStart w:id="0" w:name="_GoBack"/>
      <w:bookmarkEnd w:id="0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94436"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 w:rsidRPr="00D94436">
        <w:rPr>
          <w:rFonts w:ascii="Times New Roman" w:eastAsia="Arial Unicode MS" w:hAnsi="Times New Roman" w:cs="Times New Roman"/>
          <w:sz w:val="24"/>
          <w:szCs w:val="24"/>
        </w:rPr>
        <w:t>ічну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 w:rsidRPr="00D94436"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 w:rsidRPr="00D94436"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0,2008 га,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6823984000:01:009:0039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присадибна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Б.Хмельницького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130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О.С.</w:t>
      </w:r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5343E" w:rsidRPr="00F043D3" w:rsidRDefault="0055343E" w:rsidP="005534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5343E" w:rsidRPr="00F043D3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21BFE" w:rsidRPr="0055343E" w:rsidRDefault="0055343E" w:rsidP="005534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21BFE" w:rsidRPr="0055343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9B" w:rsidRDefault="00A0229B">
      <w:pPr>
        <w:spacing w:after="0" w:line="240" w:lineRule="auto"/>
      </w:pPr>
      <w:r>
        <w:separator/>
      </w:r>
    </w:p>
  </w:endnote>
  <w:endnote w:type="continuationSeparator" w:id="0">
    <w:p w:rsidR="00A0229B" w:rsidRDefault="00A02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9B" w:rsidRDefault="00A0229B">
      <w:pPr>
        <w:spacing w:after="0" w:line="240" w:lineRule="auto"/>
      </w:pPr>
      <w:r>
        <w:separator/>
      </w:r>
    </w:p>
  </w:footnote>
  <w:footnote w:type="continuationSeparator" w:id="0">
    <w:p w:rsidR="00A0229B" w:rsidRDefault="00A02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43E"/>
    <w:rsid w:val="0055343E"/>
    <w:rsid w:val="00707EC4"/>
    <w:rsid w:val="0095407D"/>
    <w:rsid w:val="00A0229B"/>
    <w:rsid w:val="00E21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343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343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343E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43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343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5343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5343E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2020-12-24T18:02:00Z</dcterms:created>
  <dcterms:modified xsi:type="dcterms:W3CDTF">2020-12-24T19:00:00Z</dcterms:modified>
</cp:coreProperties>
</file>