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F06" w:rsidRPr="002C7821" w:rsidRDefault="00351F06" w:rsidP="00351F0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2C7821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351F06" w:rsidRPr="002C7821" w:rsidRDefault="00351F06" w:rsidP="00351F0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2C782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D49725" wp14:editId="5DB7333E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284" name="Группа 122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9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51F06" w:rsidRDefault="00351F06" w:rsidP="00351F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3D49725" id="Группа 1228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" fillcolor="black" stroked="f"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" fillcolor="black" stroked="f"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51F06" w:rsidRDefault="00351F06" w:rsidP="00351F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51F06" w:rsidRPr="002C7821" w:rsidRDefault="00351F06" w:rsidP="00351F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51F06" w:rsidRPr="002C7821" w:rsidRDefault="00351F06" w:rsidP="00351F0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51F06" w:rsidRPr="002C7821" w:rsidRDefault="00351F06" w:rsidP="00351F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51F06" w:rsidRPr="002C7821" w:rsidRDefault="00351F06" w:rsidP="00351F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51F06" w:rsidRPr="002C7821" w:rsidRDefault="00351F06" w:rsidP="00351F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351F06" w:rsidRPr="002C7821" w:rsidRDefault="00351F06" w:rsidP="00351F0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351F06" w:rsidRPr="002C7821" w:rsidRDefault="00351F06" w:rsidP="00351F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351F06" w:rsidRPr="002C7821" w:rsidRDefault="00351F06" w:rsidP="00351F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351F06" w:rsidRPr="002C7821" w:rsidRDefault="00351F06" w:rsidP="00351F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51F06" w:rsidRPr="002C7821" w:rsidRDefault="00351F06" w:rsidP="00351F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351F06" w:rsidRPr="002C7821" w:rsidRDefault="00351F06" w:rsidP="00351F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51F06" w:rsidRPr="002C7821" w:rsidRDefault="00351F06" w:rsidP="00351F0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</w:t>
      </w:r>
      <w:proofErr w:type="gram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ради 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</w:t>
      </w:r>
      <w:proofErr w:type="gram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скликання</w:t>
      </w:r>
    </w:p>
    <w:p w:rsidR="00351F06" w:rsidRPr="002C7821" w:rsidRDefault="00351F06" w:rsidP="00351F0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351F06" w:rsidRPr="002C7821" w:rsidRDefault="00351F06" w:rsidP="00351F0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351F06" w:rsidRPr="002C7821" w:rsidRDefault="00351F06" w:rsidP="00351F0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51F06" w:rsidRPr="002C7821" w:rsidRDefault="00351F06" w:rsidP="00351F0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351F06" w:rsidRPr="002C7821" w:rsidRDefault="00351F06" w:rsidP="00351F0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351F06" w:rsidRPr="002C7821" w:rsidRDefault="00351F06" w:rsidP="00351F0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351F06" w:rsidRPr="002C7821" w:rsidRDefault="00351F06" w:rsidP="00351F0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>Величко Т.М.</w:t>
      </w:r>
    </w:p>
    <w:p w:rsidR="00351F06" w:rsidRPr="002C7821" w:rsidRDefault="00351F06" w:rsidP="00351F0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351F06" w:rsidRPr="002C7821" w:rsidRDefault="00351F06" w:rsidP="00351F0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351F06" w:rsidRPr="002C7821" w:rsidRDefault="00351F06" w:rsidP="00351F0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Величко Т.М.,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351F06" w:rsidRPr="002C7821" w:rsidRDefault="00351F06" w:rsidP="00351F0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351F06" w:rsidRPr="002C7821" w:rsidRDefault="00351F06" w:rsidP="00351F0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51F06" w:rsidRPr="002C7821" w:rsidRDefault="00351F06" w:rsidP="00351F0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1. Надати Величко Тетяні Миколаївні, яка зареєстрована за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13CBD">
        <w:rPr>
          <w:rFonts w:ascii="Times New Roman" w:eastAsia="Calibri" w:hAnsi="Times New Roman" w:cs="Times New Roman"/>
          <w:sz w:val="24"/>
          <w:lang w:eastAsia="en-US"/>
        </w:rPr>
        <w:t>__________</w:t>
      </w:r>
      <w:bookmarkStart w:id="0" w:name="_GoBack"/>
      <w:bookmarkEnd w:id="0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0,1200га, для </w:t>
      </w:r>
      <w:r w:rsidRPr="002C7821">
        <w:rPr>
          <w:rFonts w:ascii="Times New Roman" w:eastAsia="Calibri" w:hAnsi="Times New Roman" w:cs="Times New Roman"/>
          <w:lang w:eastAsia="en-US"/>
        </w:rPr>
        <w:t>індивідуального садівництва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ОК СТ «Енергетик ХАЕС» по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вул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Соснова.</w:t>
      </w:r>
    </w:p>
    <w:p w:rsidR="00351F06" w:rsidRPr="002C7821" w:rsidRDefault="00351F06" w:rsidP="00351F0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2. Величко Т.М., розробити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51F06" w:rsidRPr="002C7821" w:rsidRDefault="00351F06" w:rsidP="00351F0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351F06" w:rsidRPr="002C7821" w:rsidRDefault="00351F06" w:rsidP="00351F0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51F06" w:rsidRPr="002C7821" w:rsidRDefault="00351F06" w:rsidP="00351F0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51F06" w:rsidRPr="002C7821" w:rsidRDefault="00351F06" w:rsidP="00351F0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51F06" w:rsidRPr="002C7821" w:rsidRDefault="00351F06" w:rsidP="00351F0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51F06" w:rsidRPr="002C7821" w:rsidRDefault="00351F06" w:rsidP="00351F0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51F06" w:rsidRPr="002C7821" w:rsidRDefault="00351F06" w:rsidP="00351F0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51F06" w:rsidRPr="002C7821" w:rsidRDefault="00351F06" w:rsidP="00351F0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222A87" w:rsidRDefault="00222A87"/>
    <w:sectPr w:rsidR="00222A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1F06"/>
    <w:rsid w:val="00222A87"/>
    <w:rsid w:val="00351F06"/>
    <w:rsid w:val="00813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F0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F0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236</Words>
  <Characters>1347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2021-06-22T08:31:00Z</dcterms:created>
  <dcterms:modified xsi:type="dcterms:W3CDTF">2021-06-22T12:56:00Z</dcterms:modified>
</cp:coreProperties>
</file>