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8A9" w:rsidRDefault="00CA18A9" w:rsidP="00CA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A18A9" w:rsidRDefault="00CA18A9" w:rsidP="00CA18A9"/>
    <w:p w:rsidR="00CA18A9" w:rsidRDefault="00CA18A9" w:rsidP="00CA18A9"/>
    <w:p w:rsidR="00CA18A9" w:rsidRDefault="00CA18A9" w:rsidP="00CA18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A18A9" w:rsidRDefault="00CA18A9" w:rsidP="00CA18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A18A9" w:rsidRDefault="00CA18A9" w:rsidP="00CA18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A18A9" w:rsidRDefault="00CA18A9" w:rsidP="00CA18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A18A9" w:rsidRDefault="00CA18A9" w:rsidP="00CA18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8A9" w:rsidRDefault="00CA18A9" w:rsidP="00CA18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A18A9" w:rsidRDefault="00CA18A9" w:rsidP="00CA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18A9" w:rsidRDefault="00CA18A9" w:rsidP="00CA18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A18A9" w:rsidRPr="007256E4" w:rsidRDefault="00CA18A9" w:rsidP="00CA18A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CA18A9" w:rsidRPr="0063686B" w:rsidRDefault="00CA18A9" w:rsidP="00CA18A9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CA18A9" w:rsidRPr="00E47473" w:rsidRDefault="00CA18A9" w:rsidP="00CA18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47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A18A9" w:rsidRPr="00E47473" w:rsidRDefault="00CA18A9" w:rsidP="00CA18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A18A9" w:rsidRPr="0063686B" w:rsidRDefault="00CA18A9" w:rsidP="00CA18A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Бурмій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CA18A9" w:rsidRPr="00E47473" w:rsidRDefault="00CA18A9" w:rsidP="00CA18A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A18A9" w:rsidRPr="00E47473" w:rsidRDefault="00CA18A9" w:rsidP="00CA18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4747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proofErr w:type="gramEnd"/>
      <w:r w:rsidRPr="00E47473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A18A9" w:rsidRPr="00E47473" w:rsidRDefault="00CA18A9" w:rsidP="00CA18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A18A9" w:rsidRPr="00E47473" w:rsidRDefault="00CA18A9" w:rsidP="00CA18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0,0349 га,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>.</w:t>
      </w:r>
    </w:p>
    <w:p w:rsidR="00CA18A9" w:rsidRPr="00E47473" w:rsidRDefault="00CA18A9" w:rsidP="00CA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: </w:t>
      </w:r>
      <w:r w:rsidR="000862FC">
        <w:rPr>
          <w:rFonts w:ascii="Times New Roman" w:hAnsi="Times New Roman" w:cs="Times New Roman"/>
          <w:sz w:val="24"/>
          <w:szCs w:val="24"/>
          <w:lang w:val="en-US"/>
        </w:rPr>
        <w:t>_____________________</w:t>
      </w:r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862FC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E4747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0,0349 га,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номер: 6823986800:01:007:0049, для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>.</w:t>
      </w:r>
    </w:p>
    <w:p w:rsidR="00CA18A9" w:rsidRPr="00E47473" w:rsidRDefault="00CA18A9" w:rsidP="00CA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A18A9" w:rsidRPr="00CA18A9" w:rsidRDefault="00CA18A9" w:rsidP="00CA18A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47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A18A9" w:rsidRPr="00E47473" w:rsidRDefault="00CA18A9" w:rsidP="00CA18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6FA9" w:rsidRPr="00CA18A9" w:rsidRDefault="00CA18A9" w:rsidP="00CA18A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6FA9" w:rsidRPr="00CA18A9" w:rsidSect="00CA18A9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8A9"/>
    <w:rsid w:val="000862FC"/>
    <w:rsid w:val="00171A2E"/>
    <w:rsid w:val="00304C90"/>
    <w:rsid w:val="00505B6D"/>
    <w:rsid w:val="006D3977"/>
    <w:rsid w:val="007D6C18"/>
    <w:rsid w:val="00936FA9"/>
    <w:rsid w:val="00CA18A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2020-05-20T14:16:00Z</dcterms:created>
  <dcterms:modified xsi:type="dcterms:W3CDTF">2020-05-20T14:20:00Z</dcterms:modified>
</cp:coreProperties>
</file>