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40" w:rsidRPr="00154EFF" w:rsidRDefault="00645240" w:rsidP="00645240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40" w:rsidRDefault="00645240" w:rsidP="00645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5240" w:rsidRDefault="00645240" w:rsidP="00645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45240" w:rsidRDefault="00645240" w:rsidP="0064524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240" w:rsidRDefault="00645240" w:rsidP="006452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45240" w:rsidRDefault="00645240" w:rsidP="0064524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240" w:rsidRDefault="00645240" w:rsidP="0064524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№72</w:t>
      </w:r>
    </w:p>
    <w:p w:rsidR="00645240" w:rsidRPr="003B50D1" w:rsidRDefault="00645240" w:rsidP="0064524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45240" w:rsidRPr="003B50D1" w:rsidRDefault="00645240" w:rsidP="0064524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45240" w:rsidRPr="003B50D1" w:rsidRDefault="00645240" w:rsidP="0064524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45240" w:rsidRPr="003B50D1" w:rsidRDefault="00645240" w:rsidP="0064524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645240" w:rsidRPr="003B50D1" w:rsidRDefault="00645240" w:rsidP="0064524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45240" w:rsidRPr="003B50D1" w:rsidRDefault="00645240" w:rsidP="0064524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Михальчуку В.І.</w:t>
      </w:r>
    </w:p>
    <w:p w:rsidR="00645240" w:rsidRPr="003B50D1" w:rsidRDefault="00645240" w:rsidP="0064524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45240" w:rsidRPr="003B50D1" w:rsidRDefault="00645240" w:rsidP="0064524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116,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122, 186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 Михальчука В.І.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645240" w:rsidRPr="003B50D1" w:rsidRDefault="00645240" w:rsidP="0064524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45240" w:rsidRPr="003B50D1" w:rsidRDefault="00645240" w:rsidP="0064524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Михальчуку Валерію Івановичу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E5FE7">
        <w:rPr>
          <w:rFonts w:ascii="Times New Roman" w:eastAsia="Calibri" w:hAnsi="Times New Roman" w:cs="Times New Roman"/>
          <w:sz w:val="24"/>
        </w:rPr>
        <w:t>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номер </w:t>
      </w:r>
      <w:r w:rsidR="001E5FE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0,2500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6823982100:01:001:0002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</w:rPr>
        <w:t>, вулиця Одеська, 52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45240" w:rsidRPr="003B50D1" w:rsidRDefault="00645240" w:rsidP="0064524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Михальчуку В.І.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645240" w:rsidRPr="003B50D1" w:rsidRDefault="00645240" w:rsidP="0064524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45240" w:rsidRPr="003B50D1" w:rsidRDefault="00645240" w:rsidP="0064524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9186B" w:rsidRPr="00645240" w:rsidRDefault="00645240" w:rsidP="0064524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</w:t>
      </w:r>
      <w:r>
        <w:rPr>
          <w:rFonts w:ascii="Times New Roman" w:eastAsia="Arial Unicode MS" w:hAnsi="Times New Roman" w:cs="Times New Roman"/>
          <w:sz w:val="24"/>
          <w:szCs w:val="24"/>
        </w:rPr>
        <w:t>й   МИХАЛЮК</w:t>
      </w:r>
    </w:p>
    <w:sectPr w:rsidR="0099186B" w:rsidRPr="0064524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240"/>
    <w:rsid w:val="001E5FE7"/>
    <w:rsid w:val="00645240"/>
    <w:rsid w:val="0099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24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452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45240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24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452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45240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267</Words>
  <Characters>1526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2022-02-08T06:52:00Z</dcterms:created>
  <dcterms:modified xsi:type="dcterms:W3CDTF">2022-02-08T11:26:00Z</dcterms:modified>
</cp:coreProperties>
</file>