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2E0" w:rsidRPr="00E9508A" w:rsidRDefault="00AB22E0" w:rsidP="00AB22E0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485B69" wp14:editId="2FE7C12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1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22E0" w:rsidRDefault="00AB22E0" w:rsidP="00AB22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4YiTlr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e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OsTb2ha7dzrK6vt2ZxxLQKa+ljhmecBjOkWFF8cnzwAHARMOsC5oQqLtrRX&#10;AaU6GKRxZSE8bGirJTefl4Dr9G0IXry0kf1laKulGB1xdTNsTHVa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43nm6hpnZxrOogVtTW6L4qDJH47zu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d6How7Qt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3X4&#10;+nh+hscABzbvXP2r5rcWfauMexuieGHChrXZwW7247P2TPQhGnGZbokRXGMXRBvbcNjiFh/WjL4G&#10;U1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j2MTa8GNEaaiLgpURdAvQZkeHnv7BwSOuUHXvHEPG1KHkfTaNhASJBOHzjwNLaxZzY&#10;DS+M/i1Gw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DKxH2g43cAAEBZBAAOAAAAAAAAAAAAAAAAAC4CAABkcnMvZTJvRG9jLnhtbFBLAQIt&#10;ABQABgAIAAAAIQCyHUyb4AAAAAoBAAAPAAAAAAAAAAAAAAAAAD16AABkcnMvZG93bnJldi54bWxQ&#10;SwUGAAAAAAQABADzAAAAS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crM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4q/RB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Jy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9OckA&#10;AADdAAAADwAAAGRycy9kb3ducmV2LnhtbESPW0sDMRSE3wX/QziCL6XNVunFtWkphVXrg9AL9PWw&#10;OW7Wbk6WJLZrf70RCj4OM/MNM1t0thEn8qF2rGA4yEAQl07XXCnY74r+FESIyBobx6TghwIs5rc3&#10;M8y1O/OGTttYiQThkKMCE2ObSxlKQxbDwLXEyft03mJM0ldSezwnuG3kQ5aNpcWa04LBllaGyuP2&#10;2yr4Kj7MYTW5vPje04YuveL9tVmPlbq/65bPICJ18T98bb9pBY+j4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Rr9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ABMc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1g8Z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QAT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xCs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+BuNl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dxC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Mw2M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nY1lrr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DMNj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A4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A7HT/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RA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Dvc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Yvl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KDv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8Y8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+TK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fG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4UcYA&#10;AADdAAAADwAAAGRycy9kb3ducmV2LnhtbESPX2vCMBTF3wf7DuEO9jI0taJIZxQdhA0ciH/A10tz&#10;bcuam5Jktvv2ZjDY4+Gc8zuc5XqwrbiRD41jBZNxBoK4dKbhSsH5pEcLECEiG2wdk4IfCrBePT4s&#10;sTCu5wPdjrESCcKhQAV1jF0hZShrshjGriNO3tV5izFJX0njsU9w28o8y+bSYsNpocaO3moqv47f&#10;VsF231dT/1JuB7e7vl9mWhv9qZV6fho2ryAiDfE//Nf+MAqmszyH3zfp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4U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hHj8QA&#10;AADdAAAADwAAAGRycy9kb3ducmV2LnhtbESPUWvCMBSF3wf+h3CFvc3UOkWqUcRRkLGXqT/g0lyb&#10;anNTkljrv18Ggz0ezjnf4ay3g21FTz40jhVMJxkI4srphmsF51P5tgQRIrLG1jEpeFKA7Wb0ssZC&#10;uwd/U3+MtUgQDgUqMDF2hZShMmQxTFxHnLyL8xZjkr6W2uMjwW0r8yxbSIsNpwWDHe0NVbfj3Soo&#10;P/Ov/nbXvnS74d3S3FyXH0ap1/GwW4GINMT/8F/7oBXM5v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IR4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F3cIA&#10;AADdAAAADwAAAGRycy9kb3ducmV2LnhtbESP3YrCMBSE7wXfIRzBO5v6U5FqFBGU9XKrD3Bojm2x&#10;OalNtPXtN4Kwl8PMfMNsdr2pxYtaV1lWMI1iEMS51RUXCq6X42QFwnlkjbVlUvAmB7vtcLDBVNuO&#10;f+mV+UIECLsUFZTeN6mULi/JoItsQxy8m20N+iDbQuoWuwA3tZzF8VIarDgslNjQoaT8nj2NgsW7&#10;Oz2y5B4ftaHped6c2eeJUuNRv1+D8NT7//C3/aMVzJPZAj5vwhO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JMX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5WsYA&#10;AADdAAAADwAAAGRycy9kb3ducmV2LnhtbESPT2vCQBTE7wW/w/IKvdVNUxJq6iqiKNJTG/+cH9nn&#10;JjT7NmRXjd++Kwg9DjPzG2Y6H2wrLtT7xrGCt3ECgrhyumGjYL9bv36A8AFZY+uYFNzIw3w2eppi&#10;od2Vf+hSBiMihH2BCuoQukJKX9Vk0Y9dRxy9k+sthih7I3WP1wi3rUyTJJcWG44LNXa0rKn6Lc9W&#10;wTk/pns+fenvcnXbTFbrhZcHo9TL87D4BBFoCP/hR3urFbxnaQb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p5W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YKscA&#10;AADdAAAADwAAAGRycy9kb3ducmV2LnhtbESPT2vCQBTE74LfYXlCb7qptkGjq2ihUHuo+O/g7Zl9&#10;TaLZt2l21fTbdwuCx2FmfsNMZo0pxZVqV1hW8NyLQBCnVhecKdht37tDEM4jaywtk4JfcjCbtlsT&#10;TLS98ZquG5+JAGGXoILc+yqR0qU5GXQ9WxEH79vWBn2QdSZ1jbcAN6XsR1EsDRYcFnKs6C2n9Ly5&#10;GAX71TAerRbLl9Pn1xEHRv8cdBEr9dRp5mMQnhr/CN/bH1rB4LUfw/+b8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LmC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/QsYA&#10;AADdAAAADwAAAGRycy9kb3ducmV2LnhtbESPQWvCQBSE7wX/w/IKvdVNY9WQZhVtqUpPqQpeH9nX&#10;JJh9G7Jbjf31XUHwOMzMN0w2700jTtS52rKCl2EEgriwuuZSwX73+ZyAcB5ZY2OZFFzIwXw2eMgw&#10;1fbM33Ta+lIECLsUFVTet6mUrqjIoBvaljh4P7Yz6IPsSqk7PAe4aWQcRRNpsOawUGFL7xUVx+2v&#10;UfA3OWDu1vHyY6Q9XV6Tlf3KV0o9PfaLNxCeen8P39obrWA0jqdwfROe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//Q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g4iMMA&#10;AADdAAAADwAAAGRycy9kb3ducmV2LnhtbERP3WrCMBS+H/gO4Qi7m+lqO2ZnlDEceLfZ7QEOzTEt&#10;Nie1iW316c3FYJcf3/96O9lWDNT7xrGC50UCgrhyumGj4Pfn8+kVhA/IGlvHpOBKHrab2cMaC+1G&#10;PtBQBiNiCPsCFdQhdIWUvqrJol+4jjhyR9dbDBH2RuoexxhuW5kmyYu02HBsqLGjj5qqU3mxCs4u&#10;zfVU7vDrtFt9N8Zk59shU+pxPr2/gQg0hX/xn3uvFSzzNM6Nb+IT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g4i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UXe8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MOx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F3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/bz8cA&#10;AADdAAAADwAAAGRycy9kb3ducmV2LnhtbESPQWvCQBCF74L/YRmht7pRsdjUVWqhUGkN1Jb2OmSn&#10;2WB2NmS3Mf77zqHgcWbevPe+9Xbwjeqpi3VgA7NpBoq4DLbmysDnx/PtClRMyBabwGTgQhG2m/Fo&#10;jbkNZ36n/pgqJSYcczTgUmpzrWPpyGOchpZYbj+h85hk7CptOzyLuW/0PMvutMeaJcFhS0+OytPx&#10;1xvosbhk3253uN/Xb+W82H29Wtmbm8nw+AAq0ZCu4v/vF2tgsVxIf6ERE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/28/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ANMUA&#10;AADdAAAADwAAAGRycy9kb3ducmV2LnhtbESPQUvDQBSE70L/w/IK3uymKYrEbosUKh419uDxmX3N&#10;pmbfC7vbJvrrXUHwOMzMN8x6O/leXSjETtjAclGAIm7EdtwaOLztb+5BxYRssRcmA18UYbuZXa2x&#10;sjLyK13q1KoM4VihAZfSUGkdG0ce40IG4uwdJXhMWYZW24Bjhvtel0Vxpz12nBccDrRz1HzWZ29g&#10;fGo+TuXx3brvMMi+fpFT2Ysx1/Pp8QFUoin9h//az9bA6na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MA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Y5McA&#10;AADdAAAADwAAAGRycy9kb3ducmV2LnhtbESP3WoCMRSE7wt9h3AK3tWsK1bZGsVfKNJStHp/ujnu&#10;bpucLJuo27c3QsHLYWa+YcbT1hpxpsZXjhX0ugkI4tzpigsF+6/18wiED8gajWNS8EceppPHhzFm&#10;2l14S+ddKESEsM9QQRlCnUnp85Is+q6riaN3dI3FEGVTSN3gJcKtkWmSvEiLFceFEmtalJT/7k5W&#10;wfpzaX7Sj+3sIMNiNfw2o818+a5U56mdvYII1IZ7+L/9phX0B/0U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xGO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wxsUA&#10;AADdAAAADwAAAGRycy9kb3ducmV2LnhtbESPQYvCMBSE74L/ITzBi2jqFkWqUURYdGGFXRW8Pptn&#10;W2xeShNr999vBMHjMDPfMItVa0rRUO0KywrGowgEcWp1wZmC0/FzOAPhPLLG0jIp+CMHq2W3s8BE&#10;2wf/UnPwmQgQdgkqyL2vEildmpNBN7IVcfCutjbog6wzqWt8BLgp5UcUTaXBgsNCjhVtckpvh7tR&#10;0Px8X7Jd46qv22zgJvFlu93rs1L9Xrueg/DU+nf41d5pBfEkjuH5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nD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Ue8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HA9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SlHvHAAAA3QAAAA8AAAAAAAAAAAAAAAAAmAIAAGRy&#10;cy9kb3ducmV2LnhtbFBLBQYAAAAABAAEAPUAAACMAwAAAAA=&#10;" fillcolor="black" stroked="f"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y7sgA&#10;AADdAAAADwAAAGRycy9kb3ducmV2LnhtbESPzWvCQBTE7wX/h+UVequbKhGJrlI/CoXqwY+Dx2f2&#10;NVmSfRuyW43+9d1CweMwM79hpvPO1uJCrTeOFbz1ExDEudOGCwXHw8frGIQPyBprx6TgRh7ms97T&#10;FDPtrryjyz4UIkLYZ6igDKHJpPR5SRZ93zXE0ft2rcUQZVtI3eI1wm0tB0kykhYNx4USG1qWlFf7&#10;H6vg9DUy452hwXlzX6z1Jq0W21Wl1Mtz9z4BEagLj/B/+1MrGKbDFP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d/L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SLMYA&#10;AADdAAAADwAAAGRycy9kb3ducmV2LnhtbESPT2sCMRTE7wW/Q3iCt5pVqcjWKGIRe+nBf/T62Lxu&#10;trt52SZRVz99IxR6HGbmN8x82dlGXMiHyrGC0TADQVw4XXGp4HjYPM9AhIissXFMCm4UYLnoPc0x&#10;1+7KO7rsYykShEOOCkyMbS5lKAxZDEPXEifvy3mLMUlfSu3xmuC2keMsm0qLFacFgy2tDRX1/mwV&#10;+NXnW33n86nO7h+3sP3ufmZolBr0u9UriEhd/A//td+1gsnLZAq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BSL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BcYA&#10;AADdAAAADwAAAGRycy9kb3ducmV2LnhtbESPUWsCMRCE3wX/Q1ihL6Xmqqjt1ShFKAgVQesP2F62&#10;d0eTzXFZ9fTXN0LBx2FmvmHmy847daI21oENPA8zUMRFsDWXBg5fH08voKIgW3SBycCFIiwX/d4c&#10;cxvOvKPTXkqVIBxzNFCJNLnWsajIYxyGhjh5P6H1KEm2pbYtnhPcOz3Ksqn2WHNaqLChVUXF7/7o&#10;DbjRt3v9nMWNXA56k1297B631piHQff+Bkqok3v4v722BsaT8Qxu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hSB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JM8IA&#10;AADdAAAADwAAAGRycy9kb3ducmV2LnhtbERPz2vCMBS+C/sfwhN201RlIp1RNkXoZQer4vXZvDVl&#10;yUtponb765eD4PHj+71c986KG3Wh8axgMs5AEFdeN1wrOB52owWIEJE1Ws+k4JcCrFcvgyXm2t95&#10;T7cy1iKFcMhRgYmxzaUMlSGHYexb4sR9+85hTLCrpe7wnsKdldMsm0uHDacGgy1tDFU/5dUp2Jat&#10;nR4L8xnOp6/LxRZ/OzpvlXod9h/vICL18Sl+uAutYPY2S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8kz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AjGcUA&#10;AADdAAAADwAAAGRycy9kb3ducmV2LnhtbESPQWsCMRSE7wX/Q3hCb91EpWq3G0WkgtCTVg+9PZLX&#10;3dXNy7JJ3e2/bwpCj8PMfMMU68E14kZdqD1rmGQKBLHxtuZSw+lj97QEESKyxcYzafihAOvV6KHA&#10;3PqeD3Q7xlIkCIccNVQxtrmUwVTkMGS+JU7el+8cxiS7UtoO+wR3jZwqNZcOa04LFba0rchcj99O&#10;w2Un371RaM6nc7+3i8+3OTVK68fxsHkFEWmI/+F7e281zJ5nL/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CM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b18IA&#10;AADdAAAADwAAAGRycy9kb3ducmV2LnhtbERPy4rCMBTdC/5DuII7TUdHkY5RnAFhGHHhA3F5ba5t&#10;aXNTkqidvzcLweXhvOfL1tTiTs6XlhV8DBMQxJnVJecKjof1YAbCB2SNtWVS8E8elotuZ46ptg/e&#10;0X0fchFD2KeooAihSaX0WUEG/dA2xJG7WmcwROhyqR0+Yrip5ShJptJgybGhwIZ+Csqq/c0oON82&#10;fN2O/1buO5xse/DV6DKrlOr32tUXiEBteItf7l+tYDz5jPv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Vv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EnscA&#10;AADdAAAADwAAAGRycy9kb3ducmV2LnhtbESPT2sCMRTE74LfITzBm2a1KroapRYKvRTqn4Penpvn&#10;7uLmZZtE3fbTN0LB4zAzv2EWq8ZU4kbOl5YVDPoJCOLM6pJzBfvde28KwgdkjZVlUvBDHlbLdmuB&#10;qbZ33tBtG3IRIexTVFCEUKdS+qwgg75va+Lona0zGKJ0udQO7xFuKjlMkok0WHJcKLCmt4Kyy/Zq&#10;FKxn0/X314g/fzenIx0Pp8t46BKlup3mdQ4iUBOe4f/2h1bwMh4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jRJ7HAAAA3QAAAA8AAAAAAAAAAAAAAAAAmAIAAGRy&#10;cy9kb3ducmV2LnhtbFBLBQYAAAAABAAEAPUAAACMAwAAAAA=&#10;" fillcolor="black" stroked="f"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g6MUA&#10;AADdAAAADwAAAGRycy9kb3ducmV2LnhtbESPQUsDMRSE70L/Q3gFbzbbVqWsTctSEMXTtiq9vm6e&#10;m6WblyWJ6frvjSD0OMzMN8x6O9peJPKhc6xgPitAEDdOd9wq+Hh/vluBCBFZY++YFPxQgO1mcrPG&#10;UrsL7ykdYisyhEOJCkyMQyllaAxZDDM3EGfvy3mLMUvfSu3xkuG2l4uieJQWO84LBgfaGWrOh2+r&#10;IJ12dbVMx2T2b75qvatfPk+1UrfTsXoCEWmM1/B/+1UrWD7cL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S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lgc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Y3t9N4f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GZY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22E0" w:rsidRDefault="00AB22E0" w:rsidP="00AB22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22E0" w:rsidRDefault="00AB22E0" w:rsidP="00AB22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22E0" w:rsidRDefault="00AB22E0" w:rsidP="00AB22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B22E0" w:rsidRDefault="00AB22E0" w:rsidP="00AB22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22E0" w:rsidRPr="00B613B3" w:rsidRDefault="00AB22E0" w:rsidP="00AB22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№74</w:t>
      </w:r>
    </w:p>
    <w:p w:rsidR="00AB22E0" w:rsidRPr="00A71AA4" w:rsidRDefault="00AB22E0" w:rsidP="00AB22E0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22E0" w:rsidRPr="00A71AA4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AB22E0" w:rsidRPr="00A71AA4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AB22E0" w:rsidRPr="00A71AA4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AB22E0" w:rsidRPr="00A71AA4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AB22E0" w:rsidRPr="00A71AA4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Нікітчуку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І.І.</w:t>
      </w:r>
    </w:p>
    <w:p w:rsidR="00AB22E0" w:rsidRPr="00A71AA4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22E0" w:rsidRPr="00A71AA4" w:rsidRDefault="00AB22E0" w:rsidP="00AB22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І.І.,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AB22E0" w:rsidRPr="00A71AA4" w:rsidRDefault="00AB22E0" w:rsidP="00AB22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B22E0" w:rsidRPr="00A71AA4" w:rsidRDefault="00AB22E0" w:rsidP="00AB22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Івановичу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D7181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паспорт </w:t>
      </w:r>
      <w:r w:rsidR="00BD718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4,3181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6823984000:03:003:0229,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за межами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B22E0" w:rsidRPr="00A71AA4" w:rsidRDefault="00AB22E0" w:rsidP="00AB22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І.І.</w:t>
      </w: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AB22E0" w:rsidRPr="00A71AA4" w:rsidRDefault="00AB22E0" w:rsidP="00AB22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B22E0" w:rsidRPr="00A71AA4" w:rsidRDefault="00AB22E0" w:rsidP="00AB22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22E0" w:rsidRPr="00AB22E0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6477DD" w:rsidRPr="00AB22E0" w:rsidRDefault="00AB22E0" w:rsidP="00AB22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477DD" w:rsidRPr="00AB22E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E59" w:rsidRDefault="00025E59">
      <w:pPr>
        <w:spacing w:after="0" w:line="240" w:lineRule="auto"/>
      </w:pPr>
      <w:r>
        <w:separator/>
      </w:r>
    </w:p>
  </w:endnote>
  <w:endnote w:type="continuationSeparator" w:id="0">
    <w:p w:rsidR="00025E59" w:rsidRDefault="00025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E59" w:rsidRDefault="00025E59">
      <w:pPr>
        <w:spacing w:after="0" w:line="240" w:lineRule="auto"/>
      </w:pPr>
      <w:r>
        <w:separator/>
      </w:r>
    </w:p>
  </w:footnote>
  <w:footnote w:type="continuationSeparator" w:id="0">
    <w:p w:rsidR="00025E59" w:rsidRDefault="00025E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E0"/>
    <w:rsid w:val="00025E59"/>
    <w:rsid w:val="006477DD"/>
    <w:rsid w:val="00AB22E0"/>
    <w:rsid w:val="00BD7181"/>
    <w:rsid w:val="00D2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E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B22E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B22E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B22E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2E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B22E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B22E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B22E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2021-02-01T07:17:00Z</dcterms:created>
  <dcterms:modified xsi:type="dcterms:W3CDTF">2021-02-01T08:14:00Z</dcterms:modified>
</cp:coreProperties>
</file>