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8E" w:rsidRDefault="00AE208E" w:rsidP="00AE20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E208E" w:rsidRDefault="00AE208E" w:rsidP="00AE208E"/>
    <w:p w:rsidR="00AE208E" w:rsidRDefault="00AE208E" w:rsidP="00AE208E"/>
    <w:p w:rsidR="00AE208E" w:rsidRDefault="00AE208E" w:rsidP="00AE20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E208E" w:rsidRDefault="00AE208E" w:rsidP="00AE20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E208E" w:rsidRDefault="00AE208E" w:rsidP="00AE20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E208E" w:rsidRDefault="00AE208E" w:rsidP="00AE20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E208E" w:rsidRDefault="00AE208E" w:rsidP="00AE20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8E" w:rsidRDefault="00AE208E" w:rsidP="00AE20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E208E" w:rsidRDefault="00AE208E" w:rsidP="00AE20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208E" w:rsidRDefault="00AE208E" w:rsidP="00AE20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E208E" w:rsidRDefault="00AE208E" w:rsidP="00AE20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E208E" w:rsidRDefault="00AE208E" w:rsidP="00AE208E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№72</w:t>
      </w:r>
    </w:p>
    <w:p w:rsidR="00AE208E" w:rsidRPr="00F50350" w:rsidRDefault="00AE208E" w:rsidP="00AE208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lang w:eastAsia="en-US"/>
        </w:rPr>
      </w:pPr>
    </w:p>
    <w:p w:rsidR="00AE208E" w:rsidRPr="00456436" w:rsidRDefault="00AE208E" w:rsidP="00AE208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E208E" w:rsidRPr="00456436" w:rsidRDefault="00AE208E" w:rsidP="00AE208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E208E" w:rsidRPr="00456436" w:rsidRDefault="00AE208E" w:rsidP="00AE208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E208E" w:rsidRPr="00456436" w:rsidRDefault="00AE208E" w:rsidP="00AE208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Сорока Т.П.</w:t>
      </w:r>
    </w:p>
    <w:p w:rsidR="00AE208E" w:rsidRPr="00456436" w:rsidRDefault="00AE208E" w:rsidP="00AE208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E208E" w:rsidRPr="00456436" w:rsidRDefault="00AE208E" w:rsidP="00AE208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Сороки Т.</w:t>
      </w:r>
      <w:proofErr w:type="gram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AE208E" w:rsidRPr="00456436" w:rsidRDefault="00AE208E" w:rsidP="00AE208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AE208E" w:rsidRPr="00456436" w:rsidRDefault="00AE208E" w:rsidP="00AE208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Перенести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Сорока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Тимофія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Павловича</w:t>
      </w:r>
      <w:proofErr w:type="gram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,я</w:t>
      </w:r>
      <w:proofErr w:type="gram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кий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9D5E0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1,8153 га, для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6823984000:03:018:0341).</w:t>
      </w:r>
    </w:p>
    <w:p w:rsidR="00AE208E" w:rsidRPr="00456436" w:rsidRDefault="00AE208E" w:rsidP="00AE208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436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5643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5643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E208E" w:rsidRPr="00456436" w:rsidRDefault="00AE208E" w:rsidP="00AE208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E208E" w:rsidRPr="00456436" w:rsidRDefault="00AE208E" w:rsidP="00AE208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E208E" w:rsidRPr="00456436" w:rsidRDefault="00AE208E" w:rsidP="00AE208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E208E" w:rsidRPr="00456436" w:rsidRDefault="00AE208E" w:rsidP="00AE208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E208E" w:rsidRPr="00456436" w:rsidRDefault="00AE208E" w:rsidP="00AE208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E1542" w:rsidRPr="00AE208E" w:rsidRDefault="00AE208E" w:rsidP="00AE208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FE1542" w:rsidRPr="00AE208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8E"/>
    <w:rsid w:val="00171A2E"/>
    <w:rsid w:val="00304C90"/>
    <w:rsid w:val="00505B6D"/>
    <w:rsid w:val="006D3977"/>
    <w:rsid w:val="007D6C18"/>
    <w:rsid w:val="009D5E09"/>
    <w:rsid w:val="00AE208E"/>
    <w:rsid w:val="00D1641A"/>
    <w:rsid w:val="00FE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233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2020-07-02T11:36:00Z</dcterms:created>
  <dcterms:modified xsi:type="dcterms:W3CDTF">2020-07-02T13:09:00Z</dcterms:modified>
</cp:coreProperties>
</file>