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2F" w:rsidRPr="003B50D1" w:rsidRDefault="0009762F" w:rsidP="0009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09762F" w:rsidRPr="003B50D1" w:rsidRDefault="0009762F" w:rsidP="0009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09762F" w:rsidRPr="003B50D1" w:rsidRDefault="0009762F" w:rsidP="0009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FAEBCC" wp14:editId="5534A45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228" name="Группа 23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2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62F" w:rsidRDefault="0009762F" w:rsidP="000976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22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Sr4DU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/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xCMMYA&#10;AADeAAAADwAAAGRycy9kb3ducmV2LnhtbESPQWvCQBSE7wX/w/IEb3XTDbQ2dRURKzkEirbeH9ln&#10;Epp9G7LbJP57t1DocZiZb5j1drKtGKj3jWMNT8sEBHHpTMOVhq/P98cVCB+QDbaOScONPGw3s4c1&#10;ZsaNfKLhHCoRIewz1FCH0GVS+rImi37pOuLoXV1vMUTZV9L0OEa4baVKkmdpseG4UGNH+5rK7/OP&#10;1eDSY15cKnVKD/wSePexul6mQuvFfNq9gQg0hf/wXzs3GlSq1Cv83olX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xCM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vP08gA&#10;AADeAAAADwAAAGRycy9kb3ducmV2LnhtbESPy2oCMRSG94W+QziFbkQzHcHWqVFEGHtZFLxAt4fJ&#10;cTI6ORmSqFOfvlkUuvz5b3yzRW9bcSEfGscKnkYZCOLK6YZrBftdOXwBESKyxtYxKfihAIv5/d0M&#10;C+2uvKHLNtYijXAoUIGJsSukDJUhi2HkOuLkHZy3GJP0tdQer2nctjLPsom02HB6MNjRylB12p6t&#10;gmP5Zb5Xz7e1H0w3dBuUn2/tx0Spx4d++QoiUh//w3/td60gH+fjBJBwEgr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q8/T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TOScMA&#10;AADeAAAADwAAAGRycy9kb3ducmV2LnhtbESP3YrCMBCF74V9hzALeyOa2oJINYqILos3YvUBhmZs&#10;is2kNFnbffuNIHh5OD8fZ7UZbCMe1PnasYLZNAFBXDpdc6XgejlMFiB8QNbYOCYFf+Rhs/4YrTDX&#10;ruczPYpQiTjCPkcFJoQ2l9KXhiz6qWuJo3dzncUQZVdJ3WEfx20j0ySZS4s1R4LBlnaGynvxayPk&#10;lOHpeOsvh+8Be9wfDY+3Z6W+PoftEkSgIbzDr/aPVpBmaTaD5514Be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TOS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JFBMQA&#10;AADeAAAADwAAAGRycy9kb3ducmV2LnhtbERPTUsDMRC9C/6HMIK3NuuqtaxNi9QKIvRgFYq3YTPd&#10;XdxMQjLtrv/eCAV5p8f74i1Wo+vViWLqPBu4mRagiGtvO24MfH68TOagkiBb7D2TgR9KsFpeXiyw&#10;sn7gdzrtpFG5hFOFBlqRUGmd6pYcpqkPxFk7+OhQMo2NthGHXO56XRbFTDvsOC+0GGjdUv29OzoD&#10;22ET3h5m94fwFe9KnZ6t7NdizPXV+PQISmiUf/M5/WoNlLcZ8HcnXwG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iRQ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r1pcMA&#10;AADeAAAADwAAAGRycy9kb3ducmV2LnhtbESP3YrCMBCF74V9hzDC3oimtrBINYosKuKNWH2AoRmb&#10;YjMpTbTdtzcLC3t5OD8fZ7UZbCNe1PnasYL5LAFBXDpdc6Xgdt1PFyB8QNbYOCYFP+Rhs/4YrTDX&#10;rucLvYpQiTjCPkcFJoQ2l9KXhiz6mWuJo3d3ncUQZVdJ3WEfx20j0yT5khZrjgSDLX0bKh/F00bI&#10;OcPz6d5f94cBe9ydDE+2F6U+x8N2CSLQEP7Df+2jVpBmaZbB7514BeT6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r1p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468cA&#10;AADe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VDOy/k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HeO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7AmccA&#10;AADeAAAADwAAAGRycy9kb3ducmV2LnhtbESPUUvDMBSF3wf+h3AFX4ZLbZlIXTacEBQcjNXBXi/N&#10;XVtsbkoS1/rvjSDs8XDO+Q5ntZlsLy7kQ+dYwcMiA0FcO9Nxo+D4qe+fQISIbLB3TAp+KMBmfTNb&#10;YWncyAe6VLERCcKhRAVtjEMpZahbshgWbiBO3tl5izFJ30jjcUxw28s8yx6lxY7TQosDvbZUf1Xf&#10;VsF2PzaFn9fbyX2c305LrY3eaaXubqeXZxCRpngN/7ffjYK8yIsl/N1JV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OwJ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wUEcUA&#10;AADeAAAADwAAAGRycy9kb3ducmV2LnhtbESPwWrDMBBE74H8g9hAb4lcpwnBtRJCgqGUXpL2AxZr&#10;a7m2VkZSHPfvq0Khx2Fm3jDlYbK9GMmH1rGCx1UGgrh2uuVGwcd7tdyBCBFZY++YFHxTgMN+Piux&#10;0O7OFxqvsREJwqFABSbGoZAy1IYshpUbiJP36bzFmKRvpPZ4T3DbyzzLttJiy2nB4EAnQ3V3vVkF&#10;1Wv+NnY37St3nJ4sbczX7myUelhMx2cQkab4H/5rv2gF+Tpfb+H3Tro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rBQ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7dccA&#10;AADeAAAADwAAAGRycy9kb3ducmV2LnhtbESPX0vDMBTF3wW/Q7iCL+LStTilWzY2IThQkP0BXy/N&#10;XVvW3JQkrvXbm4Hg4+Gc8zucxWq0nbiQD61jBdNJBoK4cqblWsHxoB9fQISIbLBzTAp+KMBqeXuz&#10;wNK4gXd02cdaJAiHEhU0MfallKFqyGKYuJ44eSfnLcYkfS2NxyHBbSfzLJtJiy2nhQZ7em2oOu+/&#10;rYLN51AX/qHajO799Pb1pLXRH1qp+7txPQcRaYz/4b/21ijIi7x4huuddAX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Q+3X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8l+MEA&#10;AADeAAAADwAAAGRycy9kb3ducmV2LnhtbERP3WrCMBS+H/gO4Qi7m6nVDalGEUdBhjc6H+DQHJtq&#10;c1KSWOvbLxfCLj++/9VmsK3oyYfGsYLpJANBXDndcK3g/Ft+LECEiKyxdUwKnhRgsx69rbDQ7sFH&#10;6k+xFimEQ4EKTIxdIWWoDFkME9cRJ+7ivMWYoK+l9vhI4baVeZZ9SYsNpwaDHe0MVbfT3Soof/JD&#10;f7trX7rtMLf0aa6Lb6PU+3jYLkFEGuK/+OXeawX5LJ+lvelOug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/Jfj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0ei8QA&#10;AADeAAAADwAAAGRycy9kb3ducmV2LnhtbESP0WqDQBRE3wP9h+UW+hbXaCyNzSaEgiU+1vYDLu6N&#10;Sty71t1E/ftuodDHYWbOMPvjbHpxp9F1lhVsohgEcW11x42Cr89i/QLCeWSNvWVSsJCD4+Fhtcdc&#10;24k/6F75RgQIuxwVtN4PuZSubsmgi+xAHLyLHQ36IMdG6hGnADe9TOL4WRrsOCy0ONBbS/W1uhkF&#10;22V6/66ya1xoQ5syHUr2dabU0+N8egXhafb/4b/2WStI0iTdwe+dcAX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9Ho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PSxMUA&#10;AADeAAAADwAAAGRycy9kb3ducmV2LnhtbESPy2rDMBBF94X+g5hCdo1cJ4TWjWxCg0vJKnXTrgdr&#10;YptaI2PJj/x9tAhkebkvzjabTStG6l1jWcHLMgJBXFrdcKXg9JM/v4JwHllja5kUXMhBlj4+bDHR&#10;duJvGgtfiTDCLkEFtfddIqUrazLolrYjDt7Z9gZ9kH0ldY9TGDetjKNoIw02HB5q7OijpvK/GIyC&#10;YfMXn/h80Mdif/l82+c7J38rpRZP8+4dhKfZ38O39pdWEK/idQAIOAEF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9LE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HQsgA&#10;AADeAAAADwAAAGRycy9kb3ducmV2LnhtbESPQWvCQBSE74L/YXlCb7oxStDoKlUoVA+VWnvo7Zl9&#10;JrHZt2l21fTfu0Khx2FmvmHmy9ZU4kqNKy0rGA4iEMSZ1SXnCg4fL/0JCOeRNVaWScEvOVguup05&#10;ptre+J2ue5+LAGGXooLC+zqV0mUFGXQDWxMH72Qbgz7IJpe6wVuAm0rGUZRIgyWHhQJrWheUfe8v&#10;RsHnbpJMd6vN+Lx9O+LI6J8vXSZKPfXa5xkIT63/D/+1X7WCeBSPh/C4E66AXN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4MdC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OocYA&#10;AADeAAAADwAAAGRycy9kb3ducmV2LnhtbESPT2vCQBTE74V+h+UJvdWNq4hE12BbaktP/gOvj+wz&#10;CWbfhuzWRD+9Wyh4HGbmN8wi620tLtT6yrGG0TABQZw7U3Gh4bD/fJ2B8AHZYO2YNFzJQ7Z8flpg&#10;alzHW7rsQiEihH2KGsoQmlRKn5dk0Q9dQxy9k2sthijbQpoWuwi3tVRJMpUWK44LJTb0XlJ+3v1a&#10;DbfpETf+S719jE2g62S2dj+btdYvg341BxGoD4/wf/vbaFBjNVHwdyd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vOo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ClMUA&#10;AADeAAAADwAAAGRycy9kb3ducmV2LnhtbESP0WrCQBRE3wv+w3IF3+rGGItGVynFQt+qqR9wyV43&#10;wezdmF017dd3BcHHYWbOMKtNbxtxpc7XjhVMxgkI4tLpmo2Cw8/n6xyED8gaG8ek4Jc8bNaDlxXm&#10;2t14T9ciGBEh7HNUUIXQ5lL6siKLfuxa4ugdXWcxRNkZqTu8RbhtZJokb9JizXGhwpY+KipPxcUq&#10;OLt0pvtii9+n7WJXG5Od//aZUqNh/74EEagPz/Cj/aUVpNM0m8L9Trw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vgKU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v8C8YA&#10;AADeAAAADwAAAGRycy9kb3ducmV2LnhtbESPS2/CMBCE75X4D9Yi9VYcwqM0YBBFqsSVx6HHrb0k&#10;gXgdYgMpvx4jVepxNDPfaGaL1lbiSo0vHSvo9xIQxNqZknMF+93X2wSED8gGK8ek4Jc8LOadlxlm&#10;xt14Q9dtyEWEsM9QQRFCnUnpdUEWfc/VxNE7uMZiiLLJpWnwFuG2kmmSjKXFkuNCgTWtCtKn7cUq&#10;WJc/NBrrw4edfOrN9/0cBu9Ho9Rrt11OQQRqw3/4r702CtJBOhzC8068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v8C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gR8MA&#10;AADeAAAADwAAAGRycy9kb3ducmV2LnhtbERPW2vCMBR+H+w/hDPY20zt3NBqFB0MJjrBC/p6aI5N&#10;sTkpTVbrvzeDwR6/O99k1tlKtNT40rGCfi8BQZw7XXKh4LD/fBmC8AFZY+WYFNzIw2z6+DDBTLsr&#10;b6ndhULEEvYZKjAh1JmUPjdk0fdcTRy1s2sshgibQuoGr7HcVjJNkndpseS4YLCmD0P5ZfdjFbS4&#10;uSUns/geLct1nm4Wx5WOvHp+6uZjEIG68G/+S39pBelrOniD3zvxC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agR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nhqsUA&#10;AADeAAAADwAAAGRycy9kb3ducmV2LnhtbESPQUsDMRSE74L/ITzBm802SpG1aSlCxaOuHjw+N6+b&#10;rZv3liR2V3+9EQSPw8x8w6y3cxjUiWLqhS0sFxUo4lZcz52F15f91S2olJEdDsJk4YsSbDfnZ2us&#10;nUz8TKcmd6pAONVowec81lqn1lPAtJCRuHgHiQFzkbHTLuJU4GHQpqpWOmDPZcHjSPee2o/mM1iY&#10;Htr3ozm8Of8dR9k3T3I0g1h7eTHv7kBlmvN/+K/96CyYa3Ozg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WeG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1UJsgA&#10;AADeAAAADwAAAGRycy9kb3ducmV2LnhtbESP3WoCMRSE74W+QzgF7zTrtqhsjWL9gSKVotX7081x&#10;d9vkZNmkur59IxS8HGbmG2Yya60RZ2p85VjBoJ+AIM6drrhQcPhc98YgfEDWaByTgit5mE0fOhPM&#10;tLvwjs77UIgIYZ+hgjKEOpPS5yVZ9H1XE0fv5BqLIcqmkLrBS4RbI9MkGUqLFceFEmtalJT/7H+t&#10;gvXH0nyn2938KMNiNfoy483r8l2p7mM7fwERqA338H/7TStIn9LnEdzuxCs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7VQm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QdwMQA&#10;AADeAAAADwAAAGRycy9kb3ducmV2LnhtbERPTYvCMBC9L/gfwgheZE2t6yLVKCKICiuou+B1bMa2&#10;2ExKE2v99+Yg7PHxvmeL1pSiodoVlhUMBxEI4tTqgjMFf7/rzwkI55E1lpZJwZMcLOadjxkm2j74&#10;SM3JZyKEsEtQQe59lUjp0pwMuoGtiAN3tbVBH2CdSV3jI4SbUsZR9C0NFhwacqxolVN6O92Ngubw&#10;c8m2jat2t0nfjUeXzWavz0r1uu1yCsJT6//Fb/dWK4hH8VfYG+6EK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EHc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62F" w:rsidRDefault="0009762F" w:rsidP="0009762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GRskA&#10;AADeAAAADwAAAGRycy9kb3ducmV2LnhtbESPzWsCMRTE7wX/h/AEbzXr+oGuRtFCoZdC/Tjo7bl5&#10;7i5uXrZJqtv+9U1B6HGYmd8wi1VranEj5yvLCgb9BARxbnXFhYLD/vV5CsIHZI21ZVLwTR5Wy87T&#10;AjNt77yl2y4UIkLYZ6igDKHJpPR5SQZ93zbE0btYZzBE6QqpHd4j3NQyTZKJNFhxXCixoZeS8uvu&#10;yyjYzKabz48Rv/9szyc6Hc/XceoSpXrddj0HEagN/+FH+00rSIfpaAZ/d+IVk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qTGRskAAADeAAAADwAAAAAAAAAAAAAAAACYAgAA&#10;ZHJzL2Rvd25yZXYueG1sUEsFBgAAAAAEAAQA9QAAAI4DAAAAAA==&#10;" fillcolor="black" stroked="f">
                  <v:textbox>
                    <w:txbxContent>
                      <w:p w:rsidR="0009762F" w:rsidRDefault="0009762F" w:rsidP="0009762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T3BsYA&#10;AADeAAAADwAAAGRycy9kb3ducmV2LnhtbESPy4rCMBSG9wPzDuEI7sbUiiLVKDoXGFAXXhYuj82x&#10;DW1OSpPRjk8/WQy4/PlvfPNlZ2txo9YbxwqGgwQEce604ULB6fj1NgXhA7LG2jEp+CUPy8Xryxwz&#10;7e68p9shFCKOsM9QQRlCk0np85Is+oFriKN3da3FEGVbSN3iPY7bWqZJMpEWDceHEht6LymvDj9W&#10;wXkzMdO9ofSyfaw/9XZcrXcflVL9XreagQjUhWf4v/2tFaSjdBwBIk5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T3B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/r8cA&#10;AADeAAAADwAAAGRycy9kb3ducmV2LnhtbESPQWsCMRSE70L/Q3iF3jTrlopsjSItpb30oLb0+tg8&#10;N+tuXrZJ1NVfbwTB4zAz3zCzRW9bcSAfascKxqMMBHHpdM2Vgp/Nx3AKIkRkja1jUnCiAIv5w2CG&#10;hXZHXtFhHSuRIBwKVGBi7AopQ2nIYhi5jjh5W+ctxiR9JbXHY4LbVuZZNpEWa04LBjt6M1Q2671V&#10;4Jd/782Z979Ndv4+hc9d/z9Fo9TTY798BRGpj/fwrf2lFeTP+csYrnfSF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aP6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kXk8cA&#10;AADeAAAADwAAAGRycy9kb3ducmV2LnhtbESP3WoCMRSE7wt9h3AEb0rNNqV/W6MUQRCUgtYHON2c&#10;7i4mJ8vmVNc+vSkUejnMzDfMdD4Er47UpzayhbtJAYq4iq7l2sL+Y3n7DCoJskMfmSycKcF8dn01&#10;xdLFE2/puJNaZQinEi00Il2pdaoaCpgmsSPO3lfsA0qWfa1dj6cMD16bonjUAVvOCw12tGioOuy+&#10;gwVvPv3L+ilt5LzXm+InyPbm3Vk7Hg1vr6CEBvkP/7VXzoK5Nw8Gfu/kK6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5F5P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zUscA&#10;AADeAAAADwAAAGRycy9kb3ducmV2LnhtbESPzWrDMBCE74W+g9hCbo0ch5bgRgn5IeBLD3VSct1Y&#10;W8tUWhlLSZw8fVUo9DjMzDfMfDk4Ky7Uh9azgsk4A0Fce91yo+Cw3z3PQISIrNF6JgU3CrBcPD7M&#10;sdD+yh90qWIjEoRDgQpMjF0hZagNOQxj3xEn78v3DmOSfSN1j9cEd1bmWfYqHbacFgx2tDFUf1dn&#10;p2BbdTY/lGYdjp/vp5Mt7zs6bpUaPQ2rNxCRhvgf/muXWkE+zV+m8HsnXQ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l81L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nZEMYA&#10;AADeAAAADwAAAGRycy9kb3ducmV2LnhtbESPT2sCMRTE74V+h/AK3mriaq1sjSJSQeip/jn09kie&#10;u1s3L8smdddv3wiCx2FmfsPMl72rxYXaUHnWMBoqEMTG24oLDYf95nUGIkRki7Vn0nClAMvF89Mc&#10;c+s7/qbLLhYiQTjkqKGMscmlDKYkh2HoG+LknXzrMCbZFtK22CW4q2Wm1FQ6rDgtlNjQuiRz3v05&#10;Db8b+eWNQnM8HLutff/5nFKttB689KsPEJH6+Ajf21urIRtnbxO43UlX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nZE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2P7MYA&#10;AADeAAAADwAAAGRycy9kb3ducmV2LnhtbESPQWvCQBSE74X+h+UVeqsbI4qkrqKCIBUPaik9PrPP&#10;JCT7NuyuGv+9Kwgeh5n5hpnMOtOICzlfWVbQ7yUgiHOrKy4U/B5WX2MQPiBrbCyTght5mE3f3yaY&#10;aXvlHV32oRARwj5DBWUIbSalz0sy6Hu2JY7eyTqDIUpXSO3wGuGmkWmSjKTBiuNCiS0tS8rr/dko&#10;+D9v+LQd/MzdIvzZ7uDr9Diulfr86ObfIAJ14RV+ttdaQTpIh0N43IlXQE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2P7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762F" w:rsidRDefault="0009762F" w:rsidP="0009762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LE6cgA&#10;AADeAAAADwAAAGRycy9kb3ducmV2LnhtbESPT2sCMRTE74V+h/AKvdWs6x90NUoVBC+C2h7q7bl5&#10;7i5uXrZJqquf3hQKPQ4z8xtmOm9NLS7kfGVZQbeTgCDOra64UPD5sXobgfABWWNtmRTcyMN89vw0&#10;xUzbK+/osg+FiBD2GSooQ2gyKX1ekkHfsQ1x9E7WGQxRukJqh9cIN7VMk2QoDVYcF0psaFlSft7/&#10;GAWL8Wjxve3z5r47HujwdTwPUpco9frSvk9ABGrDf/ivvdYK0l46GMLvnXgF5O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4sTpyAAAAN4AAAAPAAAAAAAAAAAAAAAAAJgCAABk&#10;cnMvZG93bnJldi54bWxQSwUGAAAAAAQABAD1AAAAjQMAAAAA&#10;" fillcolor="black" stroked="f">
                  <v:textbox>
                    <w:txbxContent>
                      <w:p w:rsidR="0009762F" w:rsidRDefault="0009762F" w:rsidP="0009762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q2MYA&#10;AADeAAAADwAAAGRycy9kb3ducmV2LnhtbESPzWrDMBCE74W8g9hAb41ch/7gRgkmEFp6ctKWXjfW&#10;1jK1VkZSFPftq0Ihx2FmvmFWm8kOIpEPvWMFt4sCBHHrdM+dgve33c0jiBCRNQ6OScEPBdisZ1cr&#10;rLQ7857SIXYiQzhUqMDEOFZShtaQxbBwI3H2vpy3GLP0ndQezxluB1kWxb202HNeMDjS1lD7fThZ&#10;Bem4bepl+kxm/+rrzrvm+ePYKHU9n+onEJGmeAn/t1+0gnJZ3j3A3518Be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hhq2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762F" w:rsidRDefault="0009762F" w:rsidP="0009762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u6o8QA&#10;AADeAAAADwAAAGRycy9kb3ducmV2LnhtbERPz2vCMBS+D/wfwhN209SOiatGEXFj86J2g3l8NM+m&#10;2LyUJqvd/npzEHb8+H4vVr2tRUetrxwrmIwTEMSF0xWXCr4+X0czED4ga6wdk4Jf8rBaDh4WmGl3&#10;5SN1eShFDGGfoQITQpNJ6QtDFv3YNcSRO7vWYoiwLaVu8RrDbS3TJJlKixXHBoMNbQwVl/zHKvCT&#10;zfZ7Z/9eutOb4X3+YaaH0ij1OOzXcxCB+vAvvrvftYL0KX2Oe+OdeAX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ruqP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762F" w:rsidRDefault="0009762F" w:rsidP="0009762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762F" w:rsidRPr="003B50D1" w:rsidRDefault="0009762F" w:rsidP="0009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9762F" w:rsidRPr="003B50D1" w:rsidRDefault="0009762F" w:rsidP="00097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09762F" w:rsidRPr="003B50D1" w:rsidRDefault="0009762F" w:rsidP="0009762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9762F" w:rsidRPr="003B50D1" w:rsidRDefault="0009762F" w:rsidP="00097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09762F" w:rsidRPr="003B50D1" w:rsidRDefault="0009762F" w:rsidP="00097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9762F" w:rsidRPr="003B50D1" w:rsidRDefault="0009762F" w:rsidP="00097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762F" w:rsidRPr="003B50D1" w:rsidRDefault="0009762F" w:rsidP="00097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9762F" w:rsidRPr="003B50D1" w:rsidRDefault="0009762F" w:rsidP="00097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762F" w:rsidRPr="003B50D1" w:rsidRDefault="0009762F" w:rsidP="000976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9762F" w:rsidRPr="003B50D1" w:rsidRDefault="0009762F" w:rsidP="0009762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9762F" w:rsidRPr="003B50D1" w:rsidRDefault="0009762F" w:rsidP="0009762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9762F" w:rsidRPr="003B50D1" w:rsidRDefault="0009762F" w:rsidP="00097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09762F" w:rsidRPr="003B50D1" w:rsidRDefault="0009762F" w:rsidP="0009762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9762F" w:rsidRPr="003B50D1" w:rsidRDefault="0009762F" w:rsidP="0009762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9762F" w:rsidRPr="003B50D1" w:rsidRDefault="0009762F" w:rsidP="00097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09762F" w:rsidRPr="0061236C" w:rsidRDefault="0009762F" w:rsidP="00097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Супрунцю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 П.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9762F" w:rsidRPr="003B50D1" w:rsidRDefault="0009762F" w:rsidP="00097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9762F" w:rsidRPr="003B50D1" w:rsidRDefault="0009762F" w:rsidP="00097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Супрунця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П.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9762F" w:rsidRPr="003B50D1" w:rsidRDefault="0009762F" w:rsidP="00097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Супрунцю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Петру Петровичу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61F4C">
        <w:rPr>
          <w:rFonts w:ascii="Times New Roman" w:eastAsia="Calibri" w:hAnsi="Times New Roman" w:cs="Times New Roman"/>
          <w:sz w:val="24"/>
          <w:lang w:val="ru-RU"/>
        </w:rPr>
        <w:t>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761F4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0,1085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6823984000:03:002:0176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рада, за межами с. Крупець.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Супрунцю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П.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762F" w:rsidRPr="003B50D1" w:rsidRDefault="0009762F" w:rsidP="00097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9762F" w:rsidRPr="003B50D1" w:rsidRDefault="0009762F" w:rsidP="0009762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09762F" w:rsidRDefault="0009762F" w:rsidP="0009762F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0976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2F"/>
    <w:rsid w:val="0009762F"/>
    <w:rsid w:val="00761F4C"/>
    <w:rsid w:val="00E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2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2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2022-02-11T13:56:00Z</dcterms:created>
  <dcterms:modified xsi:type="dcterms:W3CDTF">2022-02-14T08:03:00Z</dcterms:modified>
</cp:coreProperties>
</file>