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9FF" w:rsidRDefault="003A09FF" w:rsidP="003A09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29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5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6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8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9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0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1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2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3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4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5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6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7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48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49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50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52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53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54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55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56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57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59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60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26" style="position:absolute;margin-left:223.65pt;margin-top:0;width:34.4pt;height:48.3pt;z-index:251687936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">
                <v:shape id="Freeform 31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DKa8AA&#10;AADbAAAADwAAAGRycy9kb3ducmV2LnhtbERPy4rCMBTdD/gP4QruxtQWVKpRRFEGZjW+cHlprm2x&#10;uSlJrJ2/nywGXB7Oe7nuTSM6cr62rGAyTkAQF1bXXCo4n/afcxA+IGtsLJOCX/KwXg0+lphr++If&#10;6o6hFDGEfY4KqhDaXEpfVGTQj21LHLm7dQZDhK6U2uErhptGpkkylQZrjg0VtrStqHgcn0bBd5dO&#10;r7fDzpyyMp25Irvs0rpRajTsNwsQgfrwFv+7v7SCLK6PX+IPk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JDKa8AAAADbAAAADwAAAAAAAAAAAAAAAACYAgAAZHJzL2Rvd25y&#10;ZXYueG1sUEsFBgAAAAAEAAQA9QAAAIU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32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jMl8MA&#10;AADbAAAADwAAAGRycy9kb3ducmV2LnhtbESPQYvCMBSE78L+h/AW9iKadgVXqlFEEHQFwXbB66N5&#10;ttXmpTRRu//eCILHYWa+YWaLztTiRq2rLCuIhxEI4tzqigsFf9l6MAHhPLLG2jIp+CcHi/lHb4aJ&#10;tnc+0C31hQgQdgkqKL1vEildXpJBN7QNcfBOtjXog2wLqVu8B7ip5XcUjaXBisNCiQ2tSsov6dUo&#10;kFm69dufyvTj3+O+i+15tcvPSn19dsspCE+df4df7Y1WMIrh+SX8A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ZjMl8MAAADb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33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FtCcYA&#10;AADbAAAADwAAAGRycy9kb3ducmV2LnhtbESPT2sCMRTE70K/Q3gFL0Wzta3o1ihVUMRDwX/3183r&#10;7tbNy5pEXf30TaHgcZiZ3zCjSWMqcSbnS8sKnrsJCOLM6pJzBbvtvDMA4QOyxsoyKbiSh8n4oTXC&#10;VNsLr+m8CbmIEPYpKihCqFMpfVaQQd+1NXH0vq0zGKJ0udQOLxFuKtlLkr40WHJcKLCmWUHZYXMy&#10;CuZLOgz39XHxenNv+eDn63M13T4p1X5sPt5BBGrCPfzfXmoFLz34+xJ/gB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1FtCcYAAADb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34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yuEsIA&#10;AADbAAAADwAAAGRycy9kb3ducmV2LnhtbESPzarCMBSE94LvEI7gTlMVRXqNclEUwZU/6Pbc5tj2&#10;2pyUJtr69kYQXA4z8w0zWzSmEA+qXG5ZwaAfgSBOrM45VXA6rntTEM4jaywsk4InOVjM260ZxtrW&#10;vKfHwaciQNjFqCDzvoyldElGBl3flsTBu9rKoA+ySqWusA5wU8hhFE2kwZzDQoYlLTNKboe7URDt&#10;xsXf9czN9LLaJLf/es11PlCq22l+f0B4avw3/GlvtYLRCN5fwg+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DK4SwgAAANsAAAAPAAAAAAAAAAAAAAAAAJgCAABkcnMvZG93&#10;bnJldi54bWxQSwUGAAAAAAQABAD1AAAAhw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35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RQ5sYA&#10;AADbAAAADwAAAGRycy9kb3ducmV2LnhtbESPQWsCMRSE7wX/Q3hCL6JZqy12NYotKOKhULX35+a5&#10;u7p52SZRt/31piD0OMzMN8xk1phKXMj50rKCfi8BQZxZXXKuYLdddEcgfEDWWFkmBT/kYTZtPUww&#10;1fbKn3TZhFxECPsUFRQh1KmUPivIoO/Zmjh6B+sMhihdLrXDa4SbSj4lyYs0WHJcKLCm94Ky0+Zs&#10;FCxWdHr9qr+Xw1/3nI+O+4/127aj1GO7mY9BBGrCf/jeXmkFgyH8fYk/QE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/RQ5sYAAADb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36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mT/cMA&#10;AADbAAAADwAAAGRycy9kb3ducmV2LnhtbESPT4vCMBTE78J+h/AW9qapLopU0yKKy8Ke/INen82z&#10;rTYvpYm2++2NIHgcZuY3zDztTCXu1LjSsoLhIAJBnFldcq5gv1v3pyCcR9ZYWSYF/+QgTT56c4y1&#10;bXlD963PRYCwi1FB4X0dS+myggy6ga2Jg3e2jUEfZJNL3WAb4KaSoyiaSIMlh4UCa1oWlF23N6Mg&#10;+htXp/OBu+lx9ZNdL+2a23Ko1Ndnt5iB8NT5d/jV/tUKvsfw/BJ+gE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amT/cMAAADbAAAADwAAAAAAAAAAAAAAAACYAgAAZHJzL2Rv&#10;d25yZXYueG1sUEsFBgAAAAAEAAQA9QAAAIg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37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CHycMA&#10;AADbAAAADwAAAGRycy9kb3ducmV2LnhtbESPQWvCQBSE7wX/w/KE3upGA6LRVSS24LUaD96e2WcS&#10;kn0bsmtM/fXdQsHjMDPfMOvtYBrRU+cqywqmkwgEcW51xYWC7PT1sQDhPLLGxjIp+CEH283obY2J&#10;tg/+pv7oCxEg7BJUUHrfJlK6vCSDbmJb4uDdbGfQB9kVUnf4CHDTyFkUzaXBisNCiS2lJeX18W4U&#10;nPd1HS85ip+XPl249Jpls9unUu/jYbcC4Wnwr/B/+6AVxHP4+xJ+g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CHyc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38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O+xscA&#10;AADbAAAADwAAAGRycy9kb3ducmV2LnhtbESPT2vCQBTE70K/w/IKvUizsRUr0VVEKlioB23xz+2R&#10;fSbB7Ns0u8bUT98tCB6HmfkNM562phQN1a6wrKAXxSCIU6sLzhR8fy2ehyCcR9ZYWiYFv+RgOnno&#10;jDHR9sJrajY+EwHCLkEFufdVIqVLczLoIlsRB+9oa4M+yDqTusZLgJtSvsTxQBosOCzkWNE8p/S0&#10;ORsFfWr2s8/rYbXd/7x7e+zuPlxvp9TTYzsbgfDU+nv41l5qBa9v8P8l/AA5+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EDvsbHAAAA2wAAAA8AAAAAAAAAAAAAAAAAmAIAAGRy&#10;cy9kb3ducmV2LnhtbFBLBQYAAAAABAAEAPUAAACM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39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O2IMAA&#10;AADbAAAADwAAAGRycy9kb3ducmV2LnhtbERPTYvCMBC9C/sfwix401QL4lajSFdhr2o97G1sxra0&#10;mZQmW+v+enMQPD7e93o7mEb01LnKsoLZNAJBnFtdcaEgOx8mSxDOI2tsLJOCBznYbj5Ga0y0vfOR&#10;+pMvRAhhl6CC0vs2kdLlJRl0U9sSB+5mO4M+wK6QusN7CDeNnEfRQhqsODSU2FJaUl6f/oyCy3dd&#10;x18cxf+/fbp06TXL5re9UuPPYbcC4Wnwb/HL/aMVxGFs+BJ+gN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yO2IMAAAADbAAAADwAAAAAAAAAAAAAAAACYAgAAZHJzL2Rvd25y&#10;ZXYueG1sUEsFBgAAAAAEAAQA9QAAAIU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40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CPL8cA&#10;AADbAAAADwAAAGRycy9kb3ducmV2LnhtbESPT2vCQBTE70K/w/IKvUizsRWp0VVEKlioB23xz+2R&#10;fSbB7Ns0u8bUT98tCB6HmfkNM562phQN1a6wrKAXxSCIU6sLzhR8fy2e30A4j6yxtEwKfsnBdPLQ&#10;GWOi7YXX1Gx8JgKEXYIKcu+rREqX5mTQRbYiDt7R1gZ9kHUmdY2XADelfInjgTRYcFjIsaJ5Tulp&#10;czYK+tTsZ5/Xw2q7/3n39tjdfbjeTqmnx3Y2AuGp9ffwrb3UCl6H8P8l/AA5+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/Qjy/HAAAA2wAAAA8AAAAAAAAAAAAAAAAAmAIAAGRy&#10;cy9kb3ducmV2LnhtbFBLBQYAAAAABAAEAPUAAACM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41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KxRMMA&#10;AADbAAAADwAAAGRycy9kb3ducmV2LnhtbERPW2vCMBR+H/gfwhH2NlM3mVKNMhy7gCBYRV8PzbGp&#10;NiddE23nr18eBj5+fPfZorOVuFLjS8cKhoMEBHHudMmFgt3242kCwgdkjZVjUvBLHhbz3sMMU+1a&#10;3tA1C4WIIexTVGBCqFMpfW7Ioh+4mjhyR9dYDBE2hdQNtjHcVvI5SV6lxZJjg8Galobyc3axCg6j&#10;l7UzX5m7tO+ft/PmZ3zaL1dKPfa7tymIQF24i//d31rBKK6PX+IP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KxRM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42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lPPsMA&#10;AADbAAAADwAAAGRycy9kb3ducmV2LnhtbESPT4vCMBTE7wt+h/AEb2vq6opUo7iLiqwn/90fzbMt&#10;Ni/dJtb47Y2wsMdhZn7DzBbBVKKlxpWWFQz6CQjizOqScwWn4/p9AsJ5ZI2VZVLwIAeLeedthqm2&#10;d95Te/C5iBB2KSoovK9TKV1WkEHXtzVx9C62MeijbHKpG7xHuKnkR5KMpcGS40KBNX0XlF0PN6Ng&#10;+PP5u9Ff+aqtJhu3217WoQxnpXrdsJyC8BT8f/ivvdUKRgN4fYk/QM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ilPPs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43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uQk8MA&#10;AADbAAAADwAAAGRycy9kb3ducmV2LnhtbESPzYvCMBTE74L/Q3gL3jRVxI+uqYiLIIgHPw57fDRv&#10;m9LmpTTZWv97s7DgcZiZ3zCbbW9r0VHrS8cKppMEBHHudMmFgvvtMF6B8AFZY+2YFDzJwzYbDjaY&#10;avfgC3XXUIgIYZ+iAhNCk0rpc0MW/cQ1xNH7ca3FEGVbSN3iI8JtLWdJspAWS44LBhvaG8qr669V&#10;8L0+r6e9+UpO3XJ3DDkjVt1CqdFHv/sEEagP7/B/+6gVzGfw9yX+AJm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muQk8MAAADb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44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0EZcUA&#10;AADbAAAADwAAAGRycy9kb3ducmV2LnhtbESPT2vCQBTE7wW/w/IEb7oxFrHRVURQvHjwX9vjI/tM&#10;otm3Mbtq6qfvFoQeh5n5DTOZNaYUd6pdYVlBvxeBIE6tLjhTcNgvuyMQziNrLC2Tgh9yMJu23iaY&#10;aPvgLd13PhMBwi5BBbn3VSKlS3My6Hq2Ig7eydYGfZB1JnWNjwA3pYyjaCgNFhwWcqxokVN62d2M&#10;gq/+5vlRDZpj/O2v63O8uqbLz6FSnXYzH4Pw1Pj/8Ku91greB/D3JfwAO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/QRlxQAAANsAAAAPAAAAAAAAAAAAAAAAAJgCAABkcnMv&#10;ZG93bnJldi54bWxQSwUGAAAAAAQABAD1AAAAig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45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d2dcEA&#10;AADbAAAADwAAAGRycy9kb3ducmV2LnhtbESPUWvCMBSF3wf+h3AF32Y6KSqdUYoiOPZk9Qdcmru2&#10;rrkJSbTdv18GAx8P55zvcDa70fTiQT50lhW8zTMQxLXVHTcKrpfj6xpEiMgae8uk4IcC7LaTlw0W&#10;2g58pkcVG5EgHApU0MboCilD3ZLBMLeOOHlf1huMSfpGao9DgpteLrJsKQ12nBZadLRvqf6u7kYB&#10;erc6uEoO5+XtE0+3j5JyWyo1m47lO4hIY3yG/9snrSDP4e9L+gFy+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MHdnXBAAAA2wAAAA8AAAAAAAAAAAAAAAAAmAIAAGRycy9kb3du&#10;cmV2LnhtbFBLBQYAAAAABAAEAPUAAACG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46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/P2sYA&#10;AADbAAAADwAAAGRycy9kb3ducmV2LnhtbESPQWvCQBSE70L/w/IK3sym1raSukqtBkRzqdqDt0f2&#10;NQnNvg3ZVaO/3hUKPQ4z8w0zmXWmFidqXWVZwVMUgyDOra64ULDfpYMxCOeRNdaWScGFHMymD70J&#10;Jtqe+YtOW1+IAGGXoILS+yaR0uUlGXSRbYiD92Nbgz7ItpC6xXOAm1oO4/hVGqw4LJTY0GdJ+e/2&#10;aBRkadZkG16OD4vj/Pmwun6/8TpVqv/YfbyD8NT5//Bfe6UVjF7g/iX8ADm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G/P2sYAAADbAAAADwAAAAAAAAAAAAAAAACYAgAAZHJz&#10;L2Rvd25yZXYueG1sUEsFBgAAAAAEAAQA9QAAAIs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47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ZeH8UA&#10;AADbAAAADwAAAGRycy9kb3ducmV2LnhtbESPQWvCQBSE74L/YXlCb7qpSKipqxRBtGAL2oIeX7PP&#10;JJh9G3fXGP99t1DwOMzMN8xs0ZlatOR8ZVnB8ygBQZxbXXGh4PtrNXwB4QOyxtoyKbiTh8W835th&#10;pu2Nd9TuQyEihH2GCsoQmkxKn5dk0I9sQxy9k3UGQ5SukNrhLcJNLcdJkkqDFceFEhtalpSf91ej&#10;4POSXrft4bj+cd2qudTvyw89rZR6GnRvryACdeER/m9vtIJJCn9f4g+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Jl4f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48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Cn2MMA&#10;AADbAAAADwAAAGRycy9kb3ducmV2LnhtbESP3YrCMBSE7xd8h3AE7zRV/Fm6RhHBH2RBrD7AoTnb&#10;lG1OShO1+vRGWNjLYWa+YebL1lbiRo0vHSsYDhIQxLnTJRcKLudN/xOED8gaK8ek4EEelovOxxxT&#10;7e58olsWChEh7FNUYEKoUyl9bsiiH7iaOHo/rrEYomwKqRu8R7it5ChJptJiyXHBYE1rQ/lvdrUK&#10;OJGb43deabl9XmaHnckOk2umVK/brr5ABGrDf/ivvdcKxjN4f4k/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Cn2MMAAADb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49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1DPsEA&#10;AADbAAAADwAAAGRycy9kb3ducmV2LnhtbERPy4rCMBTdC/5DuII7TX2MaDWKOiOM7qyCuLs017bY&#10;3JQmame+frIYcHk478WqMaV4Uu0KywoG/QgEcWp1wZmC82nXm4JwHlljaZkU/JCD1bLdWmCs7YuP&#10;9Ex8JkIIuxgV5N5XsZQuzcmg69uKOHA3Wxv0AdaZ1DW+Qrgp5TCKJtJgwaEhx4q2OaX35GEUJLfr&#10;VW/4a7yffrjt4TD6nV12n0p1O816DsJT49/if/e3VjAOY8OX8AP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GdQz7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50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CMz8IA&#10;AADbAAAADwAAAGRycy9kb3ducmV2LnhtbESPzarCMBSE9xd8h3CEu7um/iBajSLiBRcu/HuAQ3Ns&#10;qs1JbaLWtzeC4HKYmW+Y6byxpbhT7QvHCrqdBARx5nTBuYLj4f9vBMIHZI2lY1LwJA/zWetniql2&#10;D97RfR9yESHsU1RgQqhSKX1myKLvuIo4eidXWwxR1rnUNT4i3JaylyRDabHguGCwoqWh7LK/WQW9&#10;4+K8PG37m/O1n/DKmmZ12xmlftvNYgIiUBO+4U97rRUMxvD+En+An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YIzPwgAAANsAAAAPAAAAAAAAAAAAAAAAAJgCAABkcnMvZG93&#10;bnJldi54bWxQSwUGAAAAAAQABAD1AAAAhw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51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WXosMA&#10;AADbAAAADwAAAGRycy9kb3ducmV2LnhtbERPy2rCQBTdF/yH4Ra6ayaVWtLoKFoodFPwtai7a+aa&#10;BDN30plpEv16Z1FweTjv2WIwjejI+dqygpckBUFcWF1zqWC/+3zOQPiArLGxTAou5GExHz3MMNe2&#10;5w1121CKGMI+RwVVCG0upS8qMugT2xJH7mSdwRChK6V22Mdw08hxmr5JgzXHhgpb+qioOG//jILV&#10;e7b6Xb/y93VzPNDh53iejF2q1NPjsJyCCDSEu/jf/aUVTOL6+CX+ADm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8WXosMAAADbAAAADwAAAAAAAAAAAAAAAACYAgAAZHJzL2Rv&#10;d25yZXYueG1sUEsFBgAAAAAEAAQA9QAAAIgDAAAAAA==&#10;" fillcolor="black" stroked="f"/>
                <v:shape id="Freeform 52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LGhsUA&#10;AADbAAAADwAAAGRycy9kb3ducmV2LnhtbESPQWvCQBSE70L/w/IKXkQ3kVZC6hpEKthexKjg8ZF9&#10;TYLZtyG7TdJ/3y0UPA4z8w2zzkbTiJ46V1tWEC8iEMSF1TWXCi7n/TwB4TyyxsYyKfghB9nmabLG&#10;VNuBT9TnvhQBwi5FBZX3bSqlKyoy6Ba2JQ7el+0M+iC7UuoOhwA3jVxG0UoarDksVNjSrqLinn8b&#10;BZ+y6GcfLxQfy/52fz8mV7M6xUpNn8ftGwhPo3+E/9sHreA1hr8v4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QsaGxQAAANsAAAAPAAAAAAAAAAAAAAAAAJgCAABkcnMv&#10;ZG93bnJldi54bWxQSwUGAAAAAAQABAD1AAAAigMAAAAA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53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iAsMMA&#10;AADbAAAADwAAAGRycy9kb3ducmV2LnhtbESPUWvCQBCE3wv9D8cW+lYvBlI09RQpLVQQpOoPWO62&#10;STC3F3KrSf31XkHo4zAz3zCL1ehbdaE+NoENTCcZKGIbXMOVgePh82UGKgqywzYwGfilCKvl48MC&#10;SxcG/qbLXiqVIBxLNFCLdKXW0dbkMU5CR5y8n9B7lCT7SrsehwT3rc6z7FV7bDgt1NjRe032tD97&#10;A/nZivXzzXX7cZRid+iGrJitjXl+GtdvoIRG+Q/f21/OQJHD35f0A/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iAsM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54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xggcUA&#10;AADbAAAADwAAAGRycy9kb3ducmV2LnhtbESPT2sCMRTE7wW/Q3iCt5qtYpHVKKVUUdgq/rn09kie&#10;m6Wbl2UTdfvtm0LB4zAzv2Hmy87V4kZtqDwreBlmIIi1NxWXCs6n1fMURIjIBmvPpOCHAiwXvac5&#10;5sbf+UC3YyxFgnDIUYGNscmlDNqSwzD0DXHyLr51GJNsS2lavCe4q+Uoy16lw4rTgsWG3i3p7+PV&#10;KdDrcfGxLb6svo72n2W12xfucFFq0O/eZiAidfER/m9vjILJGP6+p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rGCB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55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5HwsEA&#10;AADbAAAADwAAAGRycy9kb3ducmV2LnhtbESPQYvCMBSE74L/ITzBm6aKilSjiCDoRdBV9Phonm2x&#10;eSlNbOv++o0g7HGYmW+Y5bo1haipcrllBaNhBII4sTrnVMHlZzeYg3AeWWNhmRS8ycF61e0sMda2&#10;4RPVZ5+KAGEXo4LM+zKW0iUZGXRDWxIH72Ergz7IKpW6wibATSHHUTSTBnMOCxmWtM0oeZ5fRkFp&#10;fq+X++FYR6MbjnWz5eY5Y6X6vXazAOGp9f/hb3uvFUwn8PkSfo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OR8LBAAAA2wAAAA8AAAAAAAAAAAAAAAAAmAIAAGRycy9kb3du&#10;cmV2LnhtbFBLBQYAAAAABAAEAPUAAACGAwAAAAA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56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Y3qMMA&#10;AADbAAAADwAAAGRycy9kb3ducmV2LnhtbESPQYvCMBSE78L+h/AWvNnURWW3GkUWFE+CdqHr7dE8&#10;22LzUpqo1V9vBMHjMDPfMLNFZ2pxodZVlhUMoxgEcW51xYWCv3Q1+AbhPLLG2jIpuJGDxfyjN8NE&#10;2yvv6LL3hQgQdgkqKL1vEildXpJBF9mGOHhH2xr0QbaF1C1eA9zU8iuOJ9JgxWGhxIZ+S8pP+7NR&#10;MPr/WaYZHe6nbG0zuUm3drs6K9X/7JZTEJ46/w6/2hutYDyG55fwA+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Y3qM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57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hKU8QA&#10;AADbAAAADwAAAGRycy9kb3ducmV2LnhtbESPQWvCQBSE7wX/w/KE3upGS4NEVxGlUCkIVcHrM/tM&#10;YrJv4+5W47/vCgWPw8x8w0znnWnElZyvLCsYDhIQxLnVFRcK9rvPtzEIH5A1NpZJwZ08zGe9lylm&#10;2t74h67bUIgIYZ+hgjKENpPS5yUZ9APbEkfvZJ3BEKUrpHZ4i3DTyFGSpNJgxXGhxJaWJeX19tco&#10;uLyv6o07Hs7H7/X4ntb5ZSTXqVKv/W4xARGoC8/wf/tLK/hI4fEl/gA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oSlPEAAAA2wAAAA8AAAAAAAAAAAAAAAAAmAIAAGRycy9k&#10;b3ducmV2LnhtbFBLBQYAAAAABAAEAPUAAACJ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58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wP1sYA&#10;AADbAAAADwAAAGRycy9kb3ducmV2LnhtbESPT2vCQBTE74V+h+UVvNVNRa2mWaUKhV4K/jvo7Zl9&#10;TYLZt3F3G9N+elcQehxm5jdMNu9MLVpyvrKs4KWfgCDOra64ULDbfjxPQPiArLG2TAp+ycN89viQ&#10;YarthdfUbkIhIoR9igrKEJpUSp+XZND3bUMcvW/rDIYoXSG1w0uEm1oOkmQsDVYcF0psaFlSftr8&#10;GAWL6WRxXg356299PNBhfzyNBi5RqvfUvb+BCNSF//C9/akVjF7h9iX+ADm7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CwP1sYAAADbAAAADwAAAAAAAAAAAAAAAACYAgAAZHJz&#10;L2Rvd25yZXYueG1sUEsFBgAAAAAEAAQA9QAAAIsDAAAAAA==&#10;" fillcolor="black" stroked="f"/>
                <v:shape id="Freeform 59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M1k8EA&#10;AADbAAAADwAAAGRycy9kb3ducmV2LnhtbERP3WrCMBS+H+wdwhl4M2aqoLhqlDEcOCwUfx7g2Bzb&#10;YnJSkky7tzcXgpcf3/9i1VsjruRD61jBaJiBIK6cbrlWcDz8fMxAhIis0TgmBf8UYLV8fVlgrt2N&#10;d3Tdx1qkEA45Kmhi7HIpQ9WQxTB0HXHizs5bjAn6WmqPtxRujRxn2VRabDk1NNjRd0PVZf9nFazH&#10;J1+ecGuq7FCb4rcs3j/LQqnBW/81BxGpj0/xw73RCiZpbP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TNZP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60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v0Y8UA&#10;AADbAAAADwAAAGRycy9kb3ducmV2LnhtbESPQWvCQBSE74X+h+UVvNWNFaWmboIVAgWhWvXg8Zl9&#10;zQazb2N2q/Hfd4VCj8PMfMPM89424kKdrx0rGA0TEMSl0zVXCva74vkVhA/IGhvHpOBGHvLs8WGO&#10;qXZX/qLLNlQiQtinqMCE0KZS+tKQRT90LXH0vl1nMUTZVVJ3eI1w28iXJJlKizXHBYMtLQ2Vp+2P&#10;VWAlHo7VtCg/F+PVejWr3zfnwig1eOoXbyAC9eE//Nf+0AomM7h/iT9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a/RjxQAAANsAAAAPAAAAAAAAAAAAAAAAAJgCAABkcnMv&#10;ZG93bnJldi54bWxQSwUGAAAAAAQABAD1AAAAigMAAAAA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3A09FF" w:rsidRDefault="003A09FF" w:rsidP="003A09FF"/>
    <w:p w:rsidR="003A09FF" w:rsidRDefault="003A09FF" w:rsidP="003A09FF"/>
    <w:p w:rsidR="003A09FF" w:rsidRDefault="003A09FF" w:rsidP="003A09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3A09FF" w:rsidRDefault="003A09FF" w:rsidP="003A09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3A09FF" w:rsidRDefault="003A09FF" w:rsidP="003A09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A09FF" w:rsidRDefault="003A09FF" w:rsidP="003A09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A09FF" w:rsidRDefault="003A09FF" w:rsidP="003A09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09FF" w:rsidRDefault="003A09FF" w:rsidP="003A09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3A09FF" w:rsidRDefault="003A09FF" w:rsidP="003A09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09FF" w:rsidRDefault="003A09FF" w:rsidP="003A09F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3A09FF" w:rsidRDefault="003A09FF" w:rsidP="003A09FF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№70</w:t>
      </w:r>
    </w:p>
    <w:p w:rsidR="003A09FF" w:rsidRPr="00095E42" w:rsidRDefault="003A09FF" w:rsidP="003A09F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-974725</wp:posOffset>
                </wp:positionH>
                <wp:positionV relativeFrom="paragraph">
                  <wp:posOffset>-7626985</wp:posOffset>
                </wp:positionV>
                <wp:extent cx="514350" cy="923925"/>
                <wp:effectExtent l="0" t="0" r="0" b="3810"/>
                <wp:wrapNone/>
                <wp:docPr id="28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4350" cy="923925"/>
                        </a:xfrm>
                        <a:custGeom>
                          <a:avLst/>
                          <a:gdLst>
                            <a:gd name="T0" fmla="*/ 359 w 8096"/>
                            <a:gd name="T1" fmla="*/ 1425 h 14546"/>
                            <a:gd name="T2" fmla="*/ 309 w 8096"/>
                            <a:gd name="T3" fmla="*/ 1378 h 14546"/>
                            <a:gd name="T4" fmla="*/ 266 w 8096"/>
                            <a:gd name="T5" fmla="*/ 1316 h 14546"/>
                            <a:gd name="T6" fmla="*/ 236 w 8096"/>
                            <a:gd name="T7" fmla="*/ 1239 h 14546"/>
                            <a:gd name="T8" fmla="*/ 27 w 8096"/>
                            <a:gd name="T9" fmla="*/ 1169 h 14546"/>
                            <a:gd name="T10" fmla="*/ 13 w 8096"/>
                            <a:gd name="T11" fmla="*/ 1162 h 14546"/>
                            <a:gd name="T12" fmla="*/ 0 w 8096"/>
                            <a:gd name="T13" fmla="*/ 1012 h 14546"/>
                            <a:gd name="T14" fmla="*/ 0 w 8096"/>
                            <a:gd name="T15" fmla="*/ 107 h 14546"/>
                            <a:gd name="T16" fmla="*/ 6 w 8096"/>
                            <a:gd name="T17" fmla="*/ 100 h 14546"/>
                            <a:gd name="T18" fmla="*/ 28 w 8096"/>
                            <a:gd name="T19" fmla="*/ 102 h 14546"/>
                            <a:gd name="T20" fmla="*/ 104 w 8096"/>
                            <a:gd name="T21" fmla="*/ 174 h 14546"/>
                            <a:gd name="T22" fmla="*/ 170 w 8096"/>
                            <a:gd name="T23" fmla="*/ 303 h 14546"/>
                            <a:gd name="T24" fmla="*/ 209 w 8096"/>
                            <a:gd name="T25" fmla="*/ 454 h 14546"/>
                            <a:gd name="T26" fmla="*/ 226 w 8096"/>
                            <a:gd name="T27" fmla="*/ 608 h 14546"/>
                            <a:gd name="T28" fmla="*/ 221 w 8096"/>
                            <a:gd name="T29" fmla="*/ 735 h 14546"/>
                            <a:gd name="T30" fmla="*/ 174 w 8096"/>
                            <a:gd name="T31" fmla="*/ 777 h 14546"/>
                            <a:gd name="T32" fmla="*/ 156 w 8096"/>
                            <a:gd name="T33" fmla="*/ 827 h 14546"/>
                            <a:gd name="T34" fmla="*/ 166 w 8096"/>
                            <a:gd name="T35" fmla="*/ 877 h 14546"/>
                            <a:gd name="T36" fmla="*/ 202 w 8096"/>
                            <a:gd name="T37" fmla="*/ 919 h 14546"/>
                            <a:gd name="T38" fmla="*/ 237 w 8096"/>
                            <a:gd name="T39" fmla="*/ 932 h 14546"/>
                            <a:gd name="T40" fmla="*/ 257 w 8096"/>
                            <a:gd name="T41" fmla="*/ 928 h 14546"/>
                            <a:gd name="T42" fmla="*/ 286 w 8096"/>
                            <a:gd name="T43" fmla="*/ 875 h 14546"/>
                            <a:gd name="T44" fmla="*/ 339 w 8096"/>
                            <a:gd name="T45" fmla="*/ 731 h 14546"/>
                            <a:gd name="T46" fmla="*/ 364 w 8096"/>
                            <a:gd name="T47" fmla="*/ 583 h 14546"/>
                            <a:gd name="T48" fmla="*/ 368 w 8096"/>
                            <a:gd name="T49" fmla="*/ 415 h 14546"/>
                            <a:gd name="T50" fmla="*/ 360 w 8096"/>
                            <a:gd name="T51" fmla="*/ 209 h 14546"/>
                            <a:gd name="T52" fmla="*/ 369 w 8096"/>
                            <a:gd name="T53" fmla="*/ 60 h 14546"/>
                            <a:gd name="T54" fmla="*/ 387 w 8096"/>
                            <a:gd name="T55" fmla="*/ 4 h 14546"/>
                            <a:gd name="T56" fmla="*/ 399 w 8096"/>
                            <a:gd name="T57" fmla="*/ 1 h 14546"/>
                            <a:gd name="T58" fmla="*/ 421 w 8096"/>
                            <a:gd name="T59" fmla="*/ 3 h 14546"/>
                            <a:gd name="T60" fmla="*/ 434 w 8096"/>
                            <a:gd name="T61" fmla="*/ 26 h 14546"/>
                            <a:gd name="T62" fmla="*/ 455 w 8096"/>
                            <a:gd name="T63" fmla="*/ 141 h 14546"/>
                            <a:gd name="T64" fmla="*/ 443 w 8096"/>
                            <a:gd name="T65" fmla="*/ 360 h 14546"/>
                            <a:gd name="T66" fmla="*/ 443 w 8096"/>
                            <a:gd name="T67" fmla="*/ 537 h 14546"/>
                            <a:gd name="T68" fmla="*/ 462 w 8096"/>
                            <a:gd name="T69" fmla="*/ 689 h 14546"/>
                            <a:gd name="T70" fmla="*/ 506 w 8096"/>
                            <a:gd name="T71" fmla="*/ 833 h 14546"/>
                            <a:gd name="T72" fmla="*/ 550 w 8096"/>
                            <a:gd name="T73" fmla="*/ 924 h 14546"/>
                            <a:gd name="T74" fmla="*/ 566 w 8096"/>
                            <a:gd name="T75" fmla="*/ 931 h 14546"/>
                            <a:gd name="T76" fmla="*/ 593 w 8096"/>
                            <a:gd name="T77" fmla="*/ 927 h 14546"/>
                            <a:gd name="T78" fmla="*/ 637 w 8096"/>
                            <a:gd name="T79" fmla="*/ 890 h 14546"/>
                            <a:gd name="T80" fmla="*/ 654 w 8096"/>
                            <a:gd name="T81" fmla="*/ 842 h 14546"/>
                            <a:gd name="T82" fmla="*/ 644 w 8096"/>
                            <a:gd name="T83" fmla="*/ 791 h 14546"/>
                            <a:gd name="T84" fmla="*/ 606 w 8096"/>
                            <a:gd name="T85" fmla="*/ 745 h 14546"/>
                            <a:gd name="T86" fmla="*/ 582 w 8096"/>
                            <a:gd name="T87" fmla="*/ 650 h 14546"/>
                            <a:gd name="T88" fmla="*/ 594 w 8096"/>
                            <a:gd name="T89" fmla="*/ 498 h 14546"/>
                            <a:gd name="T90" fmla="*/ 626 w 8096"/>
                            <a:gd name="T91" fmla="*/ 345 h 14546"/>
                            <a:gd name="T92" fmla="*/ 684 w 8096"/>
                            <a:gd name="T93" fmla="*/ 207 h 14546"/>
                            <a:gd name="T94" fmla="*/ 774 w 8096"/>
                            <a:gd name="T95" fmla="*/ 104 h 14546"/>
                            <a:gd name="T96" fmla="*/ 799 w 8096"/>
                            <a:gd name="T97" fmla="*/ 99 h 14546"/>
                            <a:gd name="T98" fmla="*/ 808 w 8096"/>
                            <a:gd name="T99" fmla="*/ 105 h 14546"/>
                            <a:gd name="T100" fmla="*/ 810 w 8096"/>
                            <a:gd name="T101" fmla="*/ 754 h 14546"/>
                            <a:gd name="T102" fmla="*/ 799 w 8096"/>
                            <a:gd name="T103" fmla="*/ 1159 h 14546"/>
                            <a:gd name="T104" fmla="*/ 791 w 8096"/>
                            <a:gd name="T105" fmla="*/ 1166 h 14546"/>
                            <a:gd name="T106" fmla="*/ 581 w 8096"/>
                            <a:gd name="T107" fmla="*/ 1213 h 14546"/>
                            <a:gd name="T108" fmla="*/ 554 w 8096"/>
                            <a:gd name="T109" fmla="*/ 1296 h 14546"/>
                            <a:gd name="T110" fmla="*/ 514 w 8096"/>
                            <a:gd name="T111" fmla="*/ 1362 h 14546"/>
                            <a:gd name="T112" fmla="*/ 465 w 8096"/>
                            <a:gd name="T113" fmla="*/ 1413 h 14546"/>
                            <a:gd name="T114" fmla="*/ 412 w 8096"/>
                            <a:gd name="T115" fmla="*/ 1450 h 1454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w 8096"/>
                            <a:gd name="T175" fmla="*/ 0 h 14546"/>
                            <a:gd name="T176" fmla="*/ 8096 w 8096"/>
                            <a:gd name="T177" fmla="*/ 14546 h 14546"/>
                          </a:gdLst>
                          <a:ahLst/>
                          <a:cxnLst>
                            <a:cxn ang="T116">
                              <a:pos x="T0" y="T1"/>
                            </a:cxn>
                            <a:cxn ang="T117">
                              <a:pos x="T2" y="T3"/>
                            </a:cxn>
                            <a:cxn ang="T118">
                              <a:pos x="T4" y="T5"/>
                            </a:cxn>
                            <a:cxn ang="T119">
                              <a:pos x="T6" y="T7"/>
                            </a:cxn>
                            <a:cxn ang="T120">
                              <a:pos x="T8" y="T9"/>
                            </a:cxn>
                            <a:cxn ang="T121">
                              <a:pos x="T10" y="T11"/>
                            </a:cxn>
                            <a:cxn ang="T122">
                              <a:pos x="T12" y="T13"/>
                            </a:cxn>
                            <a:cxn ang="T123">
                              <a:pos x="T14" y="T15"/>
                            </a:cxn>
                            <a:cxn ang="T124">
                              <a:pos x="T16" y="T17"/>
                            </a:cxn>
                            <a:cxn ang="T125">
                              <a:pos x="T18" y="T19"/>
                            </a:cxn>
                            <a:cxn ang="T126">
                              <a:pos x="T20" y="T21"/>
                            </a:cxn>
                            <a:cxn ang="T127">
                              <a:pos x="T22" y="T23"/>
                            </a:cxn>
                            <a:cxn ang="T128">
                              <a:pos x="T24" y="T25"/>
                            </a:cxn>
                            <a:cxn ang="T129">
                              <a:pos x="T26" y="T27"/>
                            </a:cxn>
                            <a:cxn ang="T130">
                              <a:pos x="T28" y="T29"/>
                            </a:cxn>
                            <a:cxn ang="T131">
                              <a:pos x="T30" y="T31"/>
                            </a:cxn>
                            <a:cxn ang="T132">
                              <a:pos x="T32" y="T33"/>
                            </a:cxn>
                            <a:cxn ang="T133">
                              <a:pos x="T34" y="T35"/>
                            </a:cxn>
                            <a:cxn ang="T134">
                              <a:pos x="T36" y="T37"/>
                            </a:cxn>
                            <a:cxn ang="T135">
                              <a:pos x="T38" y="T39"/>
                            </a:cxn>
                            <a:cxn ang="T136">
                              <a:pos x="T40" y="T41"/>
                            </a:cxn>
                            <a:cxn ang="T137">
                              <a:pos x="T42" y="T43"/>
                            </a:cxn>
                            <a:cxn ang="T138">
                              <a:pos x="T44" y="T45"/>
                            </a:cxn>
                            <a:cxn ang="T139">
                              <a:pos x="T46" y="T47"/>
                            </a:cxn>
                            <a:cxn ang="T140">
                              <a:pos x="T48" y="T49"/>
                            </a:cxn>
                            <a:cxn ang="T141">
                              <a:pos x="T50" y="T51"/>
                            </a:cxn>
                            <a:cxn ang="T142">
                              <a:pos x="T52" y="T53"/>
                            </a:cxn>
                            <a:cxn ang="T143">
                              <a:pos x="T54" y="T55"/>
                            </a:cxn>
                            <a:cxn ang="T144">
                              <a:pos x="T56" y="T57"/>
                            </a:cxn>
                            <a:cxn ang="T145">
                              <a:pos x="T58" y="T59"/>
                            </a:cxn>
                            <a:cxn ang="T146">
                              <a:pos x="T60" y="T61"/>
                            </a:cxn>
                            <a:cxn ang="T147">
                              <a:pos x="T62" y="T63"/>
                            </a:cxn>
                            <a:cxn ang="T148">
                              <a:pos x="T64" y="T65"/>
                            </a:cxn>
                            <a:cxn ang="T149">
                              <a:pos x="T66" y="T67"/>
                            </a:cxn>
                            <a:cxn ang="T150">
                              <a:pos x="T68" y="T69"/>
                            </a:cxn>
                            <a:cxn ang="T151">
                              <a:pos x="T70" y="T71"/>
                            </a:cxn>
                            <a:cxn ang="T152">
                              <a:pos x="T72" y="T73"/>
                            </a:cxn>
                            <a:cxn ang="T153">
                              <a:pos x="T74" y="T75"/>
                            </a:cxn>
                            <a:cxn ang="T154">
                              <a:pos x="T76" y="T77"/>
                            </a:cxn>
                            <a:cxn ang="T155">
                              <a:pos x="T78" y="T79"/>
                            </a:cxn>
                            <a:cxn ang="T156">
                              <a:pos x="T80" y="T81"/>
                            </a:cxn>
                            <a:cxn ang="T157">
                              <a:pos x="T82" y="T83"/>
                            </a:cxn>
                            <a:cxn ang="T158">
                              <a:pos x="T84" y="T85"/>
                            </a:cxn>
                            <a:cxn ang="T159">
                              <a:pos x="T86" y="T87"/>
                            </a:cxn>
                            <a:cxn ang="T160">
                              <a:pos x="T88" y="T89"/>
                            </a:cxn>
                            <a:cxn ang="T161">
                              <a:pos x="T90" y="T91"/>
                            </a:cxn>
                            <a:cxn ang="T162">
                              <a:pos x="T92" y="T93"/>
                            </a:cxn>
                            <a:cxn ang="T163">
                              <a:pos x="T94" y="T95"/>
                            </a:cxn>
                            <a:cxn ang="T164">
                              <a:pos x="T96" y="T97"/>
                            </a:cxn>
                            <a:cxn ang="T165">
                              <a:pos x="T98" y="T99"/>
                            </a:cxn>
                            <a:cxn ang="T166">
                              <a:pos x="T100" y="T101"/>
                            </a:cxn>
                            <a:cxn ang="T167">
                              <a:pos x="T102" y="T103"/>
                            </a:cxn>
                            <a:cxn ang="T168">
                              <a:pos x="T104" y="T105"/>
                            </a:cxn>
                            <a:cxn ang="T169">
                              <a:pos x="T106" y="T107"/>
                            </a:cxn>
                            <a:cxn ang="T170">
                              <a:pos x="T108" y="T109"/>
                            </a:cxn>
                            <a:cxn ang="T171">
                              <a:pos x="T110" y="T111"/>
                            </a:cxn>
                            <a:cxn ang="T172">
                              <a:pos x="T112" y="T113"/>
                            </a:cxn>
                            <a:cxn ang="T173">
                              <a:pos x="T114" y="T115"/>
                            </a:cxn>
                          </a:cxnLst>
                          <a:rect l="T174" t="T175" r="T176" b="T177"/>
                          <a:pathLst>
                            <a:path w="8096" h="14546">
                              <a:moveTo>
                                <a:pt x="4044" y="14546"/>
                              </a:moveTo>
                              <a:lnTo>
                                <a:pt x="3967" y="14501"/>
                              </a:lnTo>
                              <a:lnTo>
                                <a:pt x="3891" y="14455"/>
                              </a:lnTo>
                              <a:lnTo>
                                <a:pt x="3815" y="14406"/>
                              </a:lnTo>
                              <a:lnTo>
                                <a:pt x="3738" y="14354"/>
                              </a:lnTo>
                              <a:lnTo>
                                <a:pt x="3662" y="14301"/>
                              </a:lnTo>
                              <a:lnTo>
                                <a:pt x="3587" y="14244"/>
                              </a:lnTo>
                              <a:lnTo>
                                <a:pt x="3512" y="14185"/>
                              </a:lnTo>
                              <a:lnTo>
                                <a:pt x="3439" y="14123"/>
                              </a:lnTo>
                              <a:lnTo>
                                <a:pt x="3366" y="14059"/>
                              </a:lnTo>
                              <a:lnTo>
                                <a:pt x="3294" y="139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4" o:spid="_x0000_s1026" style="position:absolute;margin-left:-76.75pt;margin-top:-600.55pt;width:40.5pt;height:7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096,14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" path="m4044,14546r-77,-45l3891,14455r-76,-49l3738,14354r-76,-53l3587,14244r-75,-59l3439,14123r-73,-64l3294,13992r750,554xe" fillcolor="black" stroked="f">
                <v:path arrowok="t" o:connecttype="custom" o:connectlocs="22808,90512;19631,87527;16899,83589;14993,78698;1715,74252;826,73807;0,64280;0,6796;381,6352;1779,6479;6607,11052;10800,19246;13278,28837;14358,38619;14040,46685;11054,49353;9911,52529;10546,55705;12833,58373;15057,59198;16328,58944;18170,55578;21537,46431;23125,37031;23380,26360;22871,13275;23443,3811;24587,254;25349,64;26747,191;27573,1651;28907,8956;28144,22866;28144,34109;29351,43764;32147,52910;34942,58690;35959,59135;37674,58881;40469,56531;41550,53482;40914,50242;38500,47321;36975,41286;37738,31632;39771,21914;43455,13148;49173,6606;50762,6288;51333,6669;51460,47892;50762,73617;50253,74061;36912,77047;35196,82319;32655,86511;29542,89750;26175,92100" o:connectangles="0,0,0,0,0,0,0,0,0,0,0,0,0,0,0,0,0,0,0,0,0,0,0,0,0,0,0,0,0,0,0,0,0,0,0,0,0,0,0,0,0,0,0,0,0,0,0,0,0,0,0,0,0,0,0,0,0,0" textboxrect="0,0,8096,14546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-974725</wp:posOffset>
                </wp:positionH>
                <wp:positionV relativeFrom="paragraph">
                  <wp:posOffset>-8345805</wp:posOffset>
                </wp:positionV>
                <wp:extent cx="514350" cy="923925"/>
                <wp:effectExtent l="0" t="0" r="0" b="55880"/>
                <wp:wrapNone/>
                <wp:docPr id="27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4350" cy="923925"/>
                        </a:xfrm>
                        <a:custGeom>
                          <a:avLst/>
                          <a:gdLst>
                            <a:gd name="T0" fmla="*/ 359 w 8096"/>
                            <a:gd name="T1" fmla="*/ 1425 h 14546"/>
                            <a:gd name="T2" fmla="*/ 309 w 8096"/>
                            <a:gd name="T3" fmla="*/ 1378 h 14546"/>
                            <a:gd name="T4" fmla="*/ 266 w 8096"/>
                            <a:gd name="T5" fmla="*/ 1316 h 14546"/>
                            <a:gd name="T6" fmla="*/ 236 w 8096"/>
                            <a:gd name="T7" fmla="*/ 1239 h 14546"/>
                            <a:gd name="T8" fmla="*/ 27 w 8096"/>
                            <a:gd name="T9" fmla="*/ 1169 h 14546"/>
                            <a:gd name="T10" fmla="*/ 13 w 8096"/>
                            <a:gd name="T11" fmla="*/ 1162 h 14546"/>
                            <a:gd name="T12" fmla="*/ 0 w 8096"/>
                            <a:gd name="T13" fmla="*/ 1012 h 14546"/>
                            <a:gd name="T14" fmla="*/ 0 w 8096"/>
                            <a:gd name="T15" fmla="*/ 107 h 14546"/>
                            <a:gd name="T16" fmla="*/ 6 w 8096"/>
                            <a:gd name="T17" fmla="*/ 100 h 14546"/>
                            <a:gd name="T18" fmla="*/ 28 w 8096"/>
                            <a:gd name="T19" fmla="*/ 102 h 14546"/>
                            <a:gd name="T20" fmla="*/ 104 w 8096"/>
                            <a:gd name="T21" fmla="*/ 174 h 14546"/>
                            <a:gd name="T22" fmla="*/ 170 w 8096"/>
                            <a:gd name="T23" fmla="*/ 303 h 14546"/>
                            <a:gd name="T24" fmla="*/ 209 w 8096"/>
                            <a:gd name="T25" fmla="*/ 454 h 14546"/>
                            <a:gd name="T26" fmla="*/ 226 w 8096"/>
                            <a:gd name="T27" fmla="*/ 608 h 14546"/>
                            <a:gd name="T28" fmla="*/ 221 w 8096"/>
                            <a:gd name="T29" fmla="*/ 735 h 14546"/>
                            <a:gd name="T30" fmla="*/ 174 w 8096"/>
                            <a:gd name="T31" fmla="*/ 777 h 14546"/>
                            <a:gd name="T32" fmla="*/ 156 w 8096"/>
                            <a:gd name="T33" fmla="*/ 827 h 14546"/>
                            <a:gd name="T34" fmla="*/ 166 w 8096"/>
                            <a:gd name="T35" fmla="*/ 877 h 14546"/>
                            <a:gd name="T36" fmla="*/ 202 w 8096"/>
                            <a:gd name="T37" fmla="*/ 919 h 14546"/>
                            <a:gd name="T38" fmla="*/ 237 w 8096"/>
                            <a:gd name="T39" fmla="*/ 932 h 14546"/>
                            <a:gd name="T40" fmla="*/ 257 w 8096"/>
                            <a:gd name="T41" fmla="*/ 928 h 14546"/>
                            <a:gd name="T42" fmla="*/ 286 w 8096"/>
                            <a:gd name="T43" fmla="*/ 875 h 14546"/>
                            <a:gd name="T44" fmla="*/ 339 w 8096"/>
                            <a:gd name="T45" fmla="*/ 731 h 14546"/>
                            <a:gd name="T46" fmla="*/ 364 w 8096"/>
                            <a:gd name="T47" fmla="*/ 583 h 14546"/>
                            <a:gd name="T48" fmla="*/ 368 w 8096"/>
                            <a:gd name="T49" fmla="*/ 415 h 14546"/>
                            <a:gd name="T50" fmla="*/ 360 w 8096"/>
                            <a:gd name="T51" fmla="*/ 209 h 14546"/>
                            <a:gd name="T52" fmla="*/ 369 w 8096"/>
                            <a:gd name="T53" fmla="*/ 60 h 14546"/>
                            <a:gd name="T54" fmla="*/ 387 w 8096"/>
                            <a:gd name="T55" fmla="*/ 4 h 14546"/>
                            <a:gd name="T56" fmla="*/ 399 w 8096"/>
                            <a:gd name="T57" fmla="*/ 1 h 14546"/>
                            <a:gd name="T58" fmla="*/ 421 w 8096"/>
                            <a:gd name="T59" fmla="*/ 3 h 14546"/>
                            <a:gd name="T60" fmla="*/ 434 w 8096"/>
                            <a:gd name="T61" fmla="*/ 26 h 14546"/>
                            <a:gd name="T62" fmla="*/ 455 w 8096"/>
                            <a:gd name="T63" fmla="*/ 141 h 14546"/>
                            <a:gd name="T64" fmla="*/ 443 w 8096"/>
                            <a:gd name="T65" fmla="*/ 360 h 14546"/>
                            <a:gd name="T66" fmla="*/ 443 w 8096"/>
                            <a:gd name="T67" fmla="*/ 537 h 14546"/>
                            <a:gd name="T68" fmla="*/ 462 w 8096"/>
                            <a:gd name="T69" fmla="*/ 689 h 14546"/>
                            <a:gd name="T70" fmla="*/ 506 w 8096"/>
                            <a:gd name="T71" fmla="*/ 833 h 14546"/>
                            <a:gd name="T72" fmla="*/ 550 w 8096"/>
                            <a:gd name="T73" fmla="*/ 924 h 14546"/>
                            <a:gd name="T74" fmla="*/ 566 w 8096"/>
                            <a:gd name="T75" fmla="*/ 931 h 14546"/>
                            <a:gd name="T76" fmla="*/ 593 w 8096"/>
                            <a:gd name="T77" fmla="*/ 927 h 14546"/>
                            <a:gd name="T78" fmla="*/ 637 w 8096"/>
                            <a:gd name="T79" fmla="*/ 890 h 14546"/>
                            <a:gd name="T80" fmla="*/ 654 w 8096"/>
                            <a:gd name="T81" fmla="*/ 842 h 14546"/>
                            <a:gd name="T82" fmla="*/ 644 w 8096"/>
                            <a:gd name="T83" fmla="*/ 791 h 14546"/>
                            <a:gd name="T84" fmla="*/ 606 w 8096"/>
                            <a:gd name="T85" fmla="*/ 745 h 14546"/>
                            <a:gd name="T86" fmla="*/ 582 w 8096"/>
                            <a:gd name="T87" fmla="*/ 650 h 14546"/>
                            <a:gd name="T88" fmla="*/ 594 w 8096"/>
                            <a:gd name="T89" fmla="*/ 498 h 14546"/>
                            <a:gd name="T90" fmla="*/ 626 w 8096"/>
                            <a:gd name="T91" fmla="*/ 345 h 14546"/>
                            <a:gd name="T92" fmla="*/ 684 w 8096"/>
                            <a:gd name="T93" fmla="*/ 207 h 14546"/>
                            <a:gd name="T94" fmla="*/ 774 w 8096"/>
                            <a:gd name="T95" fmla="*/ 104 h 14546"/>
                            <a:gd name="T96" fmla="*/ 799 w 8096"/>
                            <a:gd name="T97" fmla="*/ 99 h 14546"/>
                            <a:gd name="T98" fmla="*/ 808 w 8096"/>
                            <a:gd name="T99" fmla="*/ 105 h 14546"/>
                            <a:gd name="T100" fmla="*/ 810 w 8096"/>
                            <a:gd name="T101" fmla="*/ 754 h 14546"/>
                            <a:gd name="T102" fmla="*/ 799 w 8096"/>
                            <a:gd name="T103" fmla="*/ 1159 h 14546"/>
                            <a:gd name="T104" fmla="*/ 791 w 8096"/>
                            <a:gd name="T105" fmla="*/ 1166 h 14546"/>
                            <a:gd name="T106" fmla="*/ 581 w 8096"/>
                            <a:gd name="T107" fmla="*/ 1213 h 14546"/>
                            <a:gd name="T108" fmla="*/ 554 w 8096"/>
                            <a:gd name="T109" fmla="*/ 1296 h 14546"/>
                            <a:gd name="T110" fmla="*/ 514 w 8096"/>
                            <a:gd name="T111" fmla="*/ 1362 h 14546"/>
                            <a:gd name="T112" fmla="*/ 465 w 8096"/>
                            <a:gd name="T113" fmla="*/ 1413 h 14546"/>
                            <a:gd name="T114" fmla="*/ 412 w 8096"/>
                            <a:gd name="T115" fmla="*/ 1450 h 1454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w 8096"/>
                            <a:gd name="T175" fmla="*/ 0 h 14546"/>
                            <a:gd name="T176" fmla="*/ 8096 w 8096"/>
                            <a:gd name="T177" fmla="*/ 14546 h 14546"/>
                          </a:gdLst>
                          <a:ahLst/>
                          <a:cxnLst>
                            <a:cxn ang="T116">
                              <a:pos x="T0" y="T1"/>
                            </a:cxn>
                            <a:cxn ang="T117">
                              <a:pos x="T2" y="T3"/>
                            </a:cxn>
                            <a:cxn ang="T118">
                              <a:pos x="T4" y="T5"/>
                            </a:cxn>
                            <a:cxn ang="T119">
                              <a:pos x="T6" y="T7"/>
                            </a:cxn>
                            <a:cxn ang="T120">
                              <a:pos x="T8" y="T9"/>
                            </a:cxn>
                            <a:cxn ang="T121">
                              <a:pos x="T10" y="T11"/>
                            </a:cxn>
                            <a:cxn ang="T122">
                              <a:pos x="T12" y="T13"/>
                            </a:cxn>
                            <a:cxn ang="T123">
                              <a:pos x="T14" y="T15"/>
                            </a:cxn>
                            <a:cxn ang="T124">
                              <a:pos x="T16" y="T17"/>
                            </a:cxn>
                            <a:cxn ang="T125">
                              <a:pos x="T18" y="T19"/>
                            </a:cxn>
                            <a:cxn ang="T126">
                              <a:pos x="T20" y="T21"/>
                            </a:cxn>
                            <a:cxn ang="T127">
                              <a:pos x="T22" y="T23"/>
                            </a:cxn>
                            <a:cxn ang="T128">
                              <a:pos x="T24" y="T25"/>
                            </a:cxn>
                            <a:cxn ang="T129">
                              <a:pos x="T26" y="T27"/>
                            </a:cxn>
                            <a:cxn ang="T130">
                              <a:pos x="T28" y="T29"/>
                            </a:cxn>
                            <a:cxn ang="T131">
                              <a:pos x="T30" y="T31"/>
                            </a:cxn>
                            <a:cxn ang="T132">
                              <a:pos x="T32" y="T33"/>
                            </a:cxn>
                            <a:cxn ang="T133">
                              <a:pos x="T34" y="T35"/>
                            </a:cxn>
                            <a:cxn ang="T134">
                              <a:pos x="T36" y="T37"/>
                            </a:cxn>
                            <a:cxn ang="T135">
                              <a:pos x="T38" y="T39"/>
                            </a:cxn>
                            <a:cxn ang="T136">
                              <a:pos x="T40" y="T41"/>
                            </a:cxn>
                            <a:cxn ang="T137">
                              <a:pos x="T42" y="T43"/>
                            </a:cxn>
                            <a:cxn ang="T138">
                              <a:pos x="T44" y="T45"/>
                            </a:cxn>
                            <a:cxn ang="T139">
                              <a:pos x="T46" y="T47"/>
                            </a:cxn>
                            <a:cxn ang="T140">
                              <a:pos x="T48" y="T49"/>
                            </a:cxn>
                            <a:cxn ang="T141">
                              <a:pos x="T50" y="T51"/>
                            </a:cxn>
                            <a:cxn ang="T142">
                              <a:pos x="T52" y="T53"/>
                            </a:cxn>
                            <a:cxn ang="T143">
                              <a:pos x="T54" y="T55"/>
                            </a:cxn>
                            <a:cxn ang="T144">
                              <a:pos x="T56" y="T57"/>
                            </a:cxn>
                            <a:cxn ang="T145">
                              <a:pos x="T58" y="T59"/>
                            </a:cxn>
                            <a:cxn ang="T146">
                              <a:pos x="T60" y="T61"/>
                            </a:cxn>
                            <a:cxn ang="T147">
                              <a:pos x="T62" y="T63"/>
                            </a:cxn>
                            <a:cxn ang="T148">
                              <a:pos x="T64" y="T65"/>
                            </a:cxn>
                            <a:cxn ang="T149">
                              <a:pos x="T66" y="T67"/>
                            </a:cxn>
                            <a:cxn ang="T150">
                              <a:pos x="T68" y="T69"/>
                            </a:cxn>
                            <a:cxn ang="T151">
                              <a:pos x="T70" y="T71"/>
                            </a:cxn>
                            <a:cxn ang="T152">
                              <a:pos x="T72" y="T73"/>
                            </a:cxn>
                            <a:cxn ang="T153">
                              <a:pos x="T74" y="T75"/>
                            </a:cxn>
                            <a:cxn ang="T154">
                              <a:pos x="T76" y="T77"/>
                            </a:cxn>
                            <a:cxn ang="T155">
                              <a:pos x="T78" y="T79"/>
                            </a:cxn>
                            <a:cxn ang="T156">
                              <a:pos x="T80" y="T81"/>
                            </a:cxn>
                            <a:cxn ang="T157">
                              <a:pos x="T82" y="T83"/>
                            </a:cxn>
                            <a:cxn ang="T158">
                              <a:pos x="T84" y="T85"/>
                            </a:cxn>
                            <a:cxn ang="T159">
                              <a:pos x="T86" y="T87"/>
                            </a:cxn>
                            <a:cxn ang="T160">
                              <a:pos x="T88" y="T89"/>
                            </a:cxn>
                            <a:cxn ang="T161">
                              <a:pos x="T90" y="T91"/>
                            </a:cxn>
                            <a:cxn ang="T162">
                              <a:pos x="T92" y="T93"/>
                            </a:cxn>
                            <a:cxn ang="T163">
                              <a:pos x="T94" y="T95"/>
                            </a:cxn>
                            <a:cxn ang="T164">
                              <a:pos x="T96" y="T97"/>
                            </a:cxn>
                            <a:cxn ang="T165">
                              <a:pos x="T98" y="T99"/>
                            </a:cxn>
                            <a:cxn ang="T166">
                              <a:pos x="T100" y="T101"/>
                            </a:cxn>
                            <a:cxn ang="T167">
                              <a:pos x="T102" y="T103"/>
                            </a:cxn>
                            <a:cxn ang="T168">
                              <a:pos x="T104" y="T105"/>
                            </a:cxn>
                            <a:cxn ang="T169">
                              <a:pos x="T106" y="T107"/>
                            </a:cxn>
                            <a:cxn ang="T170">
                              <a:pos x="T108" y="T109"/>
                            </a:cxn>
                            <a:cxn ang="T171">
                              <a:pos x="T110" y="T111"/>
                            </a:cxn>
                            <a:cxn ang="T172">
                              <a:pos x="T112" y="T113"/>
                            </a:cxn>
                            <a:cxn ang="T173">
                              <a:pos x="T114" y="T115"/>
                            </a:cxn>
                          </a:cxnLst>
                          <a:rect l="T174" t="T175" r="T176" b="T177"/>
                          <a:pathLst>
                            <a:path w="8096" h="14546">
                              <a:moveTo>
                                <a:pt x="4044" y="14546"/>
                              </a:moveTo>
                              <a:lnTo>
                                <a:pt x="3967" y="14501"/>
                              </a:lnTo>
                              <a:lnTo>
                                <a:pt x="3891" y="14455"/>
                              </a:lnTo>
                              <a:lnTo>
                                <a:pt x="3815" y="14406"/>
                              </a:lnTo>
                              <a:lnTo>
                                <a:pt x="3738" y="14354"/>
                              </a:lnTo>
                              <a:lnTo>
                                <a:pt x="3662" y="14301"/>
                              </a:lnTo>
                              <a:lnTo>
                                <a:pt x="3587" y="14244"/>
                              </a:lnTo>
                              <a:lnTo>
                                <a:pt x="3512" y="14185"/>
                              </a:lnTo>
                              <a:lnTo>
                                <a:pt x="3439" y="14123"/>
                              </a:lnTo>
                              <a:lnTo>
                                <a:pt x="3366" y="14059"/>
                              </a:lnTo>
                              <a:lnTo>
                                <a:pt x="3294" y="13992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5" o:spid="_x0000_s1026" style="position:absolute;margin-left:-76.75pt;margin-top:-657.15pt;width:40.5pt;height:7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096,14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" path="m4044,14546r-77,-45l3891,14455r-76,-49l3738,14354r-76,-53l3587,14244r-75,-59l3439,14123r-73,-64l3294,13992r750,554xe" filled="f" strokeweight=".5pt">
                <v:path arrowok="t" o:connecttype="custom" o:connectlocs="22808,90512;19631,87527;16899,83589;14993,78698;1715,74252;826,73807;0,64280;0,6796;381,6352;1779,6479;6607,11052;10800,19246;13278,28837;14358,38619;14040,46685;11054,49353;9911,52529;10546,55705;12833,58373;15057,59198;16328,58944;18170,55578;21537,46431;23125,37031;23380,26360;22871,13275;23443,3811;24587,254;25349,64;26747,191;27573,1651;28907,8956;28144,22866;28144,34109;29351,43764;32147,52910;34942,58690;35959,59135;37674,58881;40469,56531;41550,53482;40914,50242;38500,47321;36975,41286;37738,31632;39771,21914;43455,13148;49173,6606;50762,6288;51333,6669;51460,47892;50762,73617;50253,74061;36912,77047;35196,82319;32655,86511;29542,89750;26175,92100" o:connectangles="0,0,0,0,0,0,0,0,0,0,0,0,0,0,0,0,0,0,0,0,0,0,0,0,0,0,0,0,0,0,0,0,0,0,0,0,0,0,0,0,0,0,0,0,0,0,0,0,0,0,0,0,0,0,0,0,0,0" textboxrect="0,0,8096,14546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-8315325</wp:posOffset>
                </wp:positionV>
                <wp:extent cx="45085" cy="94615"/>
                <wp:effectExtent l="0" t="3175" r="635" b="0"/>
                <wp:wrapNone/>
                <wp:docPr id="26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71 w 710"/>
                            <a:gd name="T1" fmla="*/ 31 h 1491"/>
                            <a:gd name="T2" fmla="*/ 71 w 710"/>
                            <a:gd name="T3" fmla="*/ 25 h 1491"/>
                            <a:gd name="T4" fmla="*/ 71 w 710"/>
                            <a:gd name="T5" fmla="*/ 19 h 1491"/>
                            <a:gd name="T6" fmla="*/ 71 w 710"/>
                            <a:gd name="T7" fmla="*/ 12 h 1491"/>
                            <a:gd name="T8" fmla="*/ 70 w 710"/>
                            <a:gd name="T9" fmla="*/ 7 h 1491"/>
                            <a:gd name="T10" fmla="*/ 68 w 710"/>
                            <a:gd name="T11" fmla="*/ 5 h 1491"/>
                            <a:gd name="T12" fmla="*/ 64 w 710"/>
                            <a:gd name="T13" fmla="*/ 3 h 1491"/>
                            <a:gd name="T14" fmla="*/ 61 w 710"/>
                            <a:gd name="T15" fmla="*/ 1 h 1491"/>
                            <a:gd name="T16" fmla="*/ 53 w 710"/>
                            <a:gd name="T17" fmla="*/ 0 h 1491"/>
                            <a:gd name="T18" fmla="*/ 41 w 710"/>
                            <a:gd name="T19" fmla="*/ 0 h 1491"/>
                            <a:gd name="T20" fmla="*/ 28 w 710"/>
                            <a:gd name="T21" fmla="*/ 0 h 1491"/>
                            <a:gd name="T22" fmla="*/ 16 w 710"/>
                            <a:gd name="T23" fmla="*/ 0 h 1491"/>
                            <a:gd name="T24" fmla="*/ 9 w 710"/>
                            <a:gd name="T25" fmla="*/ 1 h 1491"/>
                            <a:gd name="T26" fmla="*/ 7 w 710"/>
                            <a:gd name="T27" fmla="*/ 3 h 1491"/>
                            <a:gd name="T28" fmla="*/ 4 w 710"/>
                            <a:gd name="T29" fmla="*/ 5 h 1491"/>
                            <a:gd name="T30" fmla="*/ 2 w 710"/>
                            <a:gd name="T31" fmla="*/ 9 h 1491"/>
                            <a:gd name="T32" fmla="*/ 0 w 710"/>
                            <a:gd name="T33" fmla="*/ 149 h 1491"/>
                            <a:gd name="T34" fmla="*/ 7 w 710"/>
                            <a:gd name="T35" fmla="*/ 146 h 1491"/>
                            <a:gd name="T36" fmla="*/ 13 w 710"/>
                            <a:gd name="T37" fmla="*/ 142 h 1491"/>
                            <a:gd name="T38" fmla="*/ 19 w 710"/>
                            <a:gd name="T39" fmla="*/ 137 h 1491"/>
                            <a:gd name="T40" fmla="*/ 25 w 710"/>
                            <a:gd name="T41" fmla="*/ 132 h 1491"/>
                            <a:gd name="T42" fmla="*/ 30 w 710"/>
                            <a:gd name="T43" fmla="*/ 127 h 1491"/>
                            <a:gd name="T44" fmla="*/ 35 w 710"/>
                            <a:gd name="T45" fmla="*/ 121 h 1491"/>
                            <a:gd name="T46" fmla="*/ 39 w 710"/>
                            <a:gd name="T47" fmla="*/ 115 h 1491"/>
                            <a:gd name="T48" fmla="*/ 44 w 710"/>
                            <a:gd name="T49" fmla="*/ 108 h 1491"/>
                            <a:gd name="T50" fmla="*/ 48 w 710"/>
                            <a:gd name="T51" fmla="*/ 101 h 1491"/>
                            <a:gd name="T52" fmla="*/ 52 w 710"/>
                            <a:gd name="T53" fmla="*/ 93 h 1491"/>
                            <a:gd name="T54" fmla="*/ 55 w 710"/>
                            <a:gd name="T55" fmla="*/ 85 h 1491"/>
                            <a:gd name="T56" fmla="*/ 59 w 710"/>
                            <a:gd name="T57" fmla="*/ 76 h 1491"/>
                            <a:gd name="T58" fmla="*/ 62 w 710"/>
                            <a:gd name="T59" fmla="*/ 66 h 1491"/>
                            <a:gd name="T60" fmla="*/ 65 w 710"/>
                            <a:gd name="T61" fmla="*/ 56 h 1491"/>
                            <a:gd name="T62" fmla="*/ 68 w 710"/>
                            <a:gd name="T63" fmla="*/ 45 h 1491"/>
                            <a:gd name="T64" fmla="*/ 71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710" y="340"/>
                              </a:moveTo>
                              <a:lnTo>
                                <a:pt x="710" y="311"/>
                              </a:lnTo>
                              <a:lnTo>
                                <a:pt x="710" y="281"/>
                              </a:lnTo>
                              <a:lnTo>
                                <a:pt x="710" y="250"/>
                              </a:lnTo>
                              <a:lnTo>
                                <a:pt x="710" y="219"/>
                              </a:lnTo>
                              <a:lnTo>
                                <a:pt x="710" y="186"/>
                              </a:lnTo>
                              <a:lnTo>
                                <a:pt x="710" y="152"/>
                              </a:lnTo>
                              <a:lnTo>
                                <a:pt x="710" y="116"/>
                              </a:lnTo>
                              <a:lnTo>
                                <a:pt x="710" y="78"/>
                              </a:lnTo>
                              <a:lnTo>
                                <a:pt x="701" y="69"/>
                              </a:lnTo>
                              <a:lnTo>
                                <a:pt x="689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6" o:spid="_x0000_s1026" style="position:absolute;margin-left:-54.6pt;margin-top:-654.75pt;width:3.55pt;height: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" path="m710,340r,-29l710,281r,-31l710,219r,-33l710,152r,-36l710,78r-9,-9l689,59r21,281xe" stroked="f">
                <v:path arrowok="t" o:connecttype="custom" o:connectlocs="4509,1967;4509,1586;4509,1206;4509,761;4445,444;4318,317;4064,190;3874,63;3366,0;2604,0;1778,0;1016,0;572,63;445,190;254,317;127,571;0,9455;445,9265;826,9011;1207,8694;1588,8376;1905,8059;2223,7678;2477,7298;2794,6853;3048,6409;3302,5902;3493,5394;3747,4823;3937,4188;4128,3554;4318,2856;4509,2158" o:connectangles="0,0,0,0,0,0,0,0,0,0,0,0,0,0,0,0,0,0,0,0,0,0,0,0,0,0,0,0,0,0,0,0,0" textboxrect="0,0,710,1491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112395</wp:posOffset>
                </wp:positionV>
                <wp:extent cx="45085" cy="94615"/>
                <wp:effectExtent l="0" t="20320" r="10160" b="0"/>
                <wp:wrapNone/>
                <wp:docPr id="25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71 w 710"/>
                            <a:gd name="T1" fmla="*/ 31 h 1491"/>
                            <a:gd name="T2" fmla="*/ 71 w 710"/>
                            <a:gd name="T3" fmla="*/ 25 h 1491"/>
                            <a:gd name="T4" fmla="*/ 71 w 710"/>
                            <a:gd name="T5" fmla="*/ 19 h 1491"/>
                            <a:gd name="T6" fmla="*/ 71 w 710"/>
                            <a:gd name="T7" fmla="*/ 12 h 1491"/>
                            <a:gd name="T8" fmla="*/ 70 w 710"/>
                            <a:gd name="T9" fmla="*/ 7 h 1491"/>
                            <a:gd name="T10" fmla="*/ 68 w 710"/>
                            <a:gd name="T11" fmla="*/ 5 h 1491"/>
                            <a:gd name="T12" fmla="*/ 64 w 710"/>
                            <a:gd name="T13" fmla="*/ 3 h 1491"/>
                            <a:gd name="T14" fmla="*/ 61 w 710"/>
                            <a:gd name="T15" fmla="*/ 1 h 1491"/>
                            <a:gd name="T16" fmla="*/ 53 w 710"/>
                            <a:gd name="T17" fmla="*/ 0 h 1491"/>
                            <a:gd name="T18" fmla="*/ 41 w 710"/>
                            <a:gd name="T19" fmla="*/ 0 h 1491"/>
                            <a:gd name="T20" fmla="*/ 28 w 710"/>
                            <a:gd name="T21" fmla="*/ 0 h 1491"/>
                            <a:gd name="T22" fmla="*/ 16 w 710"/>
                            <a:gd name="T23" fmla="*/ 0 h 1491"/>
                            <a:gd name="T24" fmla="*/ 9 w 710"/>
                            <a:gd name="T25" fmla="*/ 1 h 1491"/>
                            <a:gd name="T26" fmla="*/ 7 w 710"/>
                            <a:gd name="T27" fmla="*/ 3 h 1491"/>
                            <a:gd name="T28" fmla="*/ 4 w 710"/>
                            <a:gd name="T29" fmla="*/ 5 h 1491"/>
                            <a:gd name="T30" fmla="*/ 2 w 710"/>
                            <a:gd name="T31" fmla="*/ 9 h 1491"/>
                            <a:gd name="T32" fmla="*/ 0 w 710"/>
                            <a:gd name="T33" fmla="*/ 149 h 1491"/>
                            <a:gd name="T34" fmla="*/ 7 w 710"/>
                            <a:gd name="T35" fmla="*/ 146 h 1491"/>
                            <a:gd name="T36" fmla="*/ 13 w 710"/>
                            <a:gd name="T37" fmla="*/ 142 h 1491"/>
                            <a:gd name="T38" fmla="*/ 19 w 710"/>
                            <a:gd name="T39" fmla="*/ 137 h 1491"/>
                            <a:gd name="T40" fmla="*/ 25 w 710"/>
                            <a:gd name="T41" fmla="*/ 132 h 1491"/>
                            <a:gd name="T42" fmla="*/ 30 w 710"/>
                            <a:gd name="T43" fmla="*/ 127 h 1491"/>
                            <a:gd name="T44" fmla="*/ 35 w 710"/>
                            <a:gd name="T45" fmla="*/ 121 h 1491"/>
                            <a:gd name="T46" fmla="*/ 39 w 710"/>
                            <a:gd name="T47" fmla="*/ 115 h 1491"/>
                            <a:gd name="T48" fmla="*/ 44 w 710"/>
                            <a:gd name="T49" fmla="*/ 108 h 1491"/>
                            <a:gd name="T50" fmla="*/ 48 w 710"/>
                            <a:gd name="T51" fmla="*/ 101 h 1491"/>
                            <a:gd name="T52" fmla="*/ 52 w 710"/>
                            <a:gd name="T53" fmla="*/ 93 h 1491"/>
                            <a:gd name="T54" fmla="*/ 55 w 710"/>
                            <a:gd name="T55" fmla="*/ 85 h 1491"/>
                            <a:gd name="T56" fmla="*/ 59 w 710"/>
                            <a:gd name="T57" fmla="*/ 76 h 1491"/>
                            <a:gd name="T58" fmla="*/ 62 w 710"/>
                            <a:gd name="T59" fmla="*/ 66 h 1491"/>
                            <a:gd name="T60" fmla="*/ 65 w 710"/>
                            <a:gd name="T61" fmla="*/ 56 h 1491"/>
                            <a:gd name="T62" fmla="*/ 68 w 710"/>
                            <a:gd name="T63" fmla="*/ 45 h 1491"/>
                            <a:gd name="T64" fmla="*/ 71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710" y="340"/>
                              </a:moveTo>
                              <a:lnTo>
                                <a:pt x="710" y="311"/>
                              </a:lnTo>
                              <a:lnTo>
                                <a:pt x="710" y="281"/>
                              </a:lnTo>
                              <a:lnTo>
                                <a:pt x="710" y="250"/>
                              </a:lnTo>
                              <a:lnTo>
                                <a:pt x="710" y="219"/>
                              </a:lnTo>
                              <a:lnTo>
                                <a:pt x="710" y="186"/>
                              </a:lnTo>
                              <a:lnTo>
                                <a:pt x="710" y="152"/>
                              </a:lnTo>
                              <a:lnTo>
                                <a:pt x="710" y="116"/>
                              </a:lnTo>
                              <a:lnTo>
                                <a:pt x="710" y="78"/>
                              </a:lnTo>
                              <a:lnTo>
                                <a:pt x="701" y="69"/>
                              </a:lnTo>
                              <a:lnTo>
                                <a:pt x="689" y="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7" o:spid="_x0000_s1026" style="position:absolute;margin-left:-54.6pt;margin-top:8.85pt;width:3.55pt;height:7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" path="m710,340r,-29l710,281r,-31l710,219r,-33l710,152r,-36l710,78r-9,-9l689,59r21,281xe" filled="f" strokeweight=".5pt">
                <v:path arrowok="t" o:connecttype="custom" o:connectlocs="4509,1967;4509,1586;4509,1206;4509,761;4445,444;4318,317;4064,190;3874,63;3366,0;2604,0;1778,0;1016,0;572,63;445,190;254,317;127,571;0,9455;445,9265;826,9011;1207,8694;1588,8376;1905,8059;2223,7678;2477,7298;2794,6853;3048,6409;3302,5902;3493,5394;3747,4823;3937,4188;4128,3554;4318,2856;4509,2158" o:connectangles="0,0,0,0,0,0,0,0,0,0,0,0,0,0,0,0,0,0,0,0,0,0,0,0,0,0,0,0,0,0,0,0,0" textboxrect="0,0,710,1491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-786765</wp:posOffset>
                </wp:positionH>
                <wp:positionV relativeFrom="paragraph">
                  <wp:posOffset>-606425</wp:posOffset>
                </wp:positionV>
                <wp:extent cx="45085" cy="94615"/>
                <wp:effectExtent l="3810" t="0" r="0" b="0"/>
                <wp:wrapNone/>
                <wp:docPr id="24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0 w 710"/>
                            <a:gd name="T1" fmla="*/ 31 h 1491"/>
                            <a:gd name="T2" fmla="*/ 0 w 710"/>
                            <a:gd name="T3" fmla="*/ 25 h 1491"/>
                            <a:gd name="T4" fmla="*/ 0 w 710"/>
                            <a:gd name="T5" fmla="*/ 19 h 1491"/>
                            <a:gd name="T6" fmla="*/ 0 w 710"/>
                            <a:gd name="T7" fmla="*/ 12 h 1491"/>
                            <a:gd name="T8" fmla="*/ 1 w 710"/>
                            <a:gd name="T9" fmla="*/ 7 h 1491"/>
                            <a:gd name="T10" fmla="*/ 4 w 710"/>
                            <a:gd name="T11" fmla="*/ 5 h 1491"/>
                            <a:gd name="T12" fmla="*/ 7 w 710"/>
                            <a:gd name="T13" fmla="*/ 3 h 1491"/>
                            <a:gd name="T14" fmla="*/ 10 w 710"/>
                            <a:gd name="T15" fmla="*/ 1 h 1491"/>
                            <a:gd name="T16" fmla="*/ 18 w 710"/>
                            <a:gd name="T17" fmla="*/ 0 h 1491"/>
                            <a:gd name="T18" fmla="*/ 30 w 710"/>
                            <a:gd name="T19" fmla="*/ 0 h 1491"/>
                            <a:gd name="T20" fmla="*/ 43 w 710"/>
                            <a:gd name="T21" fmla="*/ 0 h 1491"/>
                            <a:gd name="T22" fmla="*/ 55 w 710"/>
                            <a:gd name="T23" fmla="*/ 0 h 1491"/>
                            <a:gd name="T24" fmla="*/ 62 w 710"/>
                            <a:gd name="T25" fmla="*/ 1 h 1491"/>
                            <a:gd name="T26" fmla="*/ 64 w 710"/>
                            <a:gd name="T27" fmla="*/ 3 h 1491"/>
                            <a:gd name="T28" fmla="*/ 67 w 710"/>
                            <a:gd name="T29" fmla="*/ 5 h 1491"/>
                            <a:gd name="T30" fmla="*/ 69 w 710"/>
                            <a:gd name="T31" fmla="*/ 9 h 1491"/>
                            <a:gd name="T32" fmla="*/ 71 w 710"/>
                            <a:gd name="T33" fmla="*/ 149 h 1491"/>
                            <a:gd name="T34" fmla="*/ 64 w 710"/>
                            <a:gd name="T35" fmla="*/ 146 h 1491"/>
                            <a:gd name="T36" fmla="*/ 58 w 710"/>
                            <a:gd name="T37" fmla="*/ 142 h 1491"/>
                            <a:gd name="T38" fmla="*/ 52 w 710"/>
                            <a:gd name="T39" fmla="*/ 137 h 1491"/>
                            <a:gd name="T40" fmla="*/ 46 w 710"/>
                            <a:gd name="T41" fmla="*/ 132 h 1491"/>
                            <a:gd name="T42" fmla="*/ 41 w 710"/>
                            <a:gd name="T43" fmla="*/ 127 h 1491"/>
                            <a:gd name="T44" fmla="*/ 36 w 710"/>
                            <a:gd name="T45" fmla="*/ 121 h 1491"/>
                            <a:gd name="T46" fmla="*/ 32 w 710"/>
                            <a:gd name="T47" fmla="*/ 115 h 1491"/>
                            <a:gd name="T48" fmla="*/ 27 w 710"/>
                            <a:gd name="T49" fmla="*/ 108 h 1491"/>
                            <a:gd name="T50" fmla="*/ 23 w 710"/>
                            <a:gd name="T51" fmla="*/ 101 h 1491"/>
                            <a:gd name="T52" fmla="*/ 20 w 710"/>
                            <a:gd name="T53" fmla="*/ 93 h 1491"/>
                            <a:gd name="T54" fmla="*/ 16 w 710"/>
                            <a:gd name="T55" fmla="*/ 85 h 1491"/>
                            <a:gd name="T56" fmla="*/ 12 w 710"/>
                            <a:gd name="T57" fmla="*/ 76 h 1491"/>
                            <a:gd name="T58" fmla="*/ 9 w 710"/>
                            <a:gd name="T59" fmla="*/ 66 h 1491"/>
                            <a:gd name="T60" fmla="*/ 6 w 710"/>
                            <a:gd name="T61" fmla="*/ 56 h 1491"/>
                            <a:gd name="T62" fmla="*/ 3 w 710"/>
                            <a:gd name="T63" fmla="*/ 45 h 1491"/>
                            <a:gd name="T64" fmla="*/ 0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0" y="340"/>
                              </a:moveTo>
                              <a:lnTo>
                                <a:pt x="0" y="311"/>
                              </a:lnTo>
                              <a:lnTo>
                                <a:pt x="0" y="281"/>
                              </a:lnTo>
                              <a:lnTo>
                                <a:pt x="0" y="250"/>
                              </a:lnTo>
                              <a:lnTo>
                                <a:pt x="0" y="219"/>
                              </a:lnTo>
                              <a:lnTo>
                                <a:pt x="0" y="187"/>
                              </a:lnTo>
                              <a:lnTo>
                                <a:pt x="0" y="152"/>
                              </a:lnTo>
                              <a:lnTo>
                                <a:pt x="0" y="116"/>
                              </a:lnTo>
                              <a:lnTo>
                                <a:pt x="0" y="78"/>
                              </a:lnTo>
                              <a:lnTo>
                                <a:pt x="9" y="69"/>
                              </a:lnTo>
                              <a:lnTo>
                                <a:pt x="21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8" o:spid="_x0000_s1026" style="position:absolute;margin-left:-61.95pt;margin-top:-47.75pt;width:3.55pt;height:7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" path="m,340l,311,,281,,250,,219,,187,,152,,116,,78,9,69,21,58,,340xe" stroked="f">
                <v:path arrowok="t" o:connecttype="custom" o:connectlocs="0,1967;0,1586;0,1206;0,761;64,444;254,317;445,190;635,63;1143,0;1905,0;2731,0;3493,0;3937,63;4064,190;4255,317;4382,571;4509,9455;4064,9265;3683,9011;3302,8694;2921,8376;2604,8059;2286,7678;2032,7298;1715,6853;1461,6409;1270,5902;1016,5394;762,4823;572,4188;381,3554;191,2856;0,2158" o:connectangles="0,0,0,0,0,0,0,0,0,0,0,0,0,0,0,0,0,0,0,0,0,0,0,0,0,0,0,0,0,0,0,0,0" textboxrect="0,0,710,1491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-786765</wp:posOffset>
                </wp:positionH>
                <wp:positionV relativeFrom="paragraph">
                  <wp:posOffset>-1324610</wp:posOffset>
                </wp:positionV>
                <wp:extent cx="45085" cy="94615"/>
                <wp:effectExtent l="13335" t="21590" r="0" b="0"/>
                <wp:wrapNone/>
                <wp:docPr id="2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0 w 710"/>
                            <a:gd name="T1" fmla="*/ 31 h 1491"/>
                            <a:gd name="T2" fmla="*/ 0 w 710"/>
                            <a:gd name="T3" fmla="*/ 25 h 1491"/>
                            <a:gd name="T4" fmla="*/ 0 w 710"/>
                            <a:gd name="T5" fmla="*/ 19 h 1491"/>
                            <a:gd name="T6" fmla="*/ 0 w 710"/>
                            <a:gd name="T7" fmla="*/ 12 h 1491"/>
                            <a:gd name="T8" fmla="*/ 1 w 710"/>
                            <a:gd name="T9" fmla="*/ 7 h 1491"/>
                            <a:gd name="T10" fmla="*/ 4 w 710"/>
                            <a:gd name="T11" fmla="*/ 5 h 1491"/>
                            <a:gd name="T12" fmla="*/ 7 w 710"/>
                            <a:gd name="T13" fmla="*/ 3 h 1491"/>
                            <a:gd name="T14" fmla="*/ 10 w 710"/>
                            <a:gd name="T15" fmla="*/ 1 h 1491"/>
                            <a:gd name="T16" fmla="*/ 18 w 710"/>
                            <a:gd name="T17" fmla="*/ 0 h 1491"/>
                            <a:gd name="T18" fmla="*/ 30 w 710"/>
                            <a:gd name="T19" fmla="*/ 0 h 1491"/>
                            <a:gd name="T20" fmla="*/ 43 w 710"/>
                            <a:gd name="T21" fmla="*/ 0 h 1491"/>
                            <a:gd name="T22" fmla="*/ 55 w 710"/>
                            <a:gd name="T23" fmla="*/ 0 h 1491"/>
                            <a:gd name="T24" fmla="*/ 62 w 710"/>
                            <a:gd name="T25" fmla="*/ 1 h 1491"/>
                            <a:gd name="T26" fmla="*/ 64 w 710"/>
                            <a:gd name="T27" fmla="*/ 3 h 1491"/>
                            <a:gd name="T28" fmla="*/ 67 w 710"/>
                            <a:gd name="T29" fmla="*/ 5 h 1491"/>
                            <a:gd name="T30" fmla="*/ 69 w 710"/>
                            <a:gd name="T31" fmla="*/ 9 h 1491"/>
                            <a:gd name="T32" fmla="*/ 71 w 710"/>
                            <a:gd name="T33" fmla="*/ 149 h 1491"/>
                            <a:gd name="T34" fmla="*/ 64 w 710"/>
                            <a:gd name="T35" fmla="*/ 146 h 1491"/>
                            <a:gd name="T36" fmla="*/ 58 w 710"/>
                            <a:gd name="T37" fmla="*/ 142 h 1491"/>
                            <a:gd name="T38" fmla="*/ 52 w 710"/>
                            <a:gd name="T39" fmla="*/ 137 h 1491"/>
                            <a:gd name="T40" fmla="*/ 46 w 710"/>
                            <a:gd name="T41" fmla="*/ 132 h 1491"/>
                            <a:gd name="T42" fmla="*/ 41 w 710"/>
                            <a:gd name="T43" fmla="*/ 127 h 1491"/>
                            <a:gd name="T44" fmla="*/ 36 w 710"/>
                            <a:gd name="T45" fmla="*/ 121 h 1491"/>
                            <a:gd name="T46" fmla="*/ 32 w 710"/>
                            <a:gd name="T47" fmla="*/ 115 h 1491"/>
                            <a:gd name="T48" fmla="*/ 27 w 710"/>
                            <a:gd name="T49" fmla="*/ 108 h 1491"/>
                            <a:gd name="T50" fmla="*/ 23 w 710"/>
                            <a:gd name="T51" fmla="*/ 101 h 1491"/>
                            <a:gd name="T52" fmla="*/ 20 w 710"/>
                            <a:gd name="T53" fmla="*/ 93 h 1491"/>
                            <a:gd name="T54" fmla="*/ 16 w 710"/>
                            <a:gd name="T55" fmla="*/ 85 h 1491"/>
                            <a:gd name="T56" fmla="*/ 12 w 710"/>
                            <a:gd name="T57" fmla="*/ 76 h 1491"/>
                            <a:gd name="T58" fmla="*/ 9 w 710"/>
                            <a:gd name="T59" fmla="*/ 66 h 1491"/>
                            <a:gd name="T60" fmla="*/ 6 w 710"/>
                            <a:gd name="T61" fmla="*/ 56 h 1491"/>
                            <a:gd name="T62" fmla="*/ 3 w 710"/>
                            <a:gd name="T63" fmla="*/ 45 h 1491"/>
                            <a:gd name="T64" fmla="*/ 0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0" y="340"/>
                              </a:moveTo>
                              <a:lnTo>
                                <a:pt x="0" y="311"/>
                              </a:lnTo>
                              <a:lnTo>
                                <a:pt x="0" y="281"/>
                              </a:lnTo>
                              <a:lnTo>
                                <a:pt x="0" y="250"/>
                              </a:lnTo>
                              <a:lnTo>
                                <a:pt x="0" y="219"/>
                              </a:lnTo>
                              <a:lnTo>
                                <a:pt x="0" y="187"/>
                              </a:lnTo>
                              <a:lnTo>
                                <a:pt x="0" y="152"/>
                              </a:lnTo>
                              <a:lnTo>
                                <a:pt x="0" y="116"/>
                              </a:lnTo>
                              <a:lnTo>
                                <a:pt x="0" y="78"/>
                              </a:lnTo>
                              <a:lnTo>
                                <a:pt x="9" y="69"/>
                              </a:lnTo>
                              <a:lnTo>
                                <a:pt x="21" y="5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style="position:absolute;margin-left:-61.95pt;margin-top:-104.3pt;width:3.55pt;height:7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" path="m,340l,311,,281,,250,,219,,187,,152,,116,,78,9,69,21,58,,340xe" filled="f" strokeweight=".5pt">
                <v:path arrowok="t" o:connecttype="custom" o:connectlocs="0,1967;0,1586;0,1206;0,761;64,444;254,317;445,190;635,63;1143,0;1905,0;2731,0;3493,0;3937,63;4064,190;4255,317;4382,571;4509,9455;4064,9265;3683,9011;3302,8694;2921,8376;2604,8059;2286,7678;2032,7298;1715,6853;1461,6409;1270,5902;1016,5394;762,4823;572,4188;381,3554;191,2856;0,2158" o:connectangles="0,0,0,0,0,0,0,0,0,0,0,0,0,0,0,0,0,0,0,0,0,0,0,0,0,0,0,0,0,0,0,0,0" textboxrect="0,0,710,1491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-2234565</wp:posOffset>
                </wp:positionV>
                <wp:extent cx="110490" cy="149225"/>
                <wp:effectExtent l="0" t="0" r="1270" b="5715"/>
                <wp:wrapNone/>
                <wp:docPr id="2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style="position:absolute;margin-left:-47.8pt;margin-top:-175.95pt;width:8.7pt;height:1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" path="m1478,2330r54,-9l1578,2310r20,-5l1617,2298r18,-8l1652,2281r7,-5l1667,2270r6,-5l1680,2259r-202,71xe" stroked="f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-2953385</wp:posOffset>
                </wp:positionV>
                <wp:extent cx="110490" cy="149225"/>
                <wp:effectExtent l="0" t="0" r="29845" b="19685"/>
                <wp:wrapNone/>
                <wp:docPr id="2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style="position:absolute;margin-left:-47.8pt;margin-top:-232.55pt;width:8.7pt;height:1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" path="m1478,2330r54,-9l1578,2310r20,-5l1617,2298r18,-8l1652,2281r7,-5l1667,2270r6,-5l1680,2259r-202,71xe" filled="f" strokeweight=".5pt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-3671570</wp:posOffset>
                </wp:positionV>
                <wp:extent cx="110490" cy="149225"/>
                <wp:effectExtent l="4445" t="0" r="0" b="4445"/>
                <wp:wrapNone/>
                <wp:docPr id="20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style="position:absolute;margin-left:-73.9pt;margin-top:-289.1pt;width:8.7pt;height:1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" path="m262,2331r-54,-10l162,2310r-20,-5l123,2298r-19,-8l88,2281r-7,-5l73,2271r-6,-6l60,2259r202,72xe" stroked="f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-4390390</wp:posOffset>
                </wp:positionV>
                <wp:extent cx="110490" cy="149225"/>
                <wp:effectExtent l="23495" t="0" r="0" b="27940"/>
                <wp:wrapNone/>
                <wp:docPr id="19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style="position:absolute;margin-left:-73.9pt;margin-top:-345.7pt;width:8.7pt;height:1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" path="m262,2331r-54,-10l162,2310r-20,-5l123,2298r-19,-8l88,2281r-7,-5l73,2271r-6,-6l60,2259r202,72xe" filled="f" strokeweight=".5pt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-5027930</wp:posOffset>
                </wp:positionV>
                <wp:extent cx="55245" cy="69850"/>
                <wp:effectExtent l="0" t="0" r="9525" b="0"/>
                <wp:wrapNone/>
                <wp:docPr id="18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style="position:absolute;margin-left:-54.6pt;margin-top:-395.9pt;width:4.35pt;height: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" path="m853,940r1,-55l857,827r3,-60l865,706r3,-64l871,579r1,-63l872,453r-1,-32l869,390,853,940xe" stroked="f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-5746750</wp:posOffset>
                </wp:positionV>
                <wp:extent cx="55245" cy="69850"/>
                <wp:effectExtent l="0" t="0" r="9525" b="0"/>
                <wp:wrapNone/>
                <wp:docPr id="17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style="position:absolute;margin-left:-54.6pt;margin-top:-452.5pt;width:4.35pt;height: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" path="m853,940r1,-55l857,827r3,-60l865,706r3,-64l871,579r1,-63l872,453r-1,-32l869,390,853,940xe" filled="f" strokeweight=".5pt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-6464300</wp:posOffset>
                </wp:positionV>
                <wp:extent cx="55245" cy="69215"/>
                <wp:effectExtent l="3175" t="0" r="0" b="0"/>
                <wp:wrapNone/>
                <wp:docPr id="1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style="position:absolute;margin-left:-62.75pt;margin-top:-509pt;width:4.35pt;height:5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" path="m18,940r,-55l15,827,12,767,7,705,4,643,1,579,,516,,453,1,422,3,391,18,940xe" stroked="f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-7183120</wp:posOffset>
                </wp:positionV>
                <wp:extent cx="55245" cy="69215"/>
                <wp:effectExtent l="12700" t="0" r="0" b="0"/>
                <wp:wrapNone/>
                <wp:docPr id="1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style="position:absolute;margin-left:-62.75pt;margin-top:-565.6pt;width:4.35pt;height:5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" path="m18,940r,-55l15,827,12,767,7,705,4,643,1,579,,516,,453,1,422,3,391,18,940xe" filled="f" strokeweight=".5pt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-8088630</wp:posOffset>
                </wp:positionV>
                <wp:extent cx="118110" cy="179705"/>
                <wp:effectExtent l="0" t="0" r="0" b="0"/>
                <wp:wrapNone/>
                <wp:docPr id="14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style="position:absolute;margin-left:-61.15pt;margin-top:-636.9pt;width:9.3pt;height:14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" path="m923,2824r-32,-32l860,2761r-31,-29l798,2704r-30,-26l738,2654r-30,-24l678,2608r-30,-21l619,2568r304,256xe" stroked="f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-8806815</wp:posOffset>
                </wp:positionV>
                <wp:extent cx="118110" cy="179705"/>
                <wp:effectExtent l="33020" t="0" r="0" b="89535"/>
                <wp:wrapNone/>
                <wp:docPr id="13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style="position:absolute;margin-left:-61.15pt;margin-top:-693.45pt;width:9.3pt;height:14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" path="m923,2824r-32,-32l860,2761r-31,-29l798,2704r-30,-26l738,2654r-30,-24l678,2608r-30,-21l619,2568r304,256xe" filled="f" strokeweight=".5pt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-490220</wp:posOffset>
                </wp:positionV>
                <wp:extent cx="73660" cy="360045"/>
                <wp:effectExtent l="0" t="0" r="0" b="3175"/>
                <wp:wrapNone/>
                <wp:docPr id="12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style="position:absolute;margin-left:-44.8pt;margin-top:-38.6pt;width:5.8pt;height:28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" path="m995,5671r32,-17l1051,5638r9,-6l1069,5626r9,-7l1084,5612r6,-8l1097,5596r5,-10l1109,5575r-114,96xe" stroked="f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-1209040</wp:posOffset>
                </wp:positionV>
                <wp:extent cx="73660" cy="360045"/>
                <wp:effectExtent l="0" t="0" r="28575" b="36195"/>
                <wp:wrapNone/>
                <wp:docPr id="11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style="position:absolute;margin-left:-44.8pt;margin-top:-95.2pt;width:5.8pt;height:28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" path="m995,5671r32,-17l1051,5638r9,-6l1069,5626r9,-7l1084,5612r6,-8l1097,5596r5,-10l1109,5575r-114,96xe" filled="f" strokeweight=".5pt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-939800</wp:posOffset>
                </wp:positionH>
                <wp:positionV relativeFrom="paragraph">
                  <wp:posOffset>-1927225</wp:posOffset>
                </wp:positionV>
                <wp:extent cx="73660" cy="360680"/>
                <wp:effectExtent l="3175" t="0" r="0" b="1270"/>
                <wp:wrapNone/>
                <wp:docPr id="10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680"/>
                        </a:xfrm>
                        <a:custGeom>
                          <a:avLst/>
                          <a:gdLst>
                            <a:gd name="T0" fmla="*/ 11 w 1160"/>
                            <a:gd name="T1" fmla="*/ 564 h 5676"/>
                            <a:gd name="T2" fmla="*/ 8 w 1160"/>
                            <a:gd name="T3" fmla="*/ 562 h 5676"/>
                            <a:gd name="T4" fmla="*/ 6 w 1160"/>
                            <a:gd name="T5" fmla="*/ 560 h 5676"/>
                            <a:gd name="T6" fmla="*/ 4 w 1160"/>
                            <a:gd name="T7" fmla="*/ 555 h 5676"/>
                            <a:gd name="T8" fmla="*/ 2 w 1160"/>
                            <a:gd name="T9" fmla="*/ 488 h 5676"/>
                            <a:gd name="T10" fmla="*/ 2 w 1160"/>
                            <a:gd name="T11" fmla="*/ 360 h 5676"/>
                            <a:gd name="T12" fmla="*/ 2 w 1160"/>
                            <a:gd name="T13" fmla="*/ 231 h 5676"/>
                            <a:gd name="T14" fmla="*/ 2 w 1160"/>
                            <a:gd name="T15" fmla="*/ 134 h 5676"/>
                            <a:gd name="T16" fmla="*/ 0 w 1160"/>
                            <a:gd name="T17" fmla="*/ 37 h 5676"/>
                            <a:gd name="T18" fmla="*/ 1 w 1160"/>
                            <a:gd name="T19" fmla="*/ 32 h 5676"/>
                            <a:gd name="T20" fmla="*/ 0 w 1160"/>
                            <a:gd name="T21" fmla="*/ 23 h 5676"/>
                            <a:gd name="T22" fmla="*/ 0 w 1160"/>
                            <a:gd name="T23" fmla="*/ 17 h 5676"/>
                            <a:gd name="T24" fmla="*/ 1 w 1160"/>
                            <a:gd name="T25" fmla="*/ 12 h 5676"/>
                            <a:gd name="T26" fmla="*/ 2 w 1160"/>
                            <a:gd name="T27" fmla="*/ 6 h 5676"/>
                            <a:gd name="T28" fmla="*/ 3 w 1160"/>
                            <a:gd name="T29" fmla="*/ 4 h 5676"/>
                            <a:gd name="T30" fmla="*/ 4 w 1160"/>
                            <a:gd name="T31" fmla="*/ 2 h 5676"/>
                            <a:gd name="T32" fmla="*/ 6 w 1160"/>
                            <a:gd name="T33" fmla="*/ 0 h 5676"/>
                            <a:gd name="T34" fmla="*/ 8 w 1160"/>
                            <a:gd name="T35" fmla="*/ 0 h 5676"/>
                            <a:gd name="T36" fmla="*/ 10 w 1160"/>
                            <a:gd name="T37" fmla="*/ 0 h 5676"/>
                            <a:gd name="T38" fmla="*/ 15 w 1160"/>
                            <a:gd name="T39" fmla="*/ 2 h 5676"/>
                            <a:gd name="T40" fmla="*/ 20 w 1160"/>
                            <a:gd name="T41" fmla="*/ 5 h 5676"/>
                            <a:gd name="T42" fmla="*/ 31 w 1160"/>
                            <a:gd name="T43" fmla="*/ 19 h 5676"/>
                            <a:gd name="T44" fmla="*/ 50 w 1160"/>
                            <a:gd name="T45" fmla="*/ 57 h 5676"/>
                            <a:gd name="T46" fmla="*/ 66 w 1160"/>
                            <a:gd name="T47" fmla="*/ 98 h 5676"/>
                            <a:gd name="T48" fmla="*/ 79 w 1160"/>
                            <a:gd name="T49" fmla="*/ 140 h 5676"/>
                            <a:gd name="T50" fmla="*/ 90 w 1160"/>
                            <a:gd name="T51" fmla="*/ 184 h 5676"/>
                            <a:gd name="T52" fmla="*/ 99 w 1160"/>
                            <a:gd name="T53" fmla="*/ 229 h 5676"/>
                            <a:gd name="T54" fmla="*/ 105 w 1160"/>
                            <a:gd name="T55" fmla="*/ 274 h 5676"/>
                            <a:gd name="T56" fmla="*/ 110 w 1160"/>
                            <a:gd name="T57" fmla="*/ 320 h 5676"/>
                            <a:gd name="T58" fmla="*/ 113 w 1160"/>
                            <a:gd name="T59" fmla="*/ 365 h 5676"/>
                            <a:gd name="T60" fmla="*/ 115 w 1160"/>
                            <a:gd name="T61" fmla="*/ 410 h 5676"/>
                            <a:gd name="T62" fmla="*/ 116 w 1160"/>
                            <a:gd name="T63" fmla="*/ 454 h 5676"/>
                            <a:gd name="T64" fmla="*/ 109 w 1160"/>
                            <a:gd name="T65" fmla="*/ 473 h 5676"/>
                            <a:gd name="T66" fmla="*/ 100 w 1160"/>
                            <a:gd name="T67" fmla="*/ 480 h 5676"/>
                            <a:gd name="T68" fmla="*/ 91 w 1160"/>
                            <a:gd name="T69" fmla="*/ 488 h 5676"/>
                            <a:gd name="T70" fmla="*/ 84 w 1160"/>
                            <a:gd name="T71" fmla="*/ 496 h 5676"/>
                            <a:gd name="T72" fmla="*/ 77 w 1160"/>
                            <a:gd name="T73" fmla="*/ 504 h 5676"/>
                            <a:gd name="T74" fmla="*/ 71 w 1160"/>
                            <a:gd name="T75" fmla="*/ 513 h 5676"/>
                            <a:gd name="T76" fmla="*/ 65 w 1160"/>
                            <a:gd name="T77" fmla="*/ 522 h 5676"/>
                            <a:gd name="T78" fmla="*/ 60 w 1160"/>
                            <a:gd name="T79" fmla="*/ 532 h 5676"/>
                            <a:gd name="T80" fmla="*/ 55 w 1160"/>
                            <a:gd name="T81" fmla="*/ 543 h 5676"/>
                            <a:gd name="T82" fmla="*/ 49 w 1160"/>
                            <a:gd name="T83" fmla="*/ 559 h 5676"/>
                            <a:gd name="T84" fmla="*/ 40 w 1160"/>
                            <a:gd name="T85" fmla="*/ 568 h 5676"/>
                            <a:gd name="T86" fmla="*/ 30 w 1160"/>
                            <a:gd name="T87" fmla="*/ 566 h 5676"/>
                            <a:gd name="T88" fmla="*/ 23 w 1160"/>
                            <a:gd name="T89" fmla="*/ 566 h 5676"/>
                            <a:gd name="T90" fmla="*/ 18 w 1160"/>
                            <a:gd name="T91" fmla="*/ 567 h 567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w 1160"/>
                            <a:gd name="T139" fmla="*/ 0 h 5676"/>
                            <a:gd name="T140" fmla="*/ 1160 w 1160"/>
                            <a:gd name="T141" fmla="*/ 5676 h 5676"/>
                          </a:gdLst>
                          <a:ahLst/>
                          <a:cxnLst>
                            <a:cxn ang="T92">
                              <a:pos x="T0" y="T1"/>
                            </a:cxn>
                            <a:cxn ang="T93">
                              <a:pos x="T2" y="T3"/>
                            </a:cxn>
                            <a:cxn ang="T94">
                              <a:pos x="T4" y="T5"/>
                            </a:cxn>
                            <a:cxn ang="T95">
                              <a:pos x="T6" y="T7"/>
                            </a:cxn>
                            <a:cxn ang="T96">
                              <a:pos x="T8" y="T9"/>
                            </a:cxn>
                            <a:cxn ang="T97">
                              <a:pos x="T10" y="T11"/>
                            </a:cxn>
                            <a:cxn ang="T98">
                              <a:pos x="T12" y="T13"/>
                            </a:cxn>
                            <a:cxn ang="T99">
                              <a:pos x="T14" y="T15"/>
                            </a:cxn>
                            <a:cxn ang="T100">
                              <a:pos x="T16" y="T17"/>
                            </a:cxn>
                            <a:cxn ang="T101">
                              <a:pos x="T18" y="T19"/>
                            </a:cxn>
                            <a:cxn ang="T102">
                              <a:pos x="T20" y="T21"/>
                            </a:cxn>
                            <a:cxn ang="T103">
                              <a:pos x="T22" y="T23"/>
                            </a:cxn>
                            <a:cxn ang="T104">
                              <a:pos x="T24" y="T25"/>
                            </a:cxn>
                            <a:cxn ang="T105">
                              <a:pos x="T26" y="T27"/>
                            </a:cxn>
                            <a:cxn ang="T106">
                              <a:pos x="T28" y="T29"/>
                            </a:cxn>
                            <a:cxn ang="T107">
                              <a:pos x="T30" y="T31"/>
                            </a:cxn>
                            <a:cxn ang="T108">
                              <a:pos x="T32" y="T33"/>
                            </a:cxn>
                            <a:cxn ang="T109">
                              <a:pos x="T34" y="T35"/>
                            </a:cxn>
                            <a:cxn ang="T110">
                              <a:pos x="T36" y="T37"/>
                            </a:cxn>
                            <a:cxn ang="T111">
                              <a:pos x="T38" y="T39"/>
                            </a:cxn>
                            <a:cxn ang="T112">
                              <a:pos x="T40" y="T41"/>
                            </a:cxn>
                            <a:cxn ang="T113">
                              <a:pos x="T42" y="T43"/>
                            </a:cxn>
                            <a:cxn ang="T114">
                              <a:pos x="T44" y="T45"/>
                            </a:cxn>
                            <a:cxn ang="T115">
                              <a:pos x="T46" y="T47"/>
                            </a:cxn>
                            <a:cxn ang="T116">
                              <a:pos x="T48" y="T49"/>
                            </a:cxn>
                            <a:cxn ang="T117">
                              <a:pos x="T50" y="T51"/>
                            </a:cxn>
                            <a:cxn ang="T118">
                              <a:pos x="T52" y="T53"/>
                            </a:cxn>
                            <a:cxn ang="T119">
                              <a:pos x="T54" y="T55"/>
                            </a:cxn>
                            <a:cxn ang="T120">
                              <a:pos x="T56" y="T57"/>
                            </a:cxn>
                            <a:cxn ang="T121">
                              <a:pos x="T58" y="T59"/>
                            </a:cxn>
                            <a:cxn ang="T122">
                              <a:pos x="T60" y="T61"/>
                            </a:cxn>
                            <a:cxn ang="T123">
                              <a:pos x="T62" y="T63"/>
                            </a:cxn>
                            <a:cxn ang="T124">
                              <a:pos x="T64" y="T65"/>
                            </a:cxn>
                            <a:cxn ang="T125">
                              <a:pos x="T66" y="T67"/>
                            </a:cxn>
                            <a:cxn ang="T126">
                              <a:pos x="T68" y="T69"/>
                            </a:cxn>
                            <a:cxn ang="T127">
                              <a:pos x="T70" y="T71"/>
                            </a:cxn>
                            <a:cxn ang="T128">
                              <a:pos x="T72" y="T73"/>
                            </a:cxn>
                            <a:cxn ang="T129">
                              <a:pos x="T74" y="T75"/>
                            </a:cxn>
                            <a:cxn ang="T130">
                              <a:pos x="T76" y="T77"/>
                            </a:cxn>
                            <a:cxn ang="T131">
                              <a:pos x="T78" y="T79"/>
                            </a:cxn>
                            <a:cxn ang="T132">
                              <a:pos x="T80" y="T81"/>
                            </a:cxn>
                            <a:cxn ang="T133">
                              <a:pos x="T82" y="T83"/>
                            </a:cxn>
                            <a:cxn ang="T134">
                              <a:pos x="T84" y="T85"/>
                            </a:cxn>
                            <a:cxn ang="T135">
                              <a:pos x="T86" y="T87"/>
                            </a:cxn>
                            <a:cxn ang="T136">
                              <a:pos x="T88" y="T89"/>
                            </a:cxn>
                            <a:cxn ang="T137">
                              <a:pos x="T90" y="T91"/>
                            </a:cxn>
                          </a:cxnLst>
                          <a:rect l="T138" t="T139" r="T140" b="T141"/>
                          <a:pathLst>
                            <a:path w="1160" h="5676">
                              <a:moveTo>
                                <a:pt x="165" y="5670"/>
                              </a:moveTo>
                              <a:lnTo>
                                <a:pt x="133" y="5653"/>
                              </a:lnTo>
                              <a:lnTo>
                                <a:pt x="109" y="5638"/>
                              </a:lnTo>
                              <a:lnTo>
                                <a:pt x="100" y="5631"/>
                              </a:lnTo>
                              <a:lnTo>
                                <a:pt x="90" y="5625"/>
                              </a:lnTo>
                              <a:lnTo>
                                <a:pt x="82" y="5618"/>
                              </a:lnTo>
                              <a:lnTo>
                                <a:pt x="76" y="5611"/>
                              </a:lnTo>
                              <a:lnTo>
                                <a:pt x="70" y="5603"/>
                              </a:lnTo>
                              <a:lnTo>
                                <a:pt x="63" y="5595"/>
                              </a:lnTo>
                              <a:lnTo>
                                <a:pt x="57" y="5585"/>
                              </a:lnTo>
                              <a:lnTo>
                                <a:pt x="51" y="5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style="position:absolute;margin-left:-74pt;margin-top:-151.75pt;width:5.8pt;height:28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" path="m165,5670r-32,-17l109,5638r-9,-7l90,5625r-8,-7l76,5611r-6,-8l63,5595r-6,-10l51,5574r114,96xe" stroked="f">
                <v:path arrowok="t" o:connecttype="custom" o:connectlocs="699,35839;508,35712;381,35585;254,35267;127,31010;127,22876;127,14679;127,8515;0,2351;64,2033;0,1462;0,1080;64,763;127,381;191,254;254,127;381,0;508,0;635,0;953,127;1270,318;1969,1207;3175,3622;4191,6227;5017,8896;5715,11692;6287,14552;6668,17411;6985,20334;7176,23194;7303,26053;7366,28849;6922,30057;6350,30501;5779,31010;5334,31518;4890,32027;4509,32598;4128,33170;3810,33806;3493,34505;3112,35522;2540,36093;1905,35966;1461,35966;1143,36030" o:connectangles="0,0,0,0,0,0,0,0,0,0,0,0,0,0,0,0,0,0,0,0,0,0,0,0,0,0,0,0,0,0,0,0,0,0,0,0,0,0,0,0,0,0,0,0,0,0" textboxrect="0,0,1160,5676"/>
              </v:shape>
            </w:pict>
          </mc:Fallback>
        </mc:AlternateContent>
      </w:r>
    </w:p>
    <w:p w:rsidR="003A09FF" w:rsidRPr="00A104AC" w:rsidRDefault="003A09FF" w:rsidP="003A09FF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3A09FF" w:rsidRPr="00A104AC" w:rsidRDefault="003A09FF" w:rsidP="003A09F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3A09FF" w:rsidRPr="00A104AC" w:rsidRDefault="003A09FF" w:rsidP="003A09F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3A09FF" w:rsidRPr="00A104AC" w:rsidRDefault="003A09FF" w:rsidP="003A09F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Поліщук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С.Й.</w:t>
      </w:r>
    </w:p>
    <w:p w:rsidR="003A09FF" w:rsidRPr="00A104AC" w:rsidRDefault="003A09FF" w:rsidP="003A09F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3A09FF" w:rsidRPr="00A104AC" w:rsidRDefault="003A09FF" w:rsidP="003A09F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A104AC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A104AC"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Поліщук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С.Й.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3A09FF" w:rsidRPr="00A104AC" w:rsidRDefault="003A09FF" w:rsidP="003A09FF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3A09FF" w:rsidRPr="00BA5FD4" w:rsidRDefault="003A09FF" w:rsidP="003A09F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1. </w:t>
      </w:r>
      <w:proofErr w:type="spellStart"/>
      <w:proofErr w:type="gram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Поліщук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Софії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Йосипівні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яка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C00C44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</w:t>
      </w:r>
      <w:bookmarkStart w:id="0" w:name="_GoBack"/>
      <w:bookmarkEnd w:id="0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0,1000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селі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Комарівка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proofErr w:type="gramEnd"/>
    </w:p>
    <w:p w:rsidR="003A09FF" w:rsidRPr="00BA5FD4" w:rsidRDefault="003A09FF" w:rsidP="003A09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</w:rPr>
      </w:pPr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2.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Поліщук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Софії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Йосипівні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яка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proofErr w:type="gram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proofErr w:type="gram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Комарівка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вул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Лісова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33, 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0,1500 га, для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селі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Комарівка</w:t>
      </w:r>
      <w:proofErr w:type="spellEnd"/>
      <w:r w:rsidRPr="00BA5FD4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proofErr w:type="gramEnd"/>
    </w:p>
    <w:p w:rsidR="003A09FF" w:rsidRPr="00A104AC" w:rsidRDefault="003A09FF" w:rsidP="003A09F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</w:t>
      </w: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3.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Поліщук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С.Й.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3A09FF" w:rsidRPr="00095E42" w:rsidRDefault="003A09FF" w:rsidP="003A09F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104AC">
        <w:rPr>
          <w:rFonts w:ascii="Times New Roman" w:hAnsi="Times New Roman" w:cs="Times New Roman"/>
          <w:sz w:val="24"/>
          <w:szCs w:val="24"/>
        </w:rPr>
        <w:t xml:space="preserve">       4. Контроль за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104A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104A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lastRenderedPageBreak/>
        <w:t>будівництва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3A09FF" w:rsidRPr="00095E42" w:rsidRDefault="003A09FF" w:rsidP="003A09FF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-606425</wp:posOffset>
                </wp:positionV>
                <wp:extent cx="45085" cy="94615"/>
                <wp:effectExtent l="0" t="0" r="635" b="0"/>
                <wp:wrapNone/>
                <wp:docPr id="9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71 w 710"/>
                            <a:gd name="T1" fmla="*/ 31 h 1491"/>
                            <a:gd name="T2" fmla="*/ 71 w 710"/>
                            <a:gd name="T3" fmla="*/ 25 h 1491"/>
                            <a:gd name="T4" fmla="*/ 71 w 710"/>
                            <a:gd name="T5" fmla="*/ 19 h 1491"/>
                            <a:gd name="T6" fmla="*/ 71 w 710"/>
                            <a:gd name="T7" fmla="*/ 12 h 1491"/>
                            <a:gd name="T8" fmla="*/ 70 w 710"/>
                            <a:gd name="T9" fmla="*/ 7 h 1491"/>
                            <a:gd name="T10" fmla="*/ 68 w 710"/>
                            <a:gd name="T11" fmla="*/ 5 h 1491"/>
                            <a:gd name="T12" fmla="*/ 64 w 710"/>
                            <a:gd name="T13" fmla="*/ 3 h 1491"/>
                            <a:gd name="T14" fmla="*/ 61 w 710"/>
                            <a:gd name="T15" fmla="*/ 1 h 1491"/>
                            <a:gd name="T16" fmla="*/ 53 w 710"/>
                            <a:gd name="T17" fmla="*/ 0 h 1491"/>
                            <a:gd name="T18" fmla="*/ 41 w 710"/>
                            <a:gd name="T19" fmla="*/ 0 h 1491"/>
                            <a:gd name="T20" fmla="*/ 28 w 710"/>
                            <a:gd name="T21" fmla="*/ 0 h 1491"/>
                            <a:gd name="T22" fmla="*/ 16 w 710"/>
                            <a:gd name="T23" fmla="*/ 0 h 1491"/>
                            <a:gd name="T24" fmla="*/ 9 w 710"/>
                            <a:gd name="T25" fmla="*/ 1 h 1491"/>
                            <a:gd name="T26" fmla="*/ 7 w 710"/>
                            <a:gd name="T27" fmla="*/ 3 h 1491"/>
                            <a:gd name="T28" fmla="*/ 4 w 710"/>
                            <a:gd name="T29" fmla="*/ 5 h 1491"/>
                            <a:gd name="T30" fmla="*/ 2 w 710"/>
                            <a:gd name="T31" fmla="*/ 9 h 1491"/>
                            <a:gd name="T32" fmla="*/ 0 w 710"/>
                            <a:gd name="T33" fmla="*/ 149 h 1491"/>
                            <a:gd name="T34" fmla="*/ 7 w 710"/>
                            <a:gd name="T35" fmla="*/ 146 h 1491"/>
                            <a:gd name="T36" fmla="*/ 13 w 710"/>
                            <a:gd name="T37" fmla="*/ 142 h 1491"/>
                            <a:gd name="T38" fmla="*/ 19 w 710"/>
                            <a:gd name="T39" fmla="*/ 137 h 1491"/>
                            <a:gd name="T40" fmla="*/ 25 w 710"/>
                            <a:gd name="T41" fmla="*/ 132 h 1491"/>
                            <a:gd name="T42" fmla="*/ 30 w 710"/>
                            <a:gd name="T43" fmla="*/ 127 h 1491"/>
                            <a:gd name="T44" fmla="*/ 35 w 710"/>
                            <a:gd name="T45" fmla="*/ 121 h 1491"/>
                            <a:gd name="T46" fmla="*/ 39 w 710"/>
                            <a:gd name="T47" fmla="*/ 115 h 1491"/>
                            <a:gd name="T48" fmla="*/ 44 w 710"/>
                            <a:gd name="T49" fmla="*/ 108 h 1491"/>
                            <a:gd name="T50" fmla="*/ 48 w 710"/>
                            <a:gd name="T51" fmla="*/ 101 h 1491"/>
                            <a:gd name="T52" fmla="*/ 52 w 710"/>
                            <a:gd name="T53" fmla="*/ 93 h 1491"/>
                            <a:gd name="T54" fmla="*/ 55 w 710"/>
                            <a:gd name="T55" fmla="*/ 85 h 1491"/>
                            <a:gd name="T56" fmla="*/ 59 w 710"/>
                            <a:gd name="T57" fmla="*/ 76 h 1491"/>
                            <a:gd name="T58" fmla="*/ 62 w 710"/>
                            <a:gd name="T59" fmla="*/ 66 h 1491"/>
                            <a:gd name="T60" fmla="*/ 65 w 710"/>
                            <a:gd name="T61" fmla="*/ 56 h 1491"/>
                            <a:gd name="T62" fmla="*/ 68 w 710"/>
                            <a:gd name="T63" fmla="*/ 45 h 1491"/>
                            <a:gd name="T64" fmla="*/ 71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710" y="340"/>
                              </a:moveTo>
                              <a:lnTo>
                                <a:pt x="710" y="311"/>
                              </a:lnTo>
                              <a:lnTo>
                                <a:pt x="710" y="281"/>
                              </a:lnTo>
                              <a:lnTo>
                                <a:pt x="710" y="250"/>
                              </a:lnTo>
                              <a:lnTo>
                                <a:pt x="710" y="219"/>
                              </a:lnTo>
                              <a:lnTo>
                                <a:pt x="710" y="186"/>
                              </a:lnTo>
                              <a:lnTo>
                                <a:pt x="710" y="152"/>
                              </a:lnTo>
                              <a:lnTo>
                                <a:pt x="710" y="116"/>
                              </a:lnTo>
                              <a:lnTo>
                                <a:pt x="710" y="78"/>
                              </a:lnTo>
                              <a:lnTo>
                                <a:pt x="701" y="69"/>
                              </a:lnTo>
                              <a:lnTo>
                                <a:pt x="689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style="position:absolute;margin-left:-54.6pt;margin-top:-47.75pt;width:3.55pt;height:7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" path="m710,340r,-29l710,281r,-31l710,219r,-33l710,152r,-36l710,78r-9,-9l689,59r21,281xe" stroked="f">
                <v:path arrowok="t" o:connecttype="custom" o:connectlocs="4509,1967;4509,1586;4509,1206;4509,761;4445,444;4318,317;4064,190;3874,63;3366,0;2604,0;1778,0;1016,0;572,63;445,190;254,317;127,571;0,9455;445,9265;826,9011;1207,8694;1588,8376;1905,8059;2223,7678;2477,7298;2794,6853;3048,6409;3302,5902;3493,5394;3747,4823;3937,4188;4128,3554;4318,2856;4509,2158" o:connectangles="0,0,0,0,0,0,0,0,0,0,0,0,0,0,0,0,0,0,0,0,0,0,0,0,0,0,0,0,0,0,0,0,0" textboxrect="0,0,710,1491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-1324610</wp:posOffset>
                </wp:positionV>
                <wp:extent cx="45085" cy="94615"/>
                <wp:effectExtent l="0" t="14605" r="10160" b="0"/>
                <wp:wrapNone/>
                <wp:docPr id="8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71 w 710"/>
                            <a:gd name="T1" fmla="*/ 31 h 1491"/>
                            <a:gd name="T2" fmla="*/ 71 w 710"/>
                            <a:gd name="T3" fmla="*/ 25 h 1491"/>
                            <a:gd name="T4" fmla="*/ 71 w 710"/>
                            <a:gd name="T5" fmla="*/ 19 h 1491"/>
                            <a:gd name="T6" fmla="*/ 71 w 710"/>
                            <a:gd name="T7" fmla="*/ 12 h 1491"/>
                            <a:gd name="T8" fmla="*/ 70 w 710"/>
                            <a:gd name="T9" fmla="*/ 7 h 1491"/>
                            <a:gd name="T10" fmla="*/ 68 w 710"/>
                            <a:gd name="T11" fmla="*/ 5 h 1491"/>
                            <a:gd name="T12" fmla="*/ 64 w 710"/>
                            <a:gd name="T13" fmla="*/ 3 h 1491"/>
                            <a:gd name="T14" fmla="*/ 61 w 710"/>
                            <a:gd name="T15" fmla="*/ 1 h 1491"/>
                            <a:gd name="T16" fmla="*/ 53 w 710"/>
                            <a:gd name="T17" fmla="*/ 0 h 1491"/>
                            <a:gd name="T18" fmla="*/ 41 w 710"/>
                            <a:gd name="T19" fmla="*/ 0 h 1491"/>
                            <a:gd name="T20" fmla="*/ 28 w 710"/>
                            <a:gd name="T21" fmla="*/ 0 h 1491"/>
                            <a:gd name="T22" fmla="*/ 16 w 710"/>
                            <a:gd name="T23" fmla="*/ 0 h 1491"/>
                            <a:gd name="T24" fmla="*/ 9 w 710"/>
                            <a:gd name="T25" fmla="*/ 1 h 1491"/>
                            <a:gd name="T26" fmla="*/ 7 w 710"/>
                            <a:gd name="T27" fmla="*/ 3 h 1491"/>
                            <a:gd name="T28" fmla="*/ 4 w 710"/>
                            <a:gd name="T29" fmla="*/ 5 h 1491"/>
                            <a:gd name="T30" fmla="*/ 2 w 710"/>
                            <a:gd name="T31" fmla="*/ 9 h 1491"/>
                            <a:gd name="T32" fmla="*/ 0 w 710"/>
                            <a:gd name="T33" fmla="*/ 149 h 1491"/>
                            <a:gd name="T34" fmla="*/ 7 w 710"/>
                            <a:gd name="T35" fmla="*/ 146 h 1491"/>
                            <a:gd name="T36" fmla="*/ 13 w 710"/>
                            <a:gd name="T37" fmla="*/ 142 h 1491"/>
                            <a:gd name="T38" fmla="*/ 19 w 710"/>
                            <a:gd name="T39" fmla="*/ 137 h 1491"/>
                            <a:gd name="T40" fmla="*/ 25 w 710"/>
                            <a:gd name="T41" fmla="*/ 132 h 1491"/>
                            <a:gd name="T42" fmla="*/ 30 w 710"/>
                            <a:gd name="T43" fmla="*/ 127 h 1491"/>
                            <a:gd name="T44" fmla="*/ 35 w 710"/>
                            <a:gd name="T45" fmla="*/ 121 h 1491"/>
                            <a:gd name="T46" fmla="*/ 39 w 710"/>
                            <a:gd name="T47" fmla="*/ 115 h 1491"/>
                            <a:gd name="T48" fmla="*/ 44 w 710"/>
                            <a:gd name="T49" fmla="*/ 108 h 1491"/>
                            <a:gd name="T50" fmla="*/ 48 w 710"/>
                            <a:gd name="T51" fmla="*/ 101 h 1491"/>
                            <a:gd name="T52" fmla="*/ 52 w 710"/>
                            <a:gd name="T53" fmla="*/ 93 h 1491"/>
                            <a:gd name="T54" fmla="*/ 55 w 710"/>
                            <a:gd name="T55" fmla="*/ 85 h 1491"/>
                            <a:gd name="T56" fmla="*/ 59 w 710"/>
                            <a:gd name="T57" fmla="*/ 76 h 1491"/>
                            <a:gd name="T58" fmla="*/ 62 w 710"/>
                            <a:gd name="T59" fmla="*/ 66 h 1491"/>
                            <a:gd name="T60" fmla="*/ 65 w 710"/>
                            <a:gd name="T61" fmla="*/ 56 h 1491"/>
                            <a:gd name="T62" fmla="*/ 68 w 710"/>
                            <a:gd name="T63" fmla="*/ 45 h 1491"/>
                            <a:gd name="T64" fmla="*/ 71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710" y="340"/>
                              </a:moveTo>
                              <a:lnTo>
                                <a:pt x="710" y="311"/>
                              </a:lnTo>
                              <a:lnTo>
                                <a:pt x="710" y="281"/>
                              </a:lnTo>
                              <a:lnTo>
                                <a:pt x="710" y="250"/>
                              </a:lnTo>
                              <a:lnTo>
                                <a:pt x="710" y="219"/>
                              </a:lnTo>
                              <a:lnTo>
                                <a:pt x="710" y="186"/>
                              </a:lnTo>
                              <a:lnTo>
                                <a:pt x="710" y="152"/>
                              </a:lnTo>
                              <a:lnTo>
                                <a:pt x="710" y="116"/>
                              </a:lnTo>
                              <a:lnTo>
                                <a:pt x="710" y="78"/>
                              </a:lnTo>
                              <a:lnTo>
                                <a:pt x="701" y="69"/>
                              </a:lnTo>
                              <a:lnTo>
                                <a:pt x="689" y="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26" style="position:absolute;margin-left:-54.6pt;margin-top:-104.3pt;width:3.55pt;height:7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" path="m710,340r,-29l710,281r,-31l710,219r,-33l710,152r,-36l710,78r-9,-9l689,59r21,281xe" filled="f" strokeweight=".5pt">
                <v:path arrowok="t" o:connecttype="custom" o:connectlocs="4509,1967;4509,1586;4509,1206;4509,761;4445,444;4318,317;4064,190;3874,63;3366,0;2604,0;1778,0;1016,0;572,63;445,190;254,317;127,571;0,9455;445,9265;826,9011;1207,8694;1588,8376;1905,8059;2223,7678;2477,7298;2794,6853;3048,6409;3302,5902;3493,5394;3747,4823;3937,4188;4128,3554;4318,2856;4509,2158" o:connectangles="0,0,0,0,0,0,0,0,0,0,0,0,0,0,0,0,0,0,0,0,0,0,0,0,0,0,0,0,0,0,0,0,0" textboxrect="0,0,710,1491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-786765</wp:posOffset>
                </wp:positionH>
                <wp:positionV relativeFrom="paragraph">
                  <wp:posOffset>-2043430</wp:posOffset>
                </wp:positionV>
                <wp:extent cx="45085" cy="94615"/>
                <wp:effectExtent l="3810" t="635" r="0" b="0"/>
                <wp:wrapNone/>
                <wp:docPr id="7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0 w 710"/>
                            <a:gd name="T1" fmla="*/ 31 h 1491"/>
                            <a:gd name="T2" fmla="*/ 0 w 710"/>
                            <a:gd name="T3" fmla="*/ 25 h 1491"/>
                            <a:gd name="T4" fmla="*/ 0 w 710"/>
                            <a:gd name="T5" fmla="*/ 19 h 1491"/>
                            <a:gd name="T6" fmla="*/ 0 w 710"/>
                            <a:gd name="T7" fmla="*/ 12 h 1491"/>
                            <a:gd name="T8" fmla="*/ 1 w 710"/>
                            <a:gd name="T9" fmla="*/ 7 h 1491"/>
                            <a:gd name="T10" fmla="*/ 4 w 710"/>
                            <a:gd name="T11" fmla="*/ 5 h 1491"/>
                            <a:gd name="T12" fmla="*/ 7 w 710"/>
                            <a:gd name="T13" fmla="*/ 3 h 1491"/>
                            <a:gd name="T14" fmla="*/ 10 w 710"/>
                            <a:gd name="T15" fmla="*/ 1 h 1491"/>
                            <a:gd name="T16" fmla="*/ 18 w 710"/>
                            <a:gd name="T17" fmla="*/ 0 h 1491"/>
                            <a:gd name="T18" fmla="*/ 30 w 710"/>
                            <a:gd name="T19" fmla="*/ 0 h 1491"/>
                            <a:gd name="T20" fmla="*/ 43 w 710"/>
                            <a:gd name="T21" fmla="*/ 0 h 1491"/>
                            <a:gd name="T22" fmla="*/ 55 w 710"/>
                            <a:gd name="T23" fmla="*/ 0 h 1491"/>
                            <a:gd name="T24" fmla="*/ 62 w 710"/>
                            <a:gd name="T25" fmla="*/ 1 h 1491"/>
                            <a:gd name="T26" fmla="*/ 64 w 710"/>
                            <a:gd name="T27" fmla="*/ 3 h 1491"/>
                            <a:gd name="T28" fmla="*/ 67 w 710"/>
                            <a:gd name="T29" fmla="*/ 5 h 1491"/>
                            <a:gd name="T30" fmla="*/ 69 w 710"/>
                            <a:gd name="T31" fmla="*/ 9 h 1491"/>
                            <a:gd name="T32" fmla="*/ 71 w 710"/>
                            <a:gd name="T33" fmla="*/ 149 h 1491"/>
                            <a:gd name="T34" fmla="*/ 64 w 710"/>
                            <a:gd name="T35" fmla="*/ 146 h 1491"/>
                            <a:gd name="T36" fmla="*/ 58 w 710"/>
                            <a:gd name="T37" fmla="*/ 142 h 1491"/>
                            <a:gd name="T38" fmla="*/ 52 w 710"/>
                            <a:gd name="T39" fmla="*/ 137 h 1491"/>
                            <a:gd name="T40" fmla="*/ 46 w 710"/>
                            <a:gd name="T41" fmla="*/ 132 h 1491"/>
                            <a:gd name="T42" fmla="*/ 41 w 710"/>
                            <a:gd name="T43" fmla="*/ 127 h 1491"/>
                            <a:gd name="T44" fmla="*/ 36 w 710"/>
                            <a:gd name="T45" fmla="*/ 121 h 1491"/>
                            <a:gd name="T46" fmla="*/ 32 w 710"/>
                            <a:gd name="T47" fmla="*/ 115 h 1491"/>
                            <a:gd name="T48" fmla="*/ 27 w 710"/>
                            <a:gd name="T49" fmla="*/ 108 h 1491"/>
                            <a:gd name="T50" fmla="*/ 23 w 710"/>
                            <a:gd name="T51" fmla="*/ 101 h 1491"/>
                            <a:gd name="T52" fmla="*/ 20 w 710"/>
                            <a:gd name="T53" fmla="*/ 93 h 1491"/>
                            <a:gd name="T54" fmla="*/ 16 w 710"/>
                            <a:gd name="T55" fmla="*/ 85 h 1491"/>
                            <a:gd name="T56" fmla="*/ 12 w 710"/>
                            <a:gd name="T57" fmla="*/ 76 h 1491"/>
                            <a:gd name="T58" fmla="*/ 9 w 710"/>
                            <a:gd name="T59" fmla="*/ 66 h 1491"/>
                            <a:gd name="T60" fmla="*/ 6 w 710"/>
                            <a:gd name="T61" fmla="*/ 56 h 1491"/>
                            <a:gd name="T62" fmla="*/ 3 w 710"/>
                            <a:gd name="T63" fmla="*/ 45 h 1491"/>
                            <a:gd name="T64" fmla="*/ 0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0" y="340"/>
                              </a:moveTo>
                              <a:lnTo>
                                <a:pt x="0" y="311"/>
                              </a:lnTo>
                              <a:lnTo>
                                <a:pt x="0" y="281"/>
                              </a:lnTo>
                              <a:lnTo>
                                <a:pt x="0" y="250"/>
                              </a:lnTo>
                              <a:lnTo>
                                <a:pt x="0" y="219"/>
                              </a:lnTo>
                              <a:lnTo>
                                <a:pt x="0" y="187"/>
                              </a:lnTo>
                              <a:lnTo>
                                <a:pt x="0" y="152"/>
                              </a:lnTo>
                              <a:lnTo>
                                <a:pt x="0" y="116"/>
                              </a:lnTo>
                              <a:lnTo>
                                <a:pt x="0" y="78"/>
                              </a:lnTo>
                              <a:lnTo>
                                <a:pt x="9" y="69"/>
                              </a:lnTo>
                              <a:lnTo>
                                <a:pt x="21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26" style="position:absolute;margin-left:-61.95pt;margin-top:-160.9pt;width:3.55pt;height:7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" path="m,340l,311,,281,,250,,219,,187,,152,,116,,78,9,69,21,58,,340xe" stroked="f">
                <v:path arrowok="t" o:connecttype="custom" o:connectlocs="0,1967;0,1586;0,1206;0,761;64,444;254,317;445,190;635,63;1143,0;1905,0;2731,0;3493,0;3937,63;4064,190;4255,317;4382,571;4509,9455;4064,9265;3683,9011;3302,8694;2921,8376;2604,8059;2286,7678;2032,7298;1715,6853;1461,6409;1270,5902;1016,5394;762,4823;572,4188;381,3554;191,2856;0,2158" o:connectangles="0,0,0,0,0,0,0,0,0,0,0,0,0,0,0,0,0,0,0,0,0,0,0,0,0,0,0,0,0,0,0,0,0" textboxrect="0,0,710,1491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-786765</wp:posOffset>
                </wp:positionH>
                <wp:positionV relativeFrom="paragraph">
                  <wp:posOffset>-2762250</wp:posOffset>
                </wp:positionV>
                <wp:extent cx="45085" cy="94615"/>
                <wp:effectExtent l="13335" t="15240" r="0" b="0"/>
                <wp:wrapNone/>
                <wp:docPr id="6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0 w 710"/>
                            <a:gd name="T1" fmla="*/ 31 h 1491"/>
                            <a:gd name="T2" fmla="*/ 0 w 710"/>
                            <a:gd name="T3" fmla="*/ 25 h 1491"/>
                            <a:gd name="T4" fmla="*/ 0 w 710"/>
                            <a:gd name="T5" fmla="*/ 19 h 1491"/>
                            <a:gd name="T6" fmla="*/ 0 w 710"/>
                            <a:gd name="T7" fmla="*/ 12 h 1491"/>
                            <a:gd name="T8" fmla="*/ 1 w 710"/>
                            <a:gd name="T9" fmla="*/ 7 h 1491"/>
                            <a:gd name="T10" fmla="*/ 4 w 710"/>
                            <a:gd name="T11" fmla="*/ 5 h 1491"/>
                            <a:gd name="T12" fmla="*/ 7 w 710"/>
                            <a:gd name="T13" fmla="*/ 3 h 1491"/>
                            <a:gd name="T14" fmla="*/ 10 w 710"/>
                            <a:gd name="T15" fmla="*/ 1 h 1491"/>
                            <a:gd name="T16" fmla="*/ 18 w 710"/>
                            <a:gd name="T17" fmla="*/ 0 h 1491"/>
                            <a:gd name="T18" fmla="*/ 30 w 710"/>
                            <a:gd name="T19" fmla="*/ 0 h 1491"/>
                            <a:gd name="T20" fmla="*/ 43 w 710"/>
                            <a:gd name="T21" fmla="*/ 0 h 1491"/>
                            <a:gd name="T22" fmla="*/ 55 w 710"/>
                            <a:gd name="T23" fmla="*/ 0 h 1491"/>
                            <a:gd name="T24" fmla="*/ 62 w 710"/>
                            <a:gd name="T25" fmla="*/ 1 h 1491"/>
                            <a:gd name="T26" fmla="*/ 64 w 710"/>
                            <a:gd name="T27" fmla="*/ 3 h 1491"/>
                            <a:gd name="T28" fmla="*/ 67 w 710"/>
                            <a:gd name="T29" fmla="*/ 5 h 1491"/>
                            <a:gd name="T30" fmla="*/ 69 w 710"/>
                            <a:gd name="T31" fmla="*/ 9 h 1491"/>
                            <a:gd name="T32" fmla="*/ 71 w 710"/>
                            <a:gd name="T33" fmla="*/ 149 h 1491"/>
                            <a:gd name="T34" fmla="*/ 64 w 710"/>
                            <a:gd name="T35" fmla="*/ 146 h 1491"/>
                            <a:gd name="T36" fmla="*/ 58 w 710"/>
                            <a:gd name="T37" fmla="*/ 142 h 1491"/>
                            <a:gd name="T38" fmla="*/ 52 w 710"/>
                            <a:gd name="T39" fmla="*/ 137 h 1491"/>
                            <a:gd name="T40" fmla="*/ 46 w 710"/>
                            <a:gd name="T41" fmla="*/ 132 h 1491"/>
                            <a:gd name="T42" fmla="*/ 41 w 710"/>
                            <a:gd name="T43" fmla="*/ 127 h 1491"/>
                            <a:gd name="T44" fmla="*/ 36 w 710"/>
                            <a:gd name="T45" fmla="*/ 121 h 1491"/>
                            <a:gd name="T46" fmla="*/ 32 w 710"/>
                            <a:gd name="T47" fmla="*/ 115 h 1491"/>
                            <a:gd name="T48" fmla="*/ 27 w 710"/>
                            <a:gd name="T49" fmla="*/ 108 h 1491"/>
                            <a:gd name="T50" fmla="*/ 23 w 710"/>
                            <a:gd name="T51" fmla="*/ 101 h 1491"/>
                            <a:gd name="T52" fmla="*/ 20 w 710"/>
                            <a:gd name="T53" fmla="*/ 93 h 1491"/>
                            <a:gd name="T54" fmla="*/ 16 w 710"/>
                            <a:gd name="T55" fmla="*/ 85 h 1491"/>
                            <a:gd name="T56" fmla="*/ 12 w 710"/>
                            <a:gd name="T57" fmla="*/ 76 h 1491"/>
                            <a:gd name="T58" fmla="*/ 9 w 710"/>
                            <a:gd name="T59" fmla="*/ 66 h 1491"/>
                            <a:gd name="T60" fmla="*/ 6 w 710"/>
                            <a:gd name="T61" fmla="*/ 56 h 1491"/>
                            <a:gd name="T62" fmla="*/ 3 w 710"/>
                            <a:gd name="T63" fmla="*/ 45 h 1491"/>
                            <a:gd name="T64" fmla="*/ 0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0" y="340"/>
                              </a:moveTo>
                              <a:lnTo>
                                <a:pt x="0" y="311"/>
                              </a:lnTo>
                              <a:lnTo>
                                <a:pt x="0" y="281"/>
                              </a:lnTo>
                              <a:lnTo>
                                <a:pt x="0" y="250"/>
                              </a:lnTo>
                              <a:lnTo>
                                <a:pt x="0" y="219"/>
                              </a:lnTo>
                              <a:lnTo>
                                <a:pt x="0" y="187"/>
                              </a:lnTo>
                              <a:lnTo>
                                <a:pt x="0" y="152"/>
                              </a:lnTo>
                              <a:lnTo>
                                <a:pt x="0" y="116"/>
                              </a:lnTo>
                              <a:lnTo>
                                <a:pt x="0" y="78"/>
                              </a:lnTo>
                              <a:lnTo>
                                <a:pt x="9" y="69"/>
                              </a:lnTo>
                              <a:lnTo>
                                <a:pt x="21" y="5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style="position:absolute;margin-left:-61.95pt;margin-top:-217.5pt;width:3.55pt;height:7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" path="m,340l,311,,281,,250,,219,,187,,152,,116,,78,9,69,21,58,,340xe" filled="f" strokeweight=".5pt">
                <v:path arrowok="t" o:connecttype="custom" o:connectlocs="0,1967;0,1586;0,1206;0,761;64,444;254,317;445,190;635,63;1143,0;1905,0;2731,0;3493,0;3937,63;4064,190;4255,317;4382,571;4509,9455;4064,9265;3683,9011;3302,8694;2921,8376;2604,8059;2286,7678;2032,7298;1715,6853;1461,6409;1270,5902;1016,5394;762,4823;572,4188;381,3554;191,2856;0,2158" o:connectangles="0,0,0,0,0,0,0,0,0,0,0,0,0,0,0,0,0,0,0,0,0,0,0,0,0,0,0,0,0,0,0,0,0" textboxrect="0,0,710,1491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-3671570</wp:posOffset>
                </wp:positionV>
                <wp:extent cx="110490" cy="149225"/>
                <wp:effectExtent l="0" t="0" r="1270" b="1905"/>
                <wp:wrapNone/>
                <wp:docPr id="5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style="position:absolute;margin-left:-47.8pt;margin-top:-289.1pt;width:8.7pt;height:11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" path="m1478,2330r54,-9l1578,2310r20,-5l1617,2298r18,-8l1652,2281r7,-5l1667,2270r6,-5l1680,2259r-202,71xe" stroked="f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-4390390</wp:posOffset>
                </wp:positionV>
                <wp:extent cx="110490" cy="149225"/>
                <wp:effectExtent l="0" t="0" r="29845" b="25400"/>
                <wp:wrapNone/>
                <wp:docPr id="4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style="position:absolute;margin-left:-47.8pt;margin-top:-345.7pt;width:8.7pt;height:11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" path="m1478,2330r54,-9l1578,2310r20,-5l1617,2298r18,-8l1652,2281r7,-5l1667,2270r6,-5l1680,2259r-202,71xe" filled="f" strokeweight=".5pt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-5109210</wp:posOffset>
                </wp:positionV>
                <wp:extent cx="110490" cy="149225"/>
                <wp:effectExtent l="4445" t="0" r="0" b="1270"/>
                <wp:wrapNone/>
                <wp:docPr id="3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26" style="position:absolute;margin-left:-73.9pt;margin-top:-402.3pt;width:8.7pt;height:11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" path="m262,2331r-54,-10l162,2310r-20,-5l123,2298r-19,-8l88,2281r-7,-5l73,2271r-6,-6l60,2259r202,72xe" stroked="f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-5828030</wp:posOffset>
                </wp:positionV>
                <wp:extent cx="110490" cy="149225"/>
                <wp:effectExtent l="23495" t="0" r="0" b="24765"/>
                <wp:wrapNone/>
                <wp:docPr id="2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style="position:absolute;margin-left:-73.9pt;margin-top:-458.9pt;width:8.7pt;height:11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" path="m262,2331r-54,-10l162,2310r-20,-5l123,2298r-19,-8l88,2281r-7,-5l73,2271r-6,-6l60,2259r202,72xe" filled="f" strokeweight=".5pt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-6464935</wp:posOffset>
                </wp:positionV>
                <wp:extent cx="55245" cy="69850"/>
                <wp:effectExtent l="0" t="0" r="9525" b="0"/>
                <wp:wrapNone/>
                <wp:docPr id="1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26" style="position:absolute;margin-left:-54.6pt;margin-top:-509.05pt;width:4.35pt;height:5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" path="m853,940r1,-55l857,827r3,-60l865,706r3,-64l871,579r1,-63l872,453r-1,-32l869,390,853,940xe" stroked="f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</w:p>
    <w:p w:rsidR="001A1C47" w:rsidRDefault="001A1C47"/>
    <w:sectPr w:rsidR="001A1C4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9FF"/>
    <w:rsid w:val="00171A2E"/>
    <w:rsid w:val="001A1C47"/>
    <w:rsid w:val="00304C90"/>
    <w:rsid w:val="003A09FF"/>
    <w:rsid w:val="00505B6D"/>
    <w:rsid w:val="006D3977"/>
    <w:rsid w:val="007D6C18"/>
    <w:rsid w:val="00C00C44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340</Words>
  <Characters>1939</Characters>
  <Application>Microsoft Office Word</Application>
  <DocSecurity>0</DocSecurity>
  <Lines>16</Lines>
  <Paragraphs>4</Paragraphs>
  <ScaleCrop>false</ScaleCrop>
  <Company>Microsoft</Company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2020-07-29T14:10:00Z</dcterms:created>
  <dcterms:modified xsi:type="dcterms:W3CDTF">2020-07-29T17:43:00Z</dcterms:modified>
</cp:coreProperties>
</file>