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13B" w:rsidRDefault="0077613B" w:rsidP="007761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613B" w:rsidRDefault="008E6437" w:rsidP="0077613B">
      <w:pPr>
        <w:jc w:val="both"/>
        <w:rPr>
          <w:rFonts w:ascii="Times New Roman" w:hAnsi="Times New Roman" w:cs="Times New Roman"/>
        </w:rPr>
      </w:pPr>
      <w:r w:rsidRPr="008E643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7613B" w:rsidRDefault="0077613B" w:rsidP="007761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13B" w:rsidRDefault="0077613B" w:rsidP="0077613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7613B" w:rsidRDefault="0077613B" w:rsidP="007761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613B" w:rsidRDefault="0077613B" w:rsidP="007761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613B" w:rsidRDefault="0077613B" w:rsidP="007761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613B" w:rsidRDefault="0077613B" w:rsidP="007761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№30</w:t>
      </w:r>
    </w:p>
    <w:p w:rsidR="0077613B" w:rsidRPr="00C623C0" w:rsidRDefault="0077613B" w:rsidP="0077613B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77613B" w:rsidRPr="00332DCD" w:rsidRDefault="0077613B" w:rsidP="0077613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7613B" w:rsidRPr="00332DCD" w:rsidRDefault="0077613B" w:rsidP="0077613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7613B" w:rsidRPr="00332DCD" w:rsidRDefault="0077613B" w:rsidP="0077613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332DCD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77613B" w:rsidRPr="00332DCD" w:rsidRDefault="0077613B" w:rsidP="0077613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32DC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 Н.О.</w:t>
      </w:r>
    </w:p>
    <w:p w:rsidR="0077613B" w:rsidRPr="00332DCD" w:rsidRDefault="0077613B" w:rsidP="0077613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7613B" w:rsidRPr="00332DCD" w:rsidRDefault="0077613B" w:rsidP="0077613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77613B" w:rsidRPr="00332DCD" w:rsidRDefault="0077613B" w:rsidP="0077613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7613B" w:rsidRPr="00332DCD" w:rsidRDefault="0077613B" w:rsidP="0077613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Столярчук Ніні Олександрівні, яка зареєстрована за адресою: </w:t>
      </w:r>
      <w:r w:rsidR="00EB3C8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0,40 га, 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 у районі будинку №35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77613B" w:rsidRPr="00332DCD" w:rsidRDefault="0077613B" w:rsidP="0077613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332DCD">
        <w:rPr>
          <w:rFonts w:ascii="Times New Roman" w:eastAsiaTheme="minorHAnsi" w:hAnsi="Times New Roman" w:cs="Times New Roman"/>
          <w:sz w:val="24"/>
          <w:szCs w:val="24"/>
          <w:lang w:eastAsia="en-US"/>
        </w:rPr>
        <w:t>. Столярчук Н.О.</w:t>
      </w: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7613B" w:rsidRPr="00332DCD" w:rsidRDefault="0077613B" w:rsidP="0077613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77613B" w:rsidRPr="00332DCD" w:rsidRDefault="0077613B" w:rsidP="0077613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7613B" w:rsidRPr="00332DCD" w:rsidRDefault="0077613B" w:rsidP="0077613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7613B" w:rsidRPr="0077613B" w:rsidRDefault="0077613B" w:rsidP="0077613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0E120A" w:rsidRPr="0077613B" w:rsidRDefault="0077613B" w:rsidP="0077613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332DC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0E120A" w:rsidRPr="0077613B" w:rsidSect="000E1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7613B"/>
    <w:rsid w:val="000E120A"/>
    <w:rsid w:val="00171A2E"/>
    <w:rsid w:val="00207204"/>
    <w:rsid w:val="00304C90"/>
    <w:rsid w:val="00505B6D"/>
    <w:rsid w:val="006D3977"/>
    <w:rsid w:val="0077613B"/>
    <w:rsid w:val="007D6C18"/>
    <w:rsid w:val="008E6437"/>
    <w:rsid w:val="00D1641A"/>
    <w:rsid w:val="00D33ECD"/>
    <w:rsid w:val="00EB3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13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2019-12-17T13:46:00Z</dcterms:created>
  <dcterms:modified xsi:type="dcterms:W3CDTF">2019-12-17T14:41:00Z</dcterms:modified>
</cp:coreProperties>
</file>