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30B" w:rsidRDefault="002D330B" w:rsidP="002D330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30B" w:rsidRDefault="002D330B" w:rsidP="002D3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D330B" w:rsidRDefault="002D330B" w:rsidP="002D3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D330B" w:rsidRDefault="002D330B" w:rsidP="002D33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330B" w:rsidRDefault="002D330B" w:rsidP="002D33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330B" w:rsidRDefault="002D330B" w:rsidP="002D330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330B" w:rsidRDefault="002D330B" w:rsidP="002D33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D330B" w:rsidRDefault="002D330B" w:rsidP="002D330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D330B" w:rsidRDefault="002D330B" w:rsidP="002D33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D330B" w:rsidRDefault="002D330B" w:rsidP="002D33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D330B" w:rsidRDefault="002D330B" w:rsidP="002D33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330B" w:rsidRDefault="002D330B" w:rsidP="002D33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D330B" w:rsidRDefault="002D330B" w:rsidP="002D33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330B" w:rsidRDefault="002D330B" w:rsidP="002D33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D330B" w:rsidRDefault="002D330B" w:rsidP="002D330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D330B" w:rsidRPr="00D74EEC" w:rsidRDefault="002D330B" w:rsidP="002D330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№73</w:t>
      </w:r>
    </w:p>
    <w:p w:rsidR="002D330B" w:rsidRPr="00CC7A14" w:rsidRDefault="002D330B" w:rsidP="002D330B">
      <w:pPr>
        <w:spacing w:after="0" w:line="240" w:lineRule="auto"/>
        <w:jc w:val="both"/>
        <w:rPr>
          <w:lang w:val="ru-RU"/>
        </w:rPr>
      </w:pPr>
    </w:p>
    <w:p w:rsidR="002D330B" w:rsidRPr="00DE6ED3" w:rsidRDefault="002D330B" w:rsidP="002D330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2D330B" w:rsidRPr="00DE6ED3" w:rsidRDefault="002D330B" w:rsidP="002D330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2D330B" w:rsidRPr="006310B2" w:rsidRDefault="002D330B" w:rsidP="002D330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Усачуку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О.Л.</w:t>
      </w:r>
    </w:p>
    <w:p w:rsidR="002D330B" w:rsidRPr="00DE6ED3" w:rsidRDefault="002D330B" w:rsidP="002D33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330B" w:rsidRPr="00DE6ED3" w:rsidRDefault="002D330B" w:rsidP="002D33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Усачуку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О.Л.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2D330B" w:rsidRPr="00DE6ED3" w:rsidRDefault="002D330B" w:rsidP="002D33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2D330B" w:rsidRPr="00DE6ED3" w:rsidRDefault="002D330B" w:rsidP="002D33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Усачуку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Олегу Леонідовичу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кого господарства, площею 0,1387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с. Крупець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D330B" w:rsidRPr="00DE6ED3" w:rsidRDefault="002D330B" w:rsidP="002D33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Усачуку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Олегу Леонідовичу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DE6ED3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адресою: </w:t>
      </w:r>
      <w:r w:rsidR="00A76831" w:rsidRPr="00A76831">
        <w:rPr>
          <w:rFonts w:ascii="Times New Roman" w:eastAsia="Calibri" w:hAnsi="Times New Roman" w:cs="Times New Roman"/>
          <w:sz w:val="24"/>
          <w:lang w:val="ru-RU"/>
        </w:rPr>
        <w:t>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A76831" w:rsidRPr="00A76831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0,1387 га, кадастровий номер: 6823984000:03:013:0053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с. Крупець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D330B" w:rsidRPr="00DE6ED3" w:rsidRDefault="002D330B" w:rsidP="002D33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Усачуку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О.Л.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2D330B" w:rsidRPr="00DE6ED3" w:rsidRDefault="002D330B" w:rsidP="002D33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D330B" w:rsidRPr="00DE6ED3" w:rsidRDefault="002D330B" w:rsidP="002D33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330B" w:rsidRDefault="002D330B" w:rsidP="002D33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330B" w:rsidRPr="00DE6ED3" w:rsidRDefault="002D330B" w:rsidP="002D33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6C41" w:rsidRPr="002D330B" w:rsidRDefault="002D330B" w:rsidP="002D330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BA6C41" w:rsidRPr="002D330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30B"/>
    <w:rsid w:val="00171A2E"/>
    <w:rsid w:val="002D330B"/>
    <w:rsid w:val="00304C90"/>
    <w:rsid w:val="00505B6D"/>
    <w:rsid w:val="006D3977"/>
    <w:rsid w:val="007D6C18"/>
    <w:rsid w:val="00A76831"/>
    <w:rsid w:val="00BA6C4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2D330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2D330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2D330B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2D330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2D330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2D330B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1165</Words>
  <Characters>665</Characters>
  <Application>Microsoft Office Word</Application>
  <DocSecurity>0</DocSecurity>
  <Lines>5</Lines>
  <Paragraphs>3</Paragraphs>
  <ScaleCrop>false</ScaleCrop>
  <Company>Microsoft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2021-03-31T05:50:00Z</dcterms:created>
  <dcterms:modified xsi:type="dcterms:W3CDTF">2021-03-31T10:17:00Z</dcterms:modified>
</cp:coreProperties>
</file>