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42" w:rsidRPr="001F78AF" w:rsidRDefault="00E06A42" w:rsidP="00E06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SimSun" w:eastAsia="SimSun" w:hAnsi="SimSu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A42" w:rsidRDefault="00E06A42" w:rsidP="00E06A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QSE3kAAB5ZBAAOAAAAZHJzL2Uyb0RvYy54bWzsfW1uJjmS3n8DvsML/RygWsn8zsLULGa6&#10;ugYGxvYA8/oAKklVEqzSW5bUXTVeLGDAR/BF9gZ7hd0b+QkyyCSljIicmu5FG2YP0KlphSLJCJIZ&#10;jK/nt//w9dPd4afrh8fb0/2bM/ddc3a4vr88Xd3ef3xz9t+O717NZ4fHp4v7q4u70/31m7O/Xj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mYmc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Gez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ZiZ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fia8MA&#10;AADc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pBnq/hcS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fia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D2s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Mcr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A9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P78EA&#10;AADc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7z+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NZscA&#10;AADc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4e9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+DW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2aasMA&#10;AADcAAAADwAAAGRycy9kb3ducmV2LnhtbESPT4vCMBTE74LfITzBm6ZWEalG8Q/q4slVweujebbF&#10;5qU0Uet++s2CsMdhZn7DzBaNKcWTaldYVjDoRyCIU6sLzhRcztveBITzyBpLy6TgTQ4W83Zrhom2&#10;L/6m58lnIkDYJagg975KpHRpTgZd31bEwbvZ2qAPss6krvEV4KaUcRSNpcGCw0KOFa1zSu+nh1Hw&#10;M77i0e3j1WaoPb1Hk509HHdKdTvNcgrCU+P/w5/2l1YQD2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2aa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CH8QA&#10;AADc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Q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IPM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3V4f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SD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RgM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QTp6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uUY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6+cMA&#10;AADc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ZAuVrD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h6+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SQ8YA&#10;AADc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Vpfwj/Z+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uSQ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1msEA&#10;AADc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1FYG86EIyAX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EdZr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6A42" w:rsidRDefault="00E06A42" w:rsidP="00E06A4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>
                  <v:textbox>
                    <w:txbxContent>
                      <w:p w:rsidR="00E06A42" w:rsidRDefault="00E06A42" w:rsidP="00E06A4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qicQA&#10;AADcAAAADwAAAGRycy9kb3ducmV2LnhtbERPz2vCMBS+D/Y/hDfwNlPLFKmmRbcJwvSg28HjW/PW&#10;hjYvpYla99cvh4HHj+/3shhsKy7Ue+NYwWScgCAunTZcKfj63DzPQfiArLF1TApu5KHIHx+WmGl3&#10;5QNdjqESMYR9hgrqELpMSl/WZNGPXUccuR/XWwwR9pXUPV5juG1lmiQzadFwbKixo9eayuZ4tgpO&#10;HzMzPxhKv3e/63e9mzbr/Vuj1OhpWC1ABBrCXfzv3moF6Uu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Kon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l/MQA&#10;AADcAAAADwAAAGRycy9kb3ducmV2LnhtbESPQWsCMRSE7wX/Q3hCbzWrlCKrUUQpevGgbfH62Dw3&#10;625etknU1V/fCEKPw8x8w0znnW3EhXyoHCsYDjIQxIXTFZcKvr8+38YgQkTW2DgmBTcKMJ/1XqaY&#10;a3flHV32sRQJwiFHBSbGNpcyFIYshoFriZN3dN5iTNKXUnu8Jrht5CjLPqTFitOCwZaWhop6f7YK&#10;/OKwqu98/qmz+/YW1qfud4xGqdd+t5iAiNTF//CzvdEKRu9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pf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kk8UA&#10;AADc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BP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mS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gA8UA&#10;AADc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S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2A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GM8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G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43vs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Ff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je+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6A42" w:rsidRDefault="00E06A42" w:rsidP="00E06A4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>
                  <v:textbox>
                    <w:txbxContent>
                      <w:p w:rsidR="00E06A42" w:rsidRDefault="00E06A42" w:rsidP="00E06A4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exMQA&#10;AADcAAAADwAAAGRycy9kb3ducmV2LnhtbESPQUsDMRSE74L/ITzBm81apZW1aVkKonja1orX183r&#10;ZunmZUliuv77plDwOMzMN8xiNdpeJPKhc6zgcVKAIG6c7rhVsPt6e3gBESKyxt4xKfijAKvl7c0C&#10;S+1OvKG0ja3IEA4lKjAxDqWUoTFkMUzcQJy9g/MWY5a+ldrjKcNtL6dFMZMWO84LBgdaG2qO21+r&#10;IO3XdfWUfpLZfPqq9a5+/97XSt3fjdUriEhj/A9f2x9awfR5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HsT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6A42" w:rsidRDefault="00E06A42" w:rsidP="00E06A4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4NNM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kG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4NNM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6A42" w:rsidRDefault="00E06A42" w:rsidP="00E06A4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/>
        </w:rPr>
      </w:pP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06A42" w:rsidRPr="001F78AF" w:rsidRDefault="00E06A42" w:rsidP="00E06A4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42" w:rsidRPr="001F78AF" w:rsidRDefault="00E06A42" w:rsidP="00E06A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06A42" w:rsidRPr="001F78AF" w:rsidRDefault="00E06A42" w:rsidP="00E06A42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6A42" w:rsidRPr="001F78AF" w:rsidRDefault="00E06A42" w:rsidP="00E06A42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E06A42" w:rsidRPr="001F78AF" w:rsidRDefault="00E06A42" w:rsidP="00E06A4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06A42" w:rsidRPr="001F78AF" w:rsidRDefault="00E06A42" w:rsidP="00E06A4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06A42" w:rsidRPr="001F78AF" w:rsidRDefault="00E06A42" w:rsidP="00E06A4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06A42" w:rsidRPr="001F78AF" w:rsidRDefault="00E06A42" w:rsidP="00E06A4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E06A42" w:rsidRPr="001F78AF" w:rsidRDefault="00E06A42" w:rsidP="00E06A4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06A42" w:rsidRPr="001F78AF" w:rsidRDefault="00E06A42" w:rsidP="00E06A4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Ковальчук М.М</w:t>
      </w:r>
    </w:p>
    <w:p w:rsidR="00E06A42" w:rsidRPr="001F78AF" w:rsidRDefault="00E06A42" w:rsidP="00E06A4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6A42" w:rsidRPr="001F78AF" w:rsidRDefault="00E06A42" w:rsidP="00E06A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Ковальчука М.М,  сільська  рада </w:t>
      </w:r>
    </w:p>
    <w:p w:rsidR="00E06A42" w:rsidRPr="001F78AF" w:rsidRDefault="00E06A42" w:rsidP="00E06A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06A42" w:rsidRDefault="00E06A42" w:rsidP="00E06A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1.Затвердити Ковальчуку Михайлу Миколайовичу, </w:t>
      </w:r>
      <w:r w:rsidRPr="001F78AF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1F78AF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Times New Roman" w:hAnsi="Times New Roman" w:cs="Times New Roman"/>
          <w:sz w:val="24"/>
        </w:rPr>
        <w:t xml:space="preserve">:  </w:t>
      </w:r>
      <w:r w:rsidR="007B4536">
        <w:rPr>
          <w:rFonts w:ascii="Times New Roman" w:eastAsia="Times New Roman" w:hAnsi="Times New Roman" w:cs="Times New Roman"/>
          <w:sz w:val="24"/>
        </w:rPr>
        <w:t>___________</w:t>
      </w:r>
      <w:r w:rsidRPr="001F78AF">
        <w:rPr>
          <w:rFonts w:ascii="Times New Roman" w:eastAsia="Times New Roman" w:hAnsi="Times New Roman" w:cs="Times New Roman"/>
          <w:sz w:val="24"/>
        </w:rPr>
        <w:t xml:space="preserve">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B4536" w:rsidRPr="007B453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4.6020 га, кадастровий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номер: 6823984700:04:021:0029,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</w:t>
      </w:r>
      <w:r w:rsidRPr="001F78AF">
        <w:rPr>
          <w:rFonts w:ascii="Times New Roman" w:eastAsia="Times New Roman" w:hAnsi="Times New Roman" w:cs="Times New Roman"/>
          <w:sz w:val="24"/>
          <w:szCs w:val="24"/>
        </w:rPr>
        <w:t>ля ведення товарного сільськогосподарського виробництва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(Шепетівський)  район, на території 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ди</w:t>
      </w:r>
    </w:p>
    <w:p w:rsidR="00E06A42" w:rsidRPr="001F78AF" w:rsidRDefault="00E06A42" w:rsidP="00E06A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2.Ковальчуку М. М. посвідчити своє право  в  установленому  законом  порядку.</w:t>
      </w:r>
    </w:p>
    <w:p w:rsidR="00E06A42" w:rsidRPr="001F78AF" w:rsidRDefault="00E06A42" w:rsidP="00E06A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06A42" w:rsidRPr="001F78AF" w:rsidRDefault="00E06A42" w:rsidP="00E06A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06A42" w:rsidRPr="00E06A42" w:rsidRDefault="00E06A42" w:rsidP="00E06A4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0747C7" w:rsidRPr="00E06A42" w:rsidRDefault="00E06A42" w:rsidP="00E06A4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0747C7" w:rsidRPr="00E06A4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42"/>
    <w:rsid w:val="000747C7"/>
    <w:rsid w:val="007B4536"/>
    <w:rsid w:val="00E0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4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4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2021-07-07T06:06:00Z</dcterms:created>
  <dcterms:modified xsi:type="dcterms:W3CDTF">2021-07-07T10:03:00Z</dcterms:modified>
</cp:coreProperties>
</file>