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4C7" w:rsidRPr="00DE6ED3" w:rsidRDefault="00E524C7" w:rsidP="00E524C7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81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8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" fillcolor="black" stroked="f"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" fillcolor="black" stroked="f"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E524C7" w:rsidRPr="00DE6ED3" w:rsidRDefault="00E524C7" w:rsidP="00E524C7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4C7" w:rsidRDefault="00E524C7" w:rsidP="00E524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24C7" w:rsidRDefault="00E524C7" w:rsidP="00E524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524C7" w:rsidRPr="00DE6ED3" w:rsidRDefault="00E524C7" w:rsidP="00E524C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524C7" w:rsidRPr="00DE6ED3" w:rsidRDefault="00E524C7" w:rsidP="00E524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524C7" w:rsidRPr="00DE6ED3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E524C7" w:rsidRDefault="00E524C7" w:rsidP="00E524C7"/>
    <w:p w:rsidR="00E524C7" w:rsidRPr="001C55EE" w:rsidRDefault="00E524C7" w:rsidP="00E524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E524C7" w:rsidRPr="001C55EE" w:rsidRDefault="00E524C7" w:rsidP="00E524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E524C7" w:rsidRPr="001C55EE" w:rsidRDefault="00E524C7" w:rsidP="00E524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E524C7" w:rsidRPr="001C55EE" w:rsidRDefault="00E524C7" w:rsidP="00E524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6823984000:01:009:0114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E524C7" w:rsidRPr="001C55EE" w:rsidRDefault="00E524C7" w:rsidP="00E524C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4C7" w:rsidRPr="001C55EE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еустрій»,  враховуючи пропозицю</w:t>
      </w: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E524C7" w:rsidRPr="001C55EE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>ВИРІШИЛА:</w:t>
      </w:r>
    </w:p>
    <w:p w:rsidR="00E524C7" w:rsidRPr="001C55EE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E524C7" w:rsidRPr="001C55EE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E524C7" w:rsidRDefault="00E524C7" w:rsidP="00E524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1,5809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6823984000:01:009:0114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5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 w:rsidRPr="008B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Славутський (Шепетівський) район, Крупецька сільська рада,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межами  с.Крупець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524C7" w:rsidRPr="001C55EE" w:rsidRDefault="00E524C7" w:rsidP="00E524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E7DCC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E524C7" w:rsidRPr="001C55EE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524C7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E524C7" w:rsidRPr="001C55EE" w:rsidRDefault="00E524C7" w:rsidP="00E524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B041C4" w:rsidRPr="00E524C7" w:rsidRDefault="00E524C7" w:rsidP="00E524C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 Валерій   МИХАЛЮК</w:t>
      </w:r>
    </w:p>
    <w:sectPr w:rsidR="00B041C4" w:rsidRPr="00E524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4C7"/>
    <w:rsid w:val="00171A2E"/>
    <w:rsid w:val="00304C90"/>
    <w:rsid w:val="00505B6D"/>
    <w:rsid w:val="006D3977"/>
    <w:rsid w:val="007D6C18"/>
    <w:rsid w:val="00B041C4"/>
    <w:rsid w:val="00D1641A"/>
    <w:rsid w:val="00E5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652D1496"/>
  <w15:docId w15:val="{F0897DC9-5CAC-4334-8805-66C9FB81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4C7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2021-04-14T12:18:00Z</dcterms:created>
  <dcterms:modified xsi:type="dcterms:W3CDTF">2021-04-14T12:18:00Z</dcterms:modified>
</cp:coreProperties>
</file>