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AD8" w:rsidRPr="00694EED" w:rsidRDefault="00C52AD8" w:rsidP="00C52AD8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C52AD8" w:rsidRPr="00694EED" w:rsidRDefault="00C52AD8" w:rsidP="00C52AD8">
      <w:pPr>
        <w:rPr>
          <w:rFonts w:ascii="Calibri" w:eastAsia="Times New Roman" w:hAnsi="Calibri" w:cs="Times New Roman"/>
        </w:rPr>
      </w:pPr>
    </w:p>
    <w:p w:rsidR="00C52AD8" w:rsidRPr="00694EED" w:rsidRDefault="00C52AD8" w:rsidP="00C52AD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B800FC" wp14:editId="120A8783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422" name="Группа 164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4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2AD8" w:rsidRDefault="00C52AD8" w:rsidP="00C52AD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422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zX5EqhO7uwbFyTa2WiLSXM2TW5WjBpaZAQXCYd58hvIPIsNLM4STOuKVQDw1lU&#10;tmty5QxzI30KXJNrB86mTtyErskVNAzy1bspNNQuMPCluRe3+cGJy9yV9/lulE1t53IdwZMmWRKu&#10;vNT38GLI48x1BEpRR67QEc604tICh1zyMJ1uo9Pp6ssDe53w0+FEXuLGews/n5/I30cuKLi3jt67&#10;BRagIheVQIzZE7H3tJnEmBYRR+eYzhlriogn9qTpxFgsRLzsIqZlQNTQcnBb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4OMQA&#10;AADeAAAADwAAAGRycy9kb3ducmV2LnhtbERPS2vCQBC+F/oflin0VjdNRCW6hlBsySFQtM19yE4e&#10;mJ0N2VXTf+8WCr3Nx/ecXTabQVxpcr1lBa+LCARxbXXPrYLvr/eXDQjnkTUOlknBDznI9o8PO0y1&#10;vfGRriffihDCLkUFnfdjKqWrOzLoFnYkDlxjJ4M+wKmVesJbCDeDjKNoJQ32HBo6HOmto/p8uhgF&#10;NvkoyqqNj8mB157zz01TzaVSz09zvgXhafb/4j93ocP81TJO4PedcIP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l+Dj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jS78cA&#10;AADeAAAADwAAAGRycy9kb3ducmV2LnhtbERPTWsCMRC9F/ofwghepGYrsrZboxRhtfUgaAu9Dpvp&#10;Zu1msiRRt/76plDobR7vc+bL3rbiTD40jhXcjzMQxJXTDdcK3t/KuwcQISJrbB2Tgm8KsFzc3syx&#10;0O7CezofYi1SCIcCFZgYu0LKUBmyGMauI07cp/MWY4K+ltrjJYXbVk6yLJcWG04NBjtaGaq+Dier&#10;4FjuzMdqdl370eOerqNyu2lfc6WGg/75CUSkPv6L/9wvOs3Pp5M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I0u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fTdcUA&#10;AADeAAAADwAAAGRycy9kb3ducmV2LnhtbESP3YrCMBCF74V9hzAL3oim6x9SjSLLuog3xZ8HGJqx&#10;KTaT0mRtffuNIHg3wzlzvjOrTWcrcafGl44VfI0SEMS50yUXCi7n3XABwgdkjZVjUvAgD5v1R2+F&#10;qXYtH+l+CoWIIexTVGBCqFMpfW7Ioh+5mjhqV9dYDHFtCqkbbGO4reQ4SebSYsmRYLCmb0P57fRn&#10;IySbYHa4tufdb4ct/hwMD7ZHpfqf3XYJIlAX3ubX9V7H+vPpeAb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V9N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YOM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alF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BWD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nomcYA&#10;AADeAAAADwAAAGRycy9kb3ducmV2LnhtbESP0WrCQBBF3wv+wzJCX0rdaIst0TUEMVLyImo/YMiO&#10;2WB2NmRXk/69Wyj0bYZ7554762y0rbhT7xvHCuazBARx5XTDtYLvc/H6CcIHZI2tY1LwQx6yzeRp&#10;jal2Ax/pfgq1iCHsU1RgQuhSKX1lyKKfuY44ahfXWwxx7WupexxiuG3lIkmW0mLDkWCwo62h6nq6&#10;2Qg5vOGhvAznYj/igLvS8Et+VOp5OuYrEIHG8G/+u/7Ssf7yffE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nom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Jp0ccA&#10;AADeAAAADwAAAGRycy9kb3ducmV2LnhtbESPQUvDQBCF74L/YRnBm90Yaiyx21JahSJ4sArF25Cd&#10;JsHs7LI7Num/dw+Ctxnem/e+Wa4nN6gzxdR7NnA/K0ARN9723Br4/Hi5W4BKgmxx8EwGLpRgvbq+&#10;WmJt/cjvdD5Iq3IIpxoNdCKh1jo1HTlMMx+Is3by0aHkNbbaRhxzuBt0WRSVdthzbugw0Laj5vvw&#10;4wy8jc/h9bF6OIWvOC912lk5bsWY25tp8wRKaJJ/89/13mb8al5m3vxOnk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Sad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vRo8UA&#10;AADeAAAADwAAAGRycy9kb3ducmV2LnhtbERP32vCMBB+H/g/hBvsRWY63WR2RplCUHAw5ga+Hs3Z&#10;FptLSTJb/3szEPZ2H9/Pmy9724gz+VA7VvA0ykAQF87UXCr4+daPryBCRDbYOCYFFwqwXAzu5pgb&#10;1/EXnfexFCmEQ44KqhjbXMpQVGQxjFxLnLij8xZjgr6UxmOXwm0jx1k2lRZrTg0VtrSuqDjtf62C&#10;1WdXTvywWPVud9wcXrQ2+kMr9XDfv7+BiNTHf/HNvTVp/vR5PIO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9G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ikHMYA&#10;AADeAAAADwAAAGRycy9kb3ducmV2LnhtbESPQW/CMAyF75P2HyJP4jbSMYZQISC0qdI07TLgB1iN&#10;aQqNUyWhlH8/HybtZsvP771vvR19pwaKqQ1s4GVagCKug225MXA8VM9LUCkjW+wCk4E7JdhuHh/W&#10;WNpw4x8a9rlRYsKpRAMu577UOtWOPKZp6InldgrRY5Y1NtpGvIm57/SsKBbaY8uS4LCnd0f1ZX/1&#10;Bqqv2fdwudpYhd049/TmzssPZ8zkadytQGUa87/47/vTSv3F/FU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ikH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RLeMUA&#10;AADeAAAADwAAAGRycy9kb3ducmV2LnhtbERP32vCMBB+H/g/hBP2IjN1ThmdUVQIEybI3GCvR3O2&#10;Zc2lJJmt/70RhL3dx/fzFqveNuJMPtSOFUzGGQjiwpmaSwXfX/rpFUSIyAYbx6TgQgFWy8HDAnPj&#10;Ov6k8zGWIoVwyFFBFWObSxmKiiyGsWuJE3dy3mJM0JfSeOxSuG3kc5bNpcWaU0OFLW0rKn6Pf1bB&#10;5tCVUz8qNr37OL3/zLQ2eq+Vehz26zcQkfr4L767dybNn79MJ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Et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f8MMA&#10;AADeAAAADwAAAGRycy9kb3ducmV2LnhtbERP3WrCMBS+F3yHcITdabpORbpGEaUwxm50e4BDc9Z0&#10;bU5KEmv39stgsLvz8f2e8jDZXozkQ+tYweMqA0FcO91yo+DjvVruQISIrLF3TAq+KcBhP5+VWGh3&#10;5wuN19iIFMKhQAUmxqGQMtSGLIaVG4gT9+m8xZigb6T2eE/htpd5lm2lxZZTg8GBTobq7nqzCqrX&#10;/G3sbtpX7jitLW3M1+5slHpYTMdnEJGm+C/+c7/oNH+7fsr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af8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Skg8AA&#10;AADeAAAADwAAAGRycy9kb3ducmV2LnhtbERPzYrCMBC+L/gOYYS9ralWRaqpiOCiR6sPMDRjW9pM&#10;ahNtfXuzsOBtPr7f2WwH04gnda6yrGA6iUAQ51ZXXCi4Xg4/KxDOI2tsLJOCFznYpqOvDSba9nym&#10;Z+YLEULYJaig9L5NpHR5SQbdxLbEgbvZzqAPsCuk7rAP4aaRsyhaSoMVh4YSW9qXlNfZwyiYv/rf&#10;e7aoo4M2ND3F7Yl9vlDqezzs1iA8Df4j/ncfdZi/nMcx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VSkg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8qWMQA&#10;AADeAAAADwAAAGRycy9kb3ducmV2LnhtbERPS2vCQBC+F/wPywje6sYHoU1dRZSU0lObquchOyah&#10;2dmQ3Tz8911B6G0+vudsdqOpRU+tqywrWMwjEMS51RUXCk4/6fMLCOeRNdaWScGNHOy2k6cNJtoO&#10;/E195gsRQtglqKD0vkmkdHlJBt3cNsSBu9rWoA+wLaRucQjhppbLKIqlwYpDQ4kNHUrKf7POKOji&#10;y/LE10/9lR1v76/HdO/kuVBqNh33byA8jf5f/HB/6DA/Xq/WcH8n3CC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/Kl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w/3sYA&#10;AADeAAAADwAAAGRycy9kb3ducmV2LnhtbERPS2vCQBC+F/wPywje6sZHg01dRQXB9mCorQdv0+yY&#10;pM3OxuxW4793hUJv8/E9ZzpvTSXO1LjSsoJBPwJBnFldcq7g82P9OAHhPLLGyjIpuJKD+azzMMVE&#10;2wu/03nncxFC2CWooPC+TqR0WUEGXd/WxIE72sagD7DJpW7wEsJNJYdRFEuDJYeGAmtaFZT97H6N&#10;gn06iZ/T5ev4+237hSOjTwddxkr1uu3iBYSn1v+L/9wbHebH49ET3N8JN8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w/3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2PcQA&#10;AADeAAAADwAAAGRycy9kb3ducmV2LnhtbERPS2vCQBC+F/wPywi91Y2JBEldRVtMS08+Cr0O2WkS&#10;zM6G7Bqjv94tFLzNx/ecxWowjeipc7VlBdNJBIK4sLrmUsH3cfsyB+E8ssbGMim4koPVcvS0wEzb&#10;C++pP/hShBB2GSqovG8zKV1RkUE3sS1x4H5tZ9AH2JVSd3gJ4aaRcRSl0mDNoaHClt4qKk6Hs1Fw&#10;S39w5z7izXuiPV1n89x+7XKlnsfD+hWEp8E/xP/uTx3mp7Mkhb93wg1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3Nj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6CMQA&#10;AADeAAAADwAAAGRycy9kb3ducmV2LnhtbERPzWrCQBC+C77DMkJvutGmtsasUooFb9a0DzBkx01I&#10;djZmt5r26V2h0Nt8fL+Tbwfbigv1vnasYD5LQBCXTtdsFHx9vk9fQPiArLF1TAp+yMN2Mx7lmGl3&#10;5SNdimBEDGGfoYIqhC6T0pcVWfQz1xFH7uR6iyHC3kjd4zWG21YukmQpLdYcGyrs6K2isim+rYKz&#10;WzzpodjhodmtPmpj0vPvMVXqYTK8rkEEGsK/+M+913H+Mn18hvs78Qa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C+g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EIkcYA&#10;AADeAAAADwAAAGRycy9kb3ducmV2LnhtbESPQW/CMAyF75P2HyJP2m2kwFagENA2aRJX2A4cTWLa&#10;QuOUJoNuv34+TOJm6z2/93mx6n2jLtTFOrCB4SADRWyDq7k08PX58TQFFROywyYwGfihCKvl/d0C&#10;CxeuvKHLNpVKQjgWaKBKqS20jrYij3EQWmLRDqHzmGTtSu06vEq4b/Qoy3LtsWZpqLCl94rsafvt&#10;DazrPb3k9jDz0ze72f2e03hydMY8PvSvc1CJ+nQz/1+vneDnz2PhlXd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EIk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U3ccA&#10;AADeAAAADwAAAGRycy9kb3ducmV2LnhtbERPXWvCQBB8L/gfjhX6Vi/aIhq9hFootNQKfqCvS27N&#10;BXN7IXeN8d/3CkLfZnd2ZnaWeW9r0VHrK8cKxqMEBHHhdMWlgsP+/WkGwgdkjbVjUnAjD3k2eFhi&#10;qt2Vt9TtQimiCfsUFZgQmlRKXxiy6EeuIY7c2bUWQxzbUuoWr9Hc1nKSJFNpseKYYLChN0PFZfdj&#10;FXS4uSUns/qef1brYrJZHb903KvHYf+6ABGoD//Hd/WHju9PX57n8Fc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MVN3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1Rp8YA&#10;AADeAAAADwAAAGRycy9kb3ducmV2LnhtbESPQU/DMAyF70j7D5EncWMp1TShsmyakIZ2HIXDjqbx&#10;mm5NXCVhLfx6fEDiZsvP771vvZ18r24UU8fBwOOiAEWhYduF1sDH+/7hCVTKGCz2HMjANyXYbmZ3&#10;a6wsj+GNbnVulZiEVKEBl/NQaZ0aRx7TggcKcjtz9Jhlja22EUcx970ui2KlPXZBEhwO9OKoudZf&#10;3sD42nxeyvPJup848L4+8qXs2Zj7+bR7BpVpyv/iv++Dlfqr5V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r1Rp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nkK8UA&#10;AADeAAAADwAAAGRycy9kb3ducmV2LnhtbERP22oCMRB9L/Qfwgh9q1lFVFajeKkgooiXvk834+7W&#10;ZLJsoq5/3xQKfZvDuc542lgj7lT70rGCTjsBQZw5XXKu4HxavQ9B+ICs0TgmBU/yMJ28vowx1e7B&#10;B7ofQy5iCPsUFRQhVKmUPivIom+7ijhyF1dbDBHWudQ1PmK4NbKbJH1pseTYUGBFi4Ky6/FmFaz2&#10;S/Pd3R1mnzIsPgZfZriZL7dKvbWa2QhEoCb8i//cax3n93u9Dvy+E2+Qk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eQ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2nyMYA&#10;AADeAAAADwAAAGRycy9kb3ducmV2LnhtbERP32vCMBB+H/g/hBP2IpraOZHOWGQwdOBgU8HXs7m1&#10;xeZSkqx2//0iCHu7j+/nLfPeNKIj52vLCqaTBARxYXXNpYLj4W28AOEDssbGMin4JQ/5avCwxEzb&#10;K39Rtw+liCHsM1RQhdBmUvqiIoN+YlviyH1bZzBE6EqpHV5juGlkmiRzabDm2FBhS68VFZf9j1HQ&#10;fe7O5bbz7ftlMfLPT+fN5kOflHoc9usXEIH68C++u7c6zp/PZin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2n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2AD8" w:rsidRDefault="00C52AD8" w:rsidP="00C52AD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18TsYA&#10;AADeAAAADwAAAGRycy9kb3ducmV2LnhtbERPTWsCMRC9C/6HMEJvmlW3oqtRqiB4KVTbQ72Nm3F3&#10;cTPZJqlu/fWmUOhtHu9zFqvW1OJKzleWFQwHCQji3OqKCwUf79v+FIQPyBpry6Tghzyslt3OAjNt&#10;b7yn6yEUIoawz1BBGUKTSenzkgz6gW2II3e2zmCI0BVSO7zFcFPLUZJMpMGKY0OJDW1Kyi+Hb6Ng&#10;PZuuv95Sfr3vT0c6fp4uzyOXKPXUa1/mIAK14V/8597pOH+SpmP4fSfe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18TsYAAADeAAAADwAAAAAAAAAAAAAAAACYAgAAZHJz&#10;L2Rvd25yZXYueG1sUEsFBgAAAAAEAAQA9QAAAIsDAAAAAA==&#10;" fillcolor="black" stroked="f">
                  <v:textbox>
                    <w:txbxContent>
                      <w:p w:rsidR="00C52AD8" w:rsidRDefault="00C52AD8" w:rsidP="00C52AD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fqOsYA&#10;AADeAAAADwAAAGRycy9kb3ducmV2LnhtbERPS2vCQBC+F/oflin0VjdKGiS6ivYBBfXg4+BxzI7J&#10;kuxsyG417a/vCgVv8/E9ZzrvbSMu1HnjWMFwkIAgLpw2XCo47D9fxiB8QNbYOCYFP+RhPnt8mGKu&#10;3ZW3dNmFUsQQ9jkqqEJocyl9UZFFP3AtceTOrrMYIuxKqTu8xnDbyFGSZNKi4dhQYUtvFRX17tsq&#10;OK4yM94aGp3Wv8sPvX6tl5v3Wqnnp34xARGoD3fxv/tLx/lZmqZweyf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fqO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kik8QA&#10;AADeAAAADwAAAGRycy9kb3ducmV2LnhtbERPS2sCMRC+F/wPYQRvNatYka1RxCL20oMveh020812&#10;N5NtEnX11zdCobf5+J4zX3a2ERfyoXKsYDTMQBAXTldcKjgeNs8zECEia2wck4IbBVguek9zzLW7&#10;8o4u+1iKFMIhRwUmxjaXMhSGLIaha4kT9+W8xZigL6X2eE3htpHjLJtKixWnBoMtrQ0V9f5sFfjV&#10;51t95/Opzu4ft7D97n5maJQa9LvVK4hIXfwX/7nfdZo/nUxe4PF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5Ip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oKr8QA&#10;AADeAAAADwAAAGRycy9kb3ducmV2LnhtbERP22rCQBB9L/QflhF8KXVTkbRGVykFQagUtH7AmB2T&#10;4O5syI4a+/XdQsG3OZzrzJe9d+pCXWwCG3gZZaCIy2Abrgzsv1fPb6CiIFt0gcnAjSIsF48Pcyxs&#10;uPKWLjupVArhWKCBWqQttI5lTR7jKLTEiTuGzqMk2FXadnhN4d7pcZbl2mPDqaHGlj5qKk+7szfg&#10;xgc3/XyNG7nt9Sb78bJ9+rLGDAf9+wyUUC938b97bdP8fDLJ4e+ddIN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aCq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bubsQA&#10;AADeAAAADwAAAGRycy9kb3ducmV2LnhtbERPTWsCMRC9F/wPYQq91WxFbFmNohVhLx66WryOm3Gz&#10;mEyWTapbf30jCL3N433ObNE7Ky7UhcazgrdhBoK48rrhWsF+t3n9ABEiskbrmRT8UoDFfPA0w1z7&#10;K3/RpYy1SCEcclRgYmxzKUNlyGEY+pY4cSffOYwJdrXUHV5TuLNylGUT6bDh1GCwpU9D1bn8cQrW&#10;ZWtH+8KswuF7ezza4rahw1qpl+d+OQURqY//4oe70Gn+ZDx+h/s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7m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zIKsYA&#10;AADeAAAADwAAAGRycy9kb3ducmV2LnhtbESPT2vDMAzF74V9B6PBbq29UdKS1S1lrFDYaf1z2E3Y&#10;apI2lkPsNdm3nw6D3STe03s/rTZjaNWd+tREtvA8M6CIXfQNVxZOx910CSplZI9tZLLwQwk264fJ&#10;CksfB/6k+yFXSkI4lWihzrkrtU6upoBpFjti0S6xD5hl7SvtexwkPLT6xZhCB2xYGmrs6K0mdzt8&#10;BwvXnf6IzqA7n87D3i++3gtqjbVPj+P2FVSmMf+b/673XvCL+Vx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zIK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ie1sQA&#10;AADeAAAADwAAAGRycy9kb3ducmV2LnhtbERPTYvCMBC9C/sfwix403RVxK1GcRcWxMWDuojHsRnb&#10;0mZSkqj135sFwds83ufMFq2pxZWcLy0r+OgnIIgzq0vOFfztf3oTED4ga6wtk4I7eVjM3zozTLW9&#10;8Zauu5CLGMI+RQVFCE0qpc8KMuj7tiGO3Nk6gyFCl0vt8BbDTS0HSTKWBkuODQU29F1QVu0uRsHx&#10;8svnzXC9dF/hYNu9rwanSaVU971dTkEEasNL/HSvdJw/Ho0+4f+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4nt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52AD8" w:rsidRDefault="00C52AD8" w:rsidP="00C52AD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Z05MgA&#10;AADeAAAADwAAAGRycy9kb3ducmV2LnhtbESPQW/CMAyF75P2HyIj7TZSECBWCGggTdoFabAdxs00&#10;pq1onJJkUPbr58Mkbrb8/N775svONepCIdaeDQz6GSjiwtuaSwNfn2/PU1AxIVtsPJOBG0VYLh4f&#10;5phbf+UtXXapVGLCMUcDVUptrnUsKnIY+74lltvRB4dJ1lBqG/Aq5q7RwyybaIc1S0KFLa0rKk67&#10;H2dg9TJdnT9GvPndHva0/z6cxsOQGfPU615noBJ16S7+/363Un8yGguA4MgMevE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BnTkyAAAAN4AAAAPAAAAAAAAAAAAAAAAAJgCAABk&#10;cnMvZG93bnJldi54bWxQSwUGAAAAAAQABAD1AAAAjQMAAAAA&#10;" fillcolor="black" stroked="f">
                  <v:textbox>
                    <w:txbxContent>
                      <w:p w:rsidR="00C52AD8" w:rsidRDefault="00C52AD8" w:rsidP="00C52AD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za1cQA&#10;AADeAAAADwAAAGRycy9kb3ducmV2LnhtbERPS0sDMRC+C/6HMII3m23VItumZSkUxdP2Ib1ON+Nm&#10;cTNZkpiu/94IQm/z8T1nuR5tLxL50DlWMJ0UIIgbpztuFRwP24cXECEia+wdk4IfCrBe3d4ssdTu&#10;wjtK+9iKHMKhRAUmxqGUMjSGLIaJG4gz9+m8xZihb6X2eMnhtpezophLix3nBoMDbQw1X/tvqyCd&#10;N3X1mE7J7N591XpXv36ca6Xu78ZqASLSGK/if/ebzvPnT89T+Hsn3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82t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52AD8" w:rsidRDefault="00C52AD8" w:rsidP="00C52AD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Aq8UA&#10;AADeAAAADwAAAGRycy9kb3ducmV2LnhtbERPTWvCQBC9F/wPywje6kaxoY2uUkRL7cU2Cu1xyI7Z&#10;0OxsyG5j9Ne7hUJv83ifs1j1thYdtb5yrGAyTkAQF05XXCo4Hrb3jyB8QNZYOyYFF/KwWg7uFphp&#10;d+YP6vJQihjCPkMFJoQmk9IXhiz6sWuII3dyrcUQYVtK3eI5httaTpMklRYrjg0GG1obKr7zH6vA&#10;T9abzzd7feq+Xgzv851J30uj1GjYP89BBOrDv/jP/arj/HT2MIX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gC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52AD8" w:rsidRDefault="00C52AD8" w:rsidP="00C52AD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52AD8" w:rsidRPr="00694EED" w:rsidRDefault="00C52AD8" w:rsidP="00C52AD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52AD8" w:rsidRPr="00694EED" w:rsidRDefault="00C52AD8" w:rsidP="00C52A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C52AD8" w:rsidRPr="00694EED" w:rsidRDefault="00C52AD8" w:rsidP="00C52AD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52AD8" w:rsidRPr="00694EED" w:rsidRDefault="00C52AD8" w:rsidP="00C52A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52AD8" w:rsidRPr="00694EED" w:rsidRDefault="00C52AD8" w:rsidP="00C52AD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52AD8" w:rsidRPr="00694EED" w:rsidRDefault="00C52AD8" w:rsidP="00C52AD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52AD8" w:rsidRPr="00694EED" w:rsidRDefault="00C52AD8" w:rsidP="00C52AD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Грабарчук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Л.І</w:t>
      </w: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Грабарчук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Л.І.,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Людмилі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індивідуального садівництва  площею  0.1200 га, яка розташована Хмельницька область,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за межами населеного пункту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52AD8" w:rsidRPr="00694EED" w:rsidRDefault="00C52AD8" w:rsidP="00C52AD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Грабарчук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Іванівні,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55BFC">
        <w:rPr>
          <w:rFonts w:ascii="Times New Roman" w:eastAsia="Calibri" w:hAnsi="Times New Roman" w:cs="Times New Roman"/>
          <w:sz w:val="24"/>
          <w:lang w:eastAsia="en-US"/>
        </w:rPr>
        <w:t>_________-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A55BFC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6823984000:03:013:0071,  для індивідуального садівництва 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за межами населеного пункту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C52AD8" w:rsidRPr="00694EED" w:rsidRDefault="00C52AD8" w:rsidP="00C52A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Грабарчук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Л.І.,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52AD8" w:rsidRPr="00694EED" w:rsidRDefault="00C52AD8" w:rsidP="00C52AD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C52AD8" w:rsidRPr="00694EED" w:rsidRDefault="00C52AD8" w:rsidP="00C52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52AD8" w:rsidRPr="00694EED" w:rsidRDefault="00C52AD8" w:rsidP="00C52AD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B7C78" w:rsidRDefault="00AB7C78"/>
    <w:sectPr w:rsidR="00AB7C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AD8"/>
    <w:rsid w:val="00A55BFC"/>
    <w:rsid w:val="00AB7C78"/>
    <w:rsid w:val="00C5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D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D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17</TotalTime>
  <Pages>1</Pages>
  <Words>270</Words>
  <Characters>1543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2021-06-22T10:34:00Z</dcterms:created>
  <dcterms:modified xsi:type="dcterms:W3CDTF">2021-06-22T13:44:00Z</dcterms:modified>
</cp:coreProperties>
</file>