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25" w:rsidRPr="00AA6B0B" w:rsidRDefault="004E7025" w:rsidP="00AA6B0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/>
          <w:b/>
          <w:color w:val="000000"/>
          <w:lang w:val="uk-UA"/>
        </w:rPr>
      </w:pPr>
      <w:r w:rsidRPr="00AA6B0B">
        <w:rPr>
          <w:noProof/>
          <w:lang w:val="uk-UA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32BC36" wp14:editId="376B5D01">
                <wp:simplePos x="0" y="0"/>
                <wp:positionH relativeFrom="margin">
                  <wp:posOffset>2743200</wp:posOffset>
                </wp:positionH>
                <wp:positionV relativeFrom="paragraph">
                  <wp:posOffset>76200</wp:posOffset>
                </wp:positionV>
                <wp:extent cx="431800" cy="612140"/>
                <wp:effectExtent l="0" t="0" r="6350" b="0"/>
                <wp:wrapNone/>
                <wp:docPr id="1360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6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0" name="Freeform 22"/>
                        <wps:cNvSpPr>
                          <a:spLocks/>
                        </wps:cNvSpPr>
                        <wps:spPr bwMode="auto">
                          <a:xfrm>
                            <a:off x="221" y="0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3in;margin-top: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R2Zr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+NRNID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dHZm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assYA&#10;AADeAAAADwAAAGRycy9kb3ducmV2LnhtbERPS2sCMRC+F/wPYYRepGZrYVu3RhFh7eNQ0Aq9Dpvp&#10;ZutmsiRRt/56IxR6m4/vObNFb1txJB8axwruxxkI4srphmsFu8/y7glEiMgaW8ek4JcCLOaDmxkW&#10;2p14Q8dtrEUK4VCgAhNjV0gZKkMWw9h1xIn7dt5iTNDXUns8pXDbykmW5dJiw6nBYEcrQ9V+e7AK&#10;fsoP87V6PK/9aLqh86h8f2nfcqVuh/3yGUSkPv6L/9yvOs1/yLMJ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Jas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1bKMUA&#10;AADeAAAADwAAAGRycy9kb3ducmV2LnhtbESP3YrCMBCF74V9hzAL3siaakGk21RkURFvxJ8HGJqx&#10;KdtMShNtfXsjLOzdDOfM+c7kq8E24kGdrx0rmE0TEMSl0zVXCq6X7dcShA/IGhvHpOBJHlbFxyjH&#10;TLueT/Q4h0rEEPYZKjAhtJmUvjRk0U9dSxy1m+sshrh2ldQd9jHcNnKeJAtpseZIMNjSj6Hy93y3&#10;EXJM8Xi49ZftbsAeNwfDk/VJqfHnsP4GEWgI/+a/672O9dNFksL7nTiDL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Vs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DWZsQA&#10;AADeAAAADwAAAGRycy9kb3ducmV2LnhtbERPTUsDMRC9C/6HMII3m7XWVbZNi1SFIniwFoq3YTPd&#10;XbqZhGTsrv/eFARv83ifs1iNrlcniqnzbOB2UoAirr3tuDGw+3y9eQSVBNli75kM/FCC1fLyYoGV&#10;9QN/0GkrjcohnCo00IqESutUt+QwTXwgztzBR4eSYWy0jTjkcNfraVGU2mHHuaHFQOuW6uP22xl4&#10;H17C20N5fwhfcTbV6dnKfi3GXF+NT3NQQqP8i//cG5vn35XFDM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Q1m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hmx8QA&#10;AADeAAAADwAAAGRycy9kb3ducmV2LnhtbESP3YrCMBCF7xd8hzCCN4umKopUo4ioLN6IPw8wNGNT&#10;bCaliba+/UYQvJvhnDnfmcWqtaV4Uu0LxwqGgwQEceZ0wbmC62XXn4HwAVlj6ZgUvMjDatn5WWCq&#10;XcMnep5DLmII+xQVmBCqVEqfGbLoB64ijtrN1RZDXOtc6hqbGG5LOUqSqbRYcCQYrGhjKLufHzZC&#10;jmM8Hm7NZbdvscHtwfDv+qRUr9uu5yACteFr/lz/6Vh/PE0m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YZs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7tisQA&#10;AADeAAAADwAAAGRycy9kb3ducmV2LnhtbERPTUsDMRC9C/6HMIK3NmvVtaxNi9QKIvRgFYq3YTPd&#10;XdxMQjLtrv/eCAVv83ifs1iNrlcniqnzbOBmWoAirr3tuDHw+fEymYNKgmyx90wGfijBanl5scDK&#10;+oHf6bSTRuUQThUaaEVCpXWqW3KYpj4QZ+7go0PJMDbaRhxyuOv1rChK7bDj3NBioHVL9ffu6Axs&#10;h014eyjvD+Er3s10erayX4sx11fj0yMooVH+xWf3q83zb8uihL938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O7Y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dV+MUA&#10;AADeAAAADwAAAGRycy9kb3ducmV2LnhtbERP32vCMBB+H+x/CDfwRTSdMh3VKHMQHGww1IGvR3O2&#10;Zc2lJNHW/94MhL3dx/fzluveNuJCPtSOFTyPMxDEhTM1lwp+Dnr0CiJEZIONY1JwpQDr1ePDEnPj&#10;Ot7RZR9LkUI45KigirHNpQxFRRbD2LXEiTs5bzEm6EtpPHYp3DZykmUzabHm1FBhS+8VFb/7s1Ww&#10;+e7KqR8Wm959nrbHF62N/tJKDZ76twWISH38F9/dHybNn86yOfy9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1X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LdcYA&#10;AADeAAAADwAAAGRycy9kb3ducmV2LnhtbESPQW/CMAyF75P2HyJP2m2kMIZQISC0qRKadhnbD7Aa&#10;0xQap0pCKf9+PiDtZus9v/d5vR19pwaKqQ1sYDopQBHXwbbcGPj9qV6WoFJGttgFJgM3SrDdPD6s&#10;sbThyt80HHKjJIRTiQZczn2pdaodeUyT0BOLdgzRY5Y1NtpGvEq47/SsKBbaY8vS4LCnd0f1+XDx&#10;BqrP2ddwvthYhd049/TmTssPZ8zz07hbgco05n/z/XpvBf91UQivvC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iLd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kEcUA&#10;AADeAAAADwAAAGRycy9kb3ducmV2LnhtbERP32vCMBB+H+x/CDfwRTSdMnHVKHMQHGww1IGvR3O2&#10;Zc2lJNHW/94MhL3dx/fzluveNuJCPtSOFTyPMxDEhTM1lwp+Dno0BxEissHGMSm4UoD16vFhiblx&#10;He/oso+lSCEcclRQxdjmUoaiIoth7FrixJ2ctxgT9KU0HrsUbhs5ybKZtFhzaqiwpfeKit/92SrY&#10;fHfl1A+LTe8+T9vji9ZGf2mlBk/92wJEpD7+i+/uD5PmT2fZK/y9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VGQR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RrsYA&#10;AADeAAAADwAAAGRycy9kb3ducmV2LnhtbESPQW/CMAyF75P2HyJP4jZSYEOoEBDaVGmadhnwA6zG&#10;NIXGqZJQun8/HybtZsvP771vsxt9pwaKqQ1sYDYtQBHXwbbcGDgdq+cVqJSRLXaBycAPJdhtHx82&#10;WNpw528aDrlRYsKpRAMu577UOtWOPKZp6Inldg7RY5Y1NtpGvIu57/S8KJbaY8uS4LCnN0f19XDz&#10;BqrP+ddwvdlYhf344unVXVbvzpjJ07hfg8o05n/x3/eHlfqL5Uw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cRr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q3cAA&#10;AADeAAAADwAAAGRycy9kb3ducmV2LnhtbERPzYrCMBC+C/sOYRa8adpVi1SjyIKiR6sPMDRjW2wm&#10;tYm2vr0RBG/z8f3Oct2bWjyodZVlBfE4AkGcW11xoeB82o7mIJxH1lhbJgVPcrBe/QyWmGrb8ZEe&#10;mS9ECGGXooLS+yaV0uUlGXRj2xAH7mJbgz7AtpC6xS6Em1r+RVEiDVYcGkps6L+k/JrdjYLps9vd&#10;stk12mpD8WHSHNjnM6WGv/1mAcJT77/ij3uvw/xJEsfwfifc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wUq3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WiBcIA&#10;AADeAAAADwAAAGRycy9kb3ducmV2LnhtbERPTYvCMBC9C/sfwgh709QKxe0aRVaUxZPW7p6HZmyL&#10;zaQ0Ueu/N4LgbR7vc+bL3jTiSp2rLSuYjCMQxIXVNZcK8uNmNAPhPLLGxjIpuJOD5eJjMMdU2xsf&#10;6Jr5UoQQdikqqLxvUyldUZFBN7YtceBOtjPoA+xKqTu8hXDTyDiKEmmw5tBQYUs/FRXn7GIUXJL/&#10;OOfTTu+z9X37td6snPwrlfoc9qtvEJ56/xa/3L86zJ8mkxie74Qb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1aIF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3g8YA&#10;AADeAAAADwAAAGRycy9kb3ducmV2LnhtbERPTWvCQBC9F/wPywjemo2mBI2uooLQ9lCptYfexuyY&#10;RLOzMbvV9N+7hUJv83ifM1t0phZXal1lWcEwikEQ51ZXXCjYf2wexyCcR9ZYWyYFP+RgMe89zDDT&#10;9sbvdN35QoQQdhkqKL1vMildXpJBF9mGOHBH2xr0AbaF1C3eQrip5SiOU2mw4tBQYkPrkvLz7tso&#10;+NyO08l29fJ0en07YGL05UtXqVKDfrecgvDU+X/xn/tZh/lJOkzg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a3g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a4Y8QA&#10;AADeAAAADwAAAGRycy9kb3ducmV2LnhtbERPTWvCQBC9F/wPywi9NRsTCSG6irbUFk82LXgdstMk&#10;NDsbsluN/nq3IPQ2j/c5y/VoOnGiwbWWFcyiGARxZXXLtYKvz9enHITzyBo7y6TgQg7Wq8nDEgtt&#10;z/xBp9LXIoSwK1BB431fSOmqhgy6yPbEgfu2g0Ef4FBLPeA5hJtOJnGcSYMth4YGe3puqPopf42C&#10;a3bEg3tLti+p9nSZ5zu7P+yUepyOmwUIT6P/F9/d7zrMT7PZHP7eC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muG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N0VsQA&#10;AADeAAAADwAAAGRycy9kb3ducmV2LnhtbERPzWrCQBC+F/oOyxR6qxvTRDS6ikgKvbVGH2DIjptg&#10;djZmt5r26buFgrf5+H5ntRltJ640+NaxgukkAUFcO92yUXA8vL3MQfiArLFzTAq+ycNm/fiwwkK7&#10;G+/pWgUjYgj7AhU0IfSFlL5uyKKfuJ44cic3WAwRDkbqAW8x3HYyTZKZtNhybGiwp11D9bn6sgou&#10;Ls31WJX4cS4Xn60x2eVnnyn1/DRulyACjeEu/ne/6zj/dTbN4e+de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TdF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2MysMA&#10;AADeAAAADwAAAGRycy9kb3ducmV2LnhtbERPPW/CMBDdK/U/WIfUDRxAhBAwiFaqxArtwHjYRxKI&#10;z2nsQsqvx0hI3e7pfd5i1dlaXKj1lWMFw0ECglg7U3Gh4Pvrs5+B8AHZYO2YFPyRh9Xy9WWBuXFX&#10;3tJlFwoRQ9jnqKAMocml9Loki37gGuLIHV1rMUTYFtK0eI3htpajJEmlxYpjQ4kNfZSkz7tfq2BT&#10;HWiS6uPMZu96u7/9hPH0ZJR663XrOYhAXfgXP90bE+eP02EKj3fiD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2My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QhscA&#10;AADeAAAADwAAAGRycy9kb3ducmV2LnhtbERPXWvCQBB8L/gfjhX6Vi+xYDV6hlootNgKfqCvS27N&#10;BXN7IXeN8d97hULfZnd2ZnYWeW9r0VHrK8cK0lECgrhwuuJSwWH//jQF4QOyxtoxKbiRh3w5eFhg&#10;pt2Vt9TtQimiCfsMFZgQmkxKXxiy6EeuIY7c2bUWQxzbUuoWr9Hc1nKcJBNpseKYYLChN0PFZfdj&#10;FXS4uSUns/qefVZfxXizOq513KvHYf86BxGoD//Hf+oPHd9/nqQv8FsnYp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Q0Ib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KbbsYA&#10;AADeAAAADwAAAGRycy9kb3ducmV2LnhtbESPQU/DMAyF70j7D5GRuLF0RZpQt2yakDZxhMJhx6zx&#10;mm6NXSVhLfx6fEDiZus9v/d5vZ1Cr24YU8dkYDEvQCE17DpqDXx+7B+fQaVsydmeCQ18Y4LtZna3&#10;tpXjkd7xVudWSQilyhrwOQ+V1qnxGGya84Ak2pljsFnW2GoX7SjhoddlUSx1sB1Jg7cDvnhsrvVX&#10;MDAemtOlPB+d/4kD7+s3vpQ9G/NwP+1WoDJO+d/8d/3qBP9puRB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Kbb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u4sUA&#10;AADeAAAADwAAAGRycy9kb3ducmV2LnhtbERP22oCMRB9F/oPYQp906wWrK5GsV6gFIt4ex83091t&#10;k8mySXX9eyMUfJvDuc542lgjzlT70rGCbicBQZw5XXKu4LBftQcgfEDWaByTgit5mE6eWmNMtbvw&#10;ls67kIsYwj5FBUUIVSqlzwqy6DuuIo7ct6sthgjrXOoaLzHcGtlLkr60WHJsKLCieUHZ7+7PKlht&#10;Fuan97WdHWWYL99OZvD5vlgr9fLczEYgAjXhIf53f+g4/7XfHcL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ti7i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QVscA&#10;AADeAAAADwAAAGRycy9kb3ducmV2LnhtbESPQWvCQBCF7wX/wzKCl6IblYpEVxFBtNBCq4LXMTsm&#10;wexsyK4x/fedQ6G3GebNe+9brjtXqZaaUHo2MB4loIgzb0vODZxPu+EcVIjIFivPZOCHAqxXvZcl&#10;ptY/+ZvaY8yVmHBI0UARY51qHbKCHIaRr4nldvONwyhrk2vb4FPMXaUnSTLTDkuWhAJr2haU3Y8P&#10;Z6D9+rjmhzbU7/f5a3ibXvf7T3sxZtDvNgtQkbr4L/77PlipP51NBEBwZAa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4WkFb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ZL0MYA&#10;AADeAAAADwAAAGRycy9kb3ducmV2LnhtbERPTWvCQBC9F/oflhF6azamrWh0lVoQehGq7aHexuyY&#10;BLOz6e6q0V/vCkJv83ifM5l1phFHcr62rKCfpCCIC6trLhX8fC+ehyB8QNbYWCYFZ/Iwmz4+TDDX&#10;9sQrOq5DKWII+xwVVCG0uZS+qMigT2xLHLmddQZDhK6U2uEphptGZmk6kAZrjg0VtvRRUbFfH4yC&#10;+Wg4//t65eVltd3Q5ne7f8tcqtRTr3sfgwjUhX/x3f2p4/yXQdaH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ZL0MYAAADeAAAADwAAAAAAAAAAAAAAAACYAgAAZHJz&#10;L2Rvd25yZXYueG1sUEsFBgAAAAAEAAQA9QAAAIsDAAAAAA==&#10;" fillcolor="black" stroked="f"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fbp8YA&#10;AADeAAAADwAAAGRycy9kb3ducmV2LnhtbERPS2vCQBC+F/wPyxR6q5umGCS6SrUtCOrBx8HjmJ0m&#10;S7KzIbvVtL++KxS8zcf3nOm8t424UOeNYwUvwwQEceG04VLB8fD5PAbhA7LGxjEp+CEP89ngYYq5&#10;dlfe0WUfShFD2OeooAqhzaX0RUUW/dC1xJH7cp3FEGFXSt3hNYbbRqZJkkmLhmNDhS0tKyrq/bdV&#10;cFpnZrwzlJ43v4sPvRnVi+17rdTTY/82ARGoD3fxv3ul4/zXLE3h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fbp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TDsMA&#10;AADeAAAADwAAAGRycy9kb3ducmV2LnhtbERPTWsCMRC9C/6HMIK3mlVBZGsUqZT24qFW8Tpsppvt&#10;bibbJOrqr28Ewds83ucsVp1txJl8qBwrGI8yEMSF0xWXCvbf7y9zECEia2wck4IrBVgt+70F5tpd&#10;+IvOu1iKFMIhRwUmxjaXMhSGLIaRa4kT9+O8xZigL6X2eEnhtpGTLJtJixWnBoMtvRkq6t3JKvDr&#10;46a+8elQZ7ftNXz8dn9zNEoNB936FUSkLj7FD/enTvOns8kU7u+kG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kTD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E9McUA&#10;AADeAAAADwAAAGRycy9kb3ducmV2LnhtbERP22rCQBB9L/Qflin0pdSNabE2dRURCgVF8PIBY3aa&#10;hO7OhuyosV/fFQq+zeFcZzLrvVMn6mIT2MBwkIEiLoNtuDKw330+j0FFQbboApOBC0WYTe/vJljY&#10;cOYNnbZSqRTCsUADtUhbaB3LmjzGQWiJE/cdOo+SYFdp2+E5hXun8ywbaY8Np4YaW1rUVP5sj96A&#10;yw/uffkWV3LZ61X262XztLbGPD708w9QQr3cxP/uL5vmv4zyV7i+k27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T0x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3Z8MUA&#10;AADeAAAADwAAAGRycy9kb3ducmV2LnhtbERPTWsCMRC9C/0PYQreatYtlbI1iq0Ie+nBrcXruBk3&#10;i8lk2aS69tc3QsHbPN7nzJeDs+JMfWg9K5hOMhDEtdctNwp2X5unVxAhImu0nknBlQIsFw+jORba&#10;X3hL5yo2IoVwKFCBibErpAy1IYdh4jvixB197zAm2DdS93hJ4c7KPMtm0mHLqcFgRx+G6lP14xSs&#10;q87mu9K8h/335+Fgy98N7ddKjR+H1RuISEO8i//dpU7zn2f5C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dnw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r1scMA&#10;AADeAAAADwAAAGRycy9kb3ducmV2LnhtbERPTWvCQBC9F/oflil4q7tNIUp0DaVUEHqqxoO3YXdM&#10;otnZkN2a+O+7hUJv83ifsy4n14kbDaH1rOFlrkAQG29brjVUh+3zEkSIyBY7z6ThTgHKzePDGgvr&#10;R/6i2z7WIoVwKFBDE2NfSBlMQw7D3PfEiTv7wWFMcKilHXBM4a6TmVK5dNhyamiwp/eGzHX/7TRc&#10;tvLTG4XmWB3HnV2cPnLqlNazp+ltBSLSFP/Ff+6dTfNf8yyH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r1s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6jTcQA&#10;AADeAAAADwAAAGRycy9kb3ducmV2LnhtbERPTYvCMBC9L+x/CLOwtzW1gkrXKCoIsuJBXZY9js3Y&#10;ljaTkkSt/94Igrd5vM+ZzDrTiAs5X1lW0O8lIIhzqysuFPweVl9jED4ga2wsk4IbeZhN398mmGl7&#10;5R1d9qEQMYR9hgrKENpMSp+XZND3bEscuZN1BkOErpDa4TWGm0amSTKUBiuODSW2tCwpr/dno+D/&#10;vOHTdvAzd4vwZ7uDr9PjuFbq86Obf4MI1IWX+Ole6zh/MExH8Hgn3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Oo0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iTckA&#10;AADeAAAADwAAAGRycy9kb3ducmV2LnhtbESPQU/CQBCF7yb+h82YeJOtVQkUFiImJl5IBD3AbegO&#10;bUN3tu6uUPj1zMHE20zem/e+mc5716ojhdh4NvA4yEARl942XBn4/np/GIGKCdli65kMnCnCfHZ7&#10;M8XC+hOv6LhOlZIQjgUaqFPqCq1jWZPDOPAdsWh7HxwmWUOlbcCThLtW51k21A4bloYaO3qrqTys&#10;f52BxXi0+Pl85uVltdvSdrM7vOQhM+b+rn+dgErUp3/z3/WHFfynYS688o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QziTckAAADeAAAADwAAAAAAAAAAAAAAAACYAgAA&#10;ZHJzL2Rvd25yZXYueG1sUEsFBgAAAAAEAAQA9QAAAI4DAAAAAA==&#10;" fillcolor="black" stroked="f"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MfMQA&#10;AADeAAAADwAAAGRycy9kb3ducmV2LnhtbERPS0sDMRC+C/6HMII3m7WFYrdNy1IoFU/bh3idbqab&#10;xc1kSWK6/nsjCN7m43vOajPaXiTyoXOs4HlSgCBunO64VXA+7Z5eQISIrLF3TAq+KcBmfX+3wlK7&#10;Gx8oHWMrcgiHEhWYGIdSytAYshgmbiDO3NV5izFD30rt8ZbDbS+nRTGXFjvODQYH2hpqPo9fVkG6&#10;bOtqlj6SObz5qvWu3r9faqUeH8ZqCSLSGP/Ff+5XnefP5tMF/L6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2TH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k3NccA&#10;AADeAAAADwAAAGRycy9kb3ducmV2LnhtbESPQUvDQBCF7wX/wzKCN7OphaBpt0WKinqxpoV6HLJj&#10;NpidDdk1jf565yD0NsO8ee99q83kOzXSENvABuZZDoq4DrblxsBh/3h9CyomZItdYDLwQxE264vZ&#10;CksbTvxOY5UaJSYcSzTgUupLrWPtyGPMQk8st88weEyyDo22A57E3Hf6Js8L7bFlSXDY09ZR/VV9&#10;ewNxvn04vvrfu/HjyfFb9eKKXeOMubqc7pegEk3pLP7/frZSf1EsBEBwZAa9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5NzX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7025" w:rsidRPr="00AA6B0B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AA6B0B" w:rsidRPr="00AA6B0B" w:rsidRDefault="00AA6B0B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AA6B0B" w:rsidRPr="00AA6B0B" w:rsidRDefault="00AA6B0B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4E7025" w:rsidRPr="00AA6B0B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AA6B0B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УКРАЇНА</w:t>
      </w:r>
    </w:p>
    <w:p w:rsidR="004E7025" w:rsidRPr="00AA6B0B" w:rsidRDefault="004E7025" w:rsidP="004E70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AA6B0B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4E7025" w:rsidRPr="00AA6B0B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AA6B0B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4E7025" w:rsidRPr="00AA6B0B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AA6B0B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4E7025" w:rsidRPr="00AA6B0B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4E7025" w:rsidRPr="00AA6B0B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AA6B0B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4E7025" w:rsidRPr="00AA6B0B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4E7025" w:rsidRPr="00AA6B0B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</w:t>
      </w:r>
      <w:r w:rsidR="00AA6B0B"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</w:t>
      </w:r>
      <w:r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сесії сільської ради  VІІІ скликання</w:t>
      </w:r>
    </w:p>
    <w:p w:rsidR="004E7025" w:rsidRPr="00AA6B0B" w:rsidRDefault="004E7025" w:rsidP="004E70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4E7025" w:rsidRPr="00AA6B0B" w:rsidRDefault="004E7025" w:rsidP="004E70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4E7025" w:rsidRPr="00AA6B0B" w:rsidRDefault="00AA6B0B" w:rsidP="004E702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</w:t>
      </w:r>
      <w:r w:rsidR="004E7025"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.</w:t>
      </w:r>
      <w:r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02</w:t>
      </w:r>
      <w:r w:rsidR="004E7025"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.202</w:t>
      </w:r>
      <w:r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1</w:t>
      </w:r>
      <w:r w:rsidR="004E7025"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року                                            Крупець                                                       №</w:t>
      </w:r>
      <w:r w:rsidRPr="00AA6B0B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</w:t>
      </w:r>
    </w:p>
    <w:p w:rsidR="004E7025" w:rsidRPr="00AA6B0B" w:rsidRDefault="004E7025" w:rsidP="004E70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A6B0B" w:rsidRPr="00AA6B0B" w:rsidRDefault="004E7025" w:rsidP="004E7025">
      <w:pPr>
        <w:pStyle w:val="Default"/>
        <w:spacing w:line="276" w:lineRule="auto"/>
        <w:jc w:val="both"/>
        <w:rPr>
          <w:b/>
          <w:lang w:val="uk-UA"/>
        </w:rPr>
      </w:pPr>
      <w:r w:rsidRPr="00AA6B0B">
        <w:rPr>
          <w:b/>
          <w:lang w:val="uk-UA"/>
        </w:rPr>
        <w:t xml:space="preserve">Про </w:t>
      </w:r>
      <w:r w:rsidR="00AA6B0B" w:rsidRPr="00AA6B0B">
        <w:rPr>
          <w:b/>
          <w:lang w:val="uk-UA"/>
        </w:rPr>
        <w:t xml:space="preserve">внесення змін до рішення </w:t>
      </w:r>
      <w:proofErr w:type="spellStart"/>
      <w:r w:rsidR="00AA6B0B" w:rsidRPr="00AA6B0B">
        <w:rPr>
          <w:b/>
          <w:lang w:val="uk-UA"/>
        </w:rPr>
        <w:t>Крупецької</w:t>
      </w:r>
      <w:proofErr w:type="spellEnd"/>
      <w:r w:rsidR="00AA6B0B" w:rsidRPr="00AA6B0B">
        <w:rPr>
          <w:b/>
          <w:lang w:val="uk-UA"/>
        </w:rPr>
        <w:t xml:space="preserve"> сільської ради </w:t>
      </w:r>
    </w:p>
    <w:p w:rsidR="00AA6B0B" w:rsidRDefault="00AA6B0B" w:rsidP="004E7025">
      <w:pPr>
        <w:pStyle w:val="Default"/>
        <w:spacing w:line="276" w:lineRule="auto"/>
        <w:jc w:val="both"/>
        <w:rPr>
          <w:b/>
          <w:lang w:val="uk-UA"/>
        </w:rPr>
      </w:pPr>
      <w:r w:rsidRPr="00AA6B0B">
        <w:rPr>
          <w:b/>
          <w:lang w:val="uk-UA"/>
        </w:rPr>
        <w:t xml:space="preserve">від 23 грудня 2020 року № 10 «Про </w:t>
      </w:r>
      <w:r w:rsidR="004E7025" w:rsidRPr="00AA6B0B">
        <w:rPr>
          <w:b/>
          <w:lang w:val="uk-UA"/>
        </w:rPr>
        <w:t xml:space="preserve">утворення Служби </w:t>
      </w:r>
    </w:p>
    <w:p w:rsidR="004E7025" w:rsidRPr="00AA6B0B" w:rsidRDefault="004E7025" w:rsidP="004E7025">
      <w:pPr>
        <w:pStyle w:val="Default"/>
        <w:spacing w:line="276" w:lineRule="auto"/>
        <w:jc w:val="both"/>
        <w:rPr>
          <w:b/>
          <w:lang w:val="uk-UA"/>
        </w:rPr>
      </w:pPr>
      <w:r w:rsidRPr="00AA6B0B">
        <w:rPr>
          <w:b/>
          <w:lang w:val="uk-UA"/>
        </w:rPr>
        <w:t xml:space="preserve">у справах дітей </w:t>
      </w:r>
      <w:proofErr w:type="spellStart"/>
      <w:r w:rsidRPr="00AA6B0B">
        <w:rPr>
          <w:b/>
          <w:lang w:val="uk-UA"/>
        </w:rPr>
        <w:t>Крупецької</w:t>
      </w:r>
      <w:proofErr w:type="spellEnd"/>
      <w:r w:rsidRPr="00AA6B0B">
        <w:rPr>
          <w:b/>
          <w:lang w:val="uk-UA"/>
        </w:rPr>
        <w:t xml:space="preserve"> сільської ради</w:t>
      </w:r>
      <w:r w:rsidR="00AA6B0B" w:rsidRPr="00AA6B0B">
        <w:rPr>
          <w:b/>
          <w:lang w:val="uk-UA"/>
        </w:rPr>
        <w:t>»</w:t>
      </w:r>
      <w:r w:rsidRPr="00AA6B0B">
        <w:rPr>
          <w:b/>
          <w:lang w:val="uk-UA"/>
        </w:rPr>
        <w:t xml:space="preserve"> </w:t>
      </w:r>
    </w:p>
    <w:p w:rsidR="004E7025" w:rsidRPr="00AA6B0B" w:rsidRDefault="004E7025" w:rsidP="004E7025">
      <w:pPr>
        <w:pStyle w:val="Default"/>
        <w:spacing w:line="276" w:lineRule="auto"/>
        <w:jc w:val="both"/>
        <w:rPr>
          <w:lang w:val="uk-UA"/>
        </w:rPr>
      </w:pPr>
    </w:p>
    <w:p w:rsidR="004E7025" w:rsidRDefault="004E7025" w:rsidP="00AA6B0B">
      <w:pPr>
        <w:pStyle w:val="HTML0"/>
        <w:shd w:val="clear" w:color="auto" w:fill="FFFFFF"/>
        <w:spacing w:line="276" w:lineRule="auto"/>
        <w:ind w:firstLine="426"/>
        <w:jc w:val="both"/>
        <w:rPr>
          <w:rFonts w:asciiTheme="minorHAnsi" w:hAnsiTheme="minorHAnsi"/>
          <w:lang w:val="uk-UA"/>
        </w:rPr>
      </w:pPr>
      <w:r w:rsidRPr="00AA6B0B">
        <w:rPr>
          <w:rFonts w:ascii="Times New Roman" w:hAnsi="Times New Roman"/>
          <w:lang w:val="uk-UA"/>
        </w:rPr>
        <w:t>Відповідно до статей 25, статті 54 Закону України «Про місцеве самоврядування в Україні», статті</w:t>
      </w:r>
      <w:r w:rsidRPr="00AA6B0B">
        <w:rPr>
          <w:rFonts w:ascii="Times New Roman" w:hAnsi="Times New Roman"/>
          <w:color w:val="000000"/>
          <w:lang w:val="uk-UA"/>
        </w:rPr>
        <w:t xml:space="preserve"> 4 Закону України «Про органи і служби у справах дітей та спеціальні установи для дітей», статей 11 та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AA6B0B" w:rsidRPr="00AA6B0B">
        <w:rPr>
          <w:rFonts w:ascii="Times New Roman" w:hAnsi="Times New Roman"/>
          <w:lang w:val="uk-UA"/>
        </w:rPr>
        <w:t>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 та доповненнями)</w:t>
      </w:r>
      <w:r w:rsidRPr="00AA6B0B">
        <w:rPr>
          <w:rFonts w:ascii="Times New Roman" w:hAnsi="Times New Roman"/>
          <w:color w:val="000000"/>
          <w:lang w:val="uk-UA"/>
        </w:rPr>
        <w:t xml:space="preserve">, сільська рада </w:t>
      </w:r>
      <w:r w:rsidRPr="00AA6B0B">
        <w:rPr>
          <w:rFonts w:ascii="Times New Roman" w:hAnsi="Times New Roman"/>
          <w:lang w:val="uk-UA"/>
        </w:rPr>
        <w:t>ВИРІШИЛА:</w:t>
      </w:r>
      <w:r w:rsidRPr="00AA6B0B">
        <w:rPr>
          <w:lang w:val="uk-UA"/>
        </w:rPr>
        <w:t xml:space="preserve"> </w:t>
      </w:r>
    </w:p>
    <w:p w:rsidR="00AA6B0B" w:rsidRPr="00AA6B0B" w:rsidRDefault="00AA6B0B" w:rsidP="00AA6B0B">
      <w:pPr>
        <w:pStyle w:val="HTML0"/>
        <w:shd w:val="clear" w:color="auto" w:fill="FFFFFF"/>
        <w:spacing w:line="276" w:lineRule="auto"/>
        <w:ind w:firstLine="426"/>
        <w:jc w:val="both"/>
        <w:rPr>
          <w:rFonts w:asciiTheme="minorHAnsi" w:hAnsiTheme="minorHAnsi"/>
          <w:lang w:val="uk-UA"/>
        </w:rPr>
      </w:pPr>
    </w:p>
    <w:p w:rsidR="004E7025" w:rsidRDefault="0094544D" w:rsidP="0094544D">
      <w:pPr>
        <w:pStyle w:val="Default"/>
        <w:numPr>
          <w:ilvl w:val="0"/>
          <w:numId w:val="13"/>
        </w:numPr>
        <w:spacing w:line="276" w:lineRule="auto"/>
        <w:ind w:left="0" w:firstLine="426"/>
        <w:jc w:val="both"/>
        <w:rPr>
          <w:lang w:val="uk-UA"/>
        </w:rPr>
      </w:pPr>
      <w:r w:rsidRPr="00DC3A47">
        <w:rPr>
          <w:color w:val="auto"/>
          <w:lang w:val="uk-UA"/>
        </w:rPr>
        <w:t xml:space="preserve">Внести  зміни до рішення </w:t>
      </w:r>
      <w:r>
        <w:rPr>
          <w:color w:val="auto"/>
          <w:lang w:val="uk-UA"/>
        </w:rPr>
        <w:t>І</w:t>
      </w:r>
      <w:r>
        <w:rPr>
          <w:color w:val="auto"/>
          <w:lang w:val="en-US"/>
        </w:rPr>
        <w:t>V</w:t>
      </w:r>
      <w:r w:rsidRPr="00DC3A47">
        <w:rPr>
          <w:color w:val="auto"/>
          <w:lang w:val="uk-UA"/>
        </w:rPr>
        <w:t xml:space="preserve"> сесії </w:t>
      </w:r>
      <w:proofErr w:type="spellStart"/>
      <w:r w:rsidRPr="00DC3A47">
        <w:rPr>
          <w:color w:val="auto"/>
          <w:lang w:val="uk-UA"/>
        </w:rPr>
        <w:t>Крупецької</w:t>
      </w:r>
      <w:proofErr w:type="spellEnd"/>
      <w:r w:rsidRPr="00DC3A47">
        <w:rPr>
          <w:color w:val="auto"/>
          <w:lang w:val="uk-UA"/>
        </w:rPr>
        <w:t xml:space="preserve"> сільської ради від </w:t>
      </w:r>
      <w:r>
        <w:rPr>
          <w:color w:val="auto"/>
          <w:lang w:val="uk-UA"/>
        </w:rPr>
        <w:t>23</w:t>
      </w:r>
      <w:r w:rsidRPr="00DC3A47">
        <w:rPr>
          <w:color w:val="auto"/>
          <w:lang w:val="uk-UA"/>
        </w:rPr>
        <w:t xml:space="preserve"> </w:t>
      </w:r>
      <w:r>
        <w:rPr>
          <w:color w:val="auto"/>
          <w:lang w:val="uk-UA"/>
        </w:rPr>
        <w:t>грудня</w:t>
      </w:r>
      <w:r w:rsidRPr="00DC3A47">
        <w:rPr>
          <w:color w:val="auto"/>
          <w:lang w:val="uk-UA"/>
        </w:rPr>
        <w:t xml:space="preserve"> 20</w:t>
      </w:r>
      <w:r>
        <w:rPr>
          <w:color w:val="auto"/>
          <w:lang w:val="uk-UA"/>
        </w:rPr>
        <w:t>20</w:t>
      </w:r>
      <w:r w:rsidRPr="00DC3A47">
        <w:rPr>
          <w:color w:val="auto"/>
          <w:lang w:val="uk-UA"/>
        </w:rPr>
        <w:t xml:space="preserve"> року №</w:t>
      </w:r>
      <w:r>
        <w:rPr>
          <w:color w:val="auto"/>
          <w:lang w:val="uk-UA"/>
        </w:rPr>
        <w:t xml:space="preserve">10 </w:t>
      </w:r>
      <w:r w:rsidRPr="00DC3A47">
        <w:rPr>
          <w:color w:val="auto"/>
          <w:lang w:val="uk-UA"/>
        </w:rPr>
        <w:t xml:space="preserve">«Про </w:t>
      </w:r>
      <w:r>
        <w:rPr>
          <w:color w:val="auto"/>
          <w:lang w:val="uk-UA"/>
        </w:rPr>
        <w:t xml:space="preserve">утворення Служби у справах дітей </w:t>
      </w:r>
      <w:proofErr w:type="spellStart"/>
      <w:r>
        <w:rPr>
          <w:color w:val="auto"/>
          <w:lang w:val="uk-UA"/>
        </w:rPr>
        <w:t>Крупецької</w:t>
      </w:r>
      <w:proofErr w:type="spellEnd"/>
      <w:r>
        <w:rPr>
          <w:color w:val="auto"/>
          <w:lang w:val="uk-UA"/>
        </w:rPr>
        <w:t xml:space="preserve"> сільської ради»</w:t>
      </w:r>
      <w:r>
        <w:rPr>
          <w:color w:val="auto"/>
          <w:lang w:val="uk-UA"/>
        </w:rPr>
        <w:t>»</w:t>
      </w:r>
      <w:r w:rsidRPr="00DC3A47">
        <w:rPr>
          <w:color w:val="auto"/>
          <w:lang w:val="uk-UA"/>
        </w:rPr>
        <w:t>, а саме</w:t>
      </w:r>
      <w:r>
        <w:rPr>
          <w:lang w:val="uk-UA"/>
        </w:rPr>
        <w:t>:</w:t>
      </w:r>
    </w:p>
    <w:p w:rsidR="0094544D" w:rsidRDefault="00395BA2" w:rsidP="00395BA2">
      <w:pPr>
        <w:pStyle w:val="Default"/>
        <w:numPr>
          <w:ilvl w:val="1"/>
          <w:numId w:val="13"/>
        </w:numPr>
        <w:spacing w:line="276" w:lineRule="auto"/>
        <w:jc w:val="both"/>
        <w:rPr>
          <w:lang w:val="uk-UA"/>
        </w:rPr>
      </w:pPr>
      <w:r>
        <w:rPr>
          <w:lang w:val="uk-UA"/>
        </w:rPr>
        <w:t>доповнити рішення пункт</w:t>
      </w:r>
      <w:r w:rsidR="00431972">
        <w:rPr>
          <w:lang w:val="uk-UA"/>
        </w:rPr>
        <w:t>ами</w:t>
      </w:r>
      <w:r>
        <w:rPr>
          <w:lang w:val="uk-UA"/>
        </w:rPr>
        <w:t xml:space="preserve"> 5 та 6 такого змісту:</w:t>
      </w:r>
    </w:p>
    <w:p w:rsidR="00395BA2" w:rsidRDefault="00395BA2" w:rsidP="00395BA2">
      <w:pPr>
        <w:pStyle w:val="Default"/>
        <w:spacing w:line="276" w:lineRule="auto"/>
        <w:jc w:val="both"/>
        <w:rPr>
          <w:lang w:val="uk-UA"/>
        </w:rPr>
      </w:pPr>
      <w:r>
        <w:rPr>
          <w:lang w:val="uk-UA"/>
        </w:rPr>
        <w:t xml:space="preserve"> «5. Встановити н</w:t>
      </w:r>
      <w:r w:rsidRPr="00395BA2">
        <w:rPr>
          <w:lang w:val="uk-UA"/>
        </w:rPr>
        <w:t xml:space="preserve">ачальнику </w:t>
      </w:r>
      <w:r>
        <w:rPr>
          <w:lang w:val="uk-UA"/>
        </w:rPr>
        <w:t>С</w:t>
      </w:r>
      <w:r w:rsidRPr="00395BA2">
        <w:rPr>
          <w:lang w:val="uk-UA"/>
        </w:rPr>
        <w:t>лужби у справах дітей 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</w:t>
      </w:r>
      <w:r w:rsidRPr="00395BA2">
        <w:rPr>
          <w:lang w:val="uk-UA"/>
        </w:rPr>
        <w:t> посадовий оклад на рівні посадового окладу начальника відділу, встановленого додатком 50 постанови Кабінету Міністрів України від 09.03.2006 № 268</w:t>
      </w:r>
      <w:r>
        <w:rPr>
          <w:lang w:val="uk-UA"/>
        </w:rPr>
        <w:t xml:space="preserve"> </w:t>
      </w:r>
      <w:r>
        <w:rPr>
          <w:lang w:val="uk-UA"/>
        </w:rPr>
        <w:t>«</w:t>
      </w:r>
      <w:r w:rsidRPr="00AA6B0B">
        <w:rPr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 та доповненнями)</w:t>
      </w:r>
      <w:r>
        <w:rPr>
          <w:lang w:val="uk-UA"/>
        </w:rPr>
        <w:t>»</w:t>
      </w:r>
      <w:r w:rsidRPr="00395BA2">
        <w:rPr>
          <w:lang w:val="uk-UA"/>
        </w:rPr>
        <w:t>.</w:t>
      </w:r>
    </w:p>
    <w:p w:rsidR="00395BA2" w:rsidRPr="00395BA2" w:rsidRDefault="00395BA2" w:rsidP="00395BA2">
      <w:pPr>
        <w:pStyle w:val="Default"/>
        <w:spacing w:line="276" w:lineRule="auto"/>
        <w:jc w:val="both"/>
        <w:rPr>
          <w:lang w:val="uk-UA"/>
        </w:rPr>
      </w:pPr>
      <w:r>
        <w:rPr>
          <w:lang w:val="uk-UA"/>
        </w:rPr>
        <w:t xml:space="preserve">6. Встановити головному спеціалісту </w:t>
      </w:r>
      <w:r w:rsidRPr="00395BA2">
        <w:rPr>
          <w:lang w:val="uk-UA"/>
        </w:rPr>
        <w:t xml:space="preserve"> </w:t>
      </w:r>
      <w:r>
        <w:rPr>
          <w:lang w:val="uk-UA"/>
        </w:rPr>
        <w:t>С</w:t>
      </w:r>
      <w:r w:rsidRPr="00395BA2">
        <w:rPr>
          <w:lang w:val="uk-UA"/>
        </w:rPr>
        <w:t xml:space="preserve">лужби у справах дітей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</w:t>
      </w:r>
      <w:r w:rsidRPr="00395BA2">
        <w:rPr>
          <w:lang w:val="uk-UA"/>
        </w:rPr>
        <w:t xml:space="preserve">посадовий оклад на рівні посадового окладу </w:t>
      </w:r>
      <w:r>
        <w:rPr>
          <w:lang w:val="uk-UA"/>
        </w:rPr>
        <w:t xml:space="preserve">головного </w:t>
      </w:r>
      <w:r w:rsidRPr="00395BA2">
        <w:rPr>
          <w:lang w:val="uk-UA"/>
        </w:rPr>
        <w:t>спеціаліста, встановленого додатком 50 постанови Кабінету Міністрів України від 09.03.2006 №268</w:t>
      </w:r>
      <w:r w:rsidRPr="00395BA2">
        <w:rPr>
          <w:lang w:val="uk-UA"/>
        </w:rPr>
        <w:t xml:space="preserve"> </w:t>
      </w:r>
      <w:r>
        <w:rPr>
          <w:lang w:val="uk-UA"/>
        </w:rPr>
        <w:t xml:space="preserve"> «</w:t>
      </w:r>
      <w:r w:rsidRPr="00AA6B0B">
        <w:rPr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 та доповненнями)</w:t>
      </w:r>
      <w:r>
        <w:rPr>
          <w:lang w:val="uk-UA"/>
        </w:rPr>
        <w:t>»</w:t>
      </w:r>
      <w:r w:rsidR="004B08B1">
        <w:rPr>
          <w:lang w:val="uk-UA"/>
        </w:rPr>
        <w:t>.</w:t>
      </w:r>
    </w:p>
    <w:p w:rsidR="00395BA2" w:rsidRDefault="00395BA2" w:rsidP="00395BA2">
      <w:pPr>
        <w:pStyle w:val="Default"/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1.2. </w:t>
      </w:r>
      <w:r w:rsidR="00431972">
        <w:rPr>
          <w:lang w:val="uk-UA"/>
        </w:rPr>
        <w:t>пункти 5 та 6 відповідно вважати пунктами 7 та 8.</w:t>
      </w:r>
    </w:p>
    <w:p w:rsidR="00431972" w:rsidRPr="00395BA2" w:rsidRDefault="00431972" w:rsidP="00395BA2">
      <w:pPr>
        <w:pStyle w:val="Default"/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>1.3.  додаток 2 рішення викласти в новій редакції.</w:t>
      </w:r>
    </w:p>
    <w:p w:rsidR="004E7025" w:rsidRPr="00AA6B0B" w:rsidRDefault="00431972" w:rsidP="004E7025">
      <w:pPr>
        <w:pStyle w:val="Default"/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lastRenderedPageBreak/>
        <w:t>2</w:t>
      </w:r>
      <w:r w:rsidR="004E7025" w:rsidRPr="00AA6B0B">
        <w:rPr>
          <w:lang w:val="uk-UA"/>
        </w:rPr>
        <w:t xml:space="preserve">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співробітництва. </w:t>
      </w:r>
    </w:p>
    <w:p w:rsidR="004E7025" w:rsidRDefault="004E7025" w:rsidP="004E7025">
      <w:pPr>
        <w:jc w:val="both"/>
        <w:rPr>
          <w:rFonts w:ascii="Times New Roman" w:hAnsi="Times New Roman" w:cs="Times New Roman"/>
          <w:lang w:val="uk-UA"/>
        </w:rPr>
      </w:pPr>
    </w:p>
    <w:p w:rsidR="00431972" w:rsidRPr="00AA6B0B" w:rsidRDefault="00431972" w:rsidP="004E7025">
      <w:pPr>
        <w:jc w:val="both"/>
        <w:rPr>
          <w:rFonts w:ascii="Times New Roman" w:hAnsi="Times New Roman" w:cs="Times New Roman"/>
          <w:lang w:val="uk-UA"/>
        </w:rPr>
      </w:pPr>
    </w:p>
    <w:p w:rsidR="004E7025" w:rsidRPr="00AA6B0B" w:rsidRDefault="004E7025" w:rsidP="004E7025">
      <w:pPr>
        <w:shd w:val="clear" w:color="auto" w:fill="FFFFFF"/>
        <w:tabs>
          <w:tab w:val="left" w:pos="0"/>
        </w:tabs>
        <w:ind w:firstLine="567"/>
        <w:outlineLvl w:val="0"/>
        <w:rPr>
          <w:rFonts w:ascii="Times New Roman" w:hAnsi="Times New Roman" w:cs="Times New Roman"/>
          <w:lang w:val="uk-UA"/>
        </w:rPr>
      </w:pPr>
      <w:r w:rsidRPr="00AA6B0B">
        <w:rPr>
          <w:rFonts w:ascii="Times New Roman" w:hAnsi="Times New Roman" w:cs="Times New Roman"/>
          <w:lang w:val="uk-UA"/>
        </w:rPr>
        <w:t>Сільський голова</w:t>
      </w:r>
      <w:r w:rsidRPr="00AA6B0B">
        <w:rPr>
          <w:rFonts w:ascii="Times New Roman" w:hAnsi="Times New Roman" w:cs="Times New Roman"/>
          <w:lang w:val="uk-UA"/>
        </w:rPr>
        <w:tab/>
      </w:r>
      <w:r w:rsidRPr="00AA6B0B">
        <w:rPr>
          <w:rFonts w:ascii="Times New Roman" w:hAnsi="Times New Roman" w:cs="Times New Roman"/>
          <w:lang w:val="uk-UA"/>
        </w:rPr>
        <w:tab/>
      </w:r>
      <w:r w:rsidRPr="00AA6B0B">
        <w:rPr>
          <w:rFonts w:ascii="Times New Roman" w:hAnsi="Times New Roman" w:cs="Times New Roman"/>
          <w:lang w:val="uk-UA"/>
        </w:rPr>
        <w:tab/>
      </w:r>
      <w:r w:rsidRPr="00AA6B0B">
        <w:rPr>
          <w:rFonts w:ascii="Times New Roman" w:hAnsi="Times New Roman" w:cs="Times New Roman"/>
          <w:lang w:val="uk-UA"/>
        </w:rPr>
        <w:tab/>
      </w:r>
      <w:r w:rsidRPr="00AA6B0B">
        <w:rPr>
          <w:rFonts w:ascii="Times New Roman" w:hAnsi="Times New Roman" w:cs="Times New Roman"/>
          <w:lang w:val="uk-UA"/>
        </w:rPr>
        <w:tab/>
        <w:t xml:space="preserve">               </w:t>
      </w:r>
      <w:r w:rsidRPr="00AA6B0B">
        <w:rPr>
          <w:rFonts w:ascii="Times New Roman" w:hAnsi="Times New Roman" w:cs="Times New Roman"/>
          <w:lang w:val="uk-UA"/>
        </w:rPr>
        <w:tab/>
        <w:t>Валерій МИХАЛЮК</w:t>
      </w:r>
      <w:bookmarkStart w:id="0" w:name="_GoBack"/>
      <w:bookmarkEnd w:id="0"/>
    </w:p>
    <w:p w:rsidR="004E7025" w:rsidRPr="00AA6B0B" w:rsidRDefault="004E7025" w:rsidP="004E7025">
      <w:pPr>
        <w:pStyle w:val="Default"/>
        <w:pageBreakBefore/>
        <w:ind w:left="6096"/>
        <w:rPr>
          <w:lang w:val="uk-UA"/>
        </w:rPr>
      </w:pPr>
      <w:r w:rsidRPr="00AA6B0B">
        <w:rPr>
          <w:lang w:val="uk-UA"/>
        </w:rPr>
        <w:lastRenderedPageBreak/>
        <w:t xml:space="preserve">   Додаток 2</w:t>
      </w:r>
    </w:p>
    <w:p w:rsidR="004E7025" w:rsidRPr="00AA6B0B" w:rsidRDefault="004E7025" w:rsidP="004E7025">
      <w:pPr>
        <w:pStyle w:val="Default"/>
        <w:ind w:left="6237"/>
        <w:jc w:val="both"/>
        <w:rPr>
          <w:lang w:val="uk-UA"/>
        </w:rPr>
      </w:pPr>
      <w:r w:rsidRPr="00AA6B0B">
        <w:rPr>
          <w:lang w:val="uk-UA"/>
        </w:rPr>
        <w:t xml:space="preserve">до рішення ІV сесії  </w:t>
      </w:r>
    </w:p>
    <w:p w:rsidR="004E7025" w:rsidRPr="00AA6B0B" w:rsidRDefault="004E7025" w:rsidP="004E7025">
      <w:pPr>
        <w:pStyle w:val="Default"/>
        <w:ind w:left="6237"/>
        <w:jc w:val="both"/>
        <w:rPr>
          <w:lang w:val="uk-UA"/>
        </w:rPr>
      </w:pPr>
      <w:proofErr w:type="spellStart"/>
      <w:r w:rsidRPr="00AA6B0B">
        <w:rPr>
          <w:lang w:val="uk-UA"/>
        </w:rPr>
        <w:t>Крупецької</w:t>
      </w:r>
      <w:proofErr w:type="spellEnd"/>
      <w:r w:rsidRPr="00AA6B0B">
        <w:rPr>
          <w:lang w:val="uk-UA"/>
        </w:rPr>
        <w:t xml:space="preserve"> сільської ради</w:t>
      </w:r>
    </w:p>
    <w:p w:rsidR="004E7025" w:rsidRDefault="004E7025" w:rsidP="004E7025">
      <w:pPr>
        <w:pStyle w:val="Default"/>
        <w:ind w:left="6237"/>
        <w:jc w:val="both"/>
        <w:rPr>
          <w:lang w:val="uk-UA"/>
        </w:rPr>
      </w:pPr>
      <w:r w:rsidRPr="00AA6B0B">
        <w:rPr>
          <w:lang w:val="uk-UA"/>
        </w:rPr>
        <w:t>від 23.12.2020 року №10</w:t>
      </w:r>
    </w:p>
    <w:p w:rsidR="00431972" w:rsidRPr="00AA6B0B" w:rsidRDefault="00431972" w:rsidP="004E7025">
      <w:pPr>
        <w:pStyle w:val="Default"/>
        <w:ind w:left="6237"/>
        <w:jc w:val="both"/>
        <w:rPr>
          <w:lang w:val="uk-UA"/>
        </w:rPr>
      </w:pPr>
      <w:r>
        <w:rPr>
          <w:lang w:val="uk-UA"/>
        </w:rPr>
        <w:t>(в редакції рішення сільської ради від «__»_______2021р. №____)</w:t>
      </w:r>
    </w:p>
    <w:p w:rsidR="004E7025" w:rsidRPr="00AA6B0B" w:rsidRDefault="004E7025" w:rsidP="004E7025">
      <w:pPr>
        <w:pStyle w:val="Default"/>
        <w:ind w:firstLine="567"/>
        <w:jc w:val="center"/>
        <w:rPr>
          <w:b/>
          <w:bCs/>
          <w:lang w:val="uk-UA"/>
        </w:rPr>
      </w:pPr>
    </w:p>
    <w:p w:rsidR="004E7025" w:rsidRPr="00AA6B0B" w:rsidRDefault="004E7025" w:rsidP="004E7025">
      <w:pPr>
        <w:pStyle w:val="Default"/>
        <w:ind w:firstLine="567"/>
        <w:jc w:val="right"/>
        <w:rPr>
          <w:lang w:val="uk-UA"/>
        </w:rPr>
      </w:pPr>
      <w:r w:rsidRPr="00AA6B0B">
        <w:rPr>
          <w:lang w:val="uk-UA"/>
        </w:rPr>
        <w:t xml:space="preserve"> </w:t>
      </w:r>
    </w:p>
    <w:p w:rsidR="004E7025" w:rsidRPr="00AA6B0B" w:rsidRDefault="004E7025" w:rsidP="004E7025">
      <w:pPr>
        <w:pStyle w:val="Default"/>
        <w:ind w:firstLine="567"/>
        <w:jc w:val="center"/>
        <w:rPr>
          <w:b/>
          <w:bCs/>
          <w:lang w:val="uk-UA"/>
        </w:rPr>
      </w:pPr>
      <w:r w:rsidRPr="00AA6B0B">
        <w:rPr>
          <w:b/>
          <w:bCs/>
          <w:lang w:val="uk-UA"/>
        </w:rPr>
        <w:t>СТРУКТУРА ТА ШТАТНА ЧИСЕЛЬНІСТЬ</w:t>
      </w:r>
    </w:p>
    <w:p w:rsidR="004E7025" w:rsidRPr="00AA6B0B" w:rsidRDefault="004E7025" w:rsidP="004E7025">
      <w:pPr>
        <w:pStyle w:val="Default"/>
        <w:ind w:firstLine="567"/>
        <w:jc w:val="center"/>
        <w:rPr>
          <w:b/>
          <w:bCs/>
          <w:lang w:val="uk-UA"/>
        </w:rPr>
      </w:pPr>
      <w:r w:rsidRPr="00AA6B0B">
        <w:rPr>
          <w:b/>
          <w:bCs/>
          <w:lang w:val="uk-UA"/>
        </w:rPr>
        <w:t xml:space="preserve">Служби у справах дітей </w:t>
      </w:r>
      <w:proofErr w:type="spellStart"/>
      <w:r w:rsidRPr="00AA6B0B">
        <w:rPr>
          <w:b/>
          <w:bCs/>
          <w:lang w:val="uk-UA"/>
        </w:rPr>
        <w:t>Крупецької</w:t>
      </w:r>
      <w:proofErr w:type="spellEnd"/>
      <w:r w:rsidRPr="00AA6B0B">
        <w:rPr>
          <w:b/>
          <w:bCs/>
          <w:lang w:val="uk-UA"/>
        </w:rPr>
        <w:t xml:space="preserve"> сільської ради</w:t>
      </w:r>
    </w:p>
    <w:p w:rsidR="004E7025" w:rsidRPr="00AA6B0B" w:rsidRDefault="004E7025" w:rsidP="004E7025">
      <w:pPr>
        <w:pStyle w:val="Default"/>
        <w:ind w:firstLine="567"/>
        <w:jc w:val="center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5608"/>
        <w:gridCol w:w="3256"/>
      </w:tblGrid>
      <w:tr w:rsidR="004E7025" w:rsidRPr="00AA6B0B" w:rsidTr="00850063">
        <w:trPr>
          <w:trHeight w:val="290"/>
        </w:trPr>
        <w:tc>
          <w:tcPr>
            <w:tcW w:w="902" w:type="dxa"/>
          </w:tcPr>
          <w:p w:rsidR="004E7025" w:rsidRPr="00AA6B0B" w:rsidRDefault="004E7025" w:rsidP="00850063">
            <w:pPr>
              <w:pStyle w:val="Default"/>
              <w:jc w:val="center"/>
              <w:rPr>
                <w:b/>
                <w:lang w:val="uk-UA"/>
              </w:rPr>
            </w:pPr>
            <w:r w:rsidRPr="00AA6B0B">
              <w:rPr>
                <w:b/>
                <w:lang w:val="uk-UA"/>
              </w:rPr>
              <w:t>№ з/п</w:t>
            </w:r>
          </w:p>
        </w:tc>
        <w:tc>
          <w:tcPr>
            <w:tcW w:w="5608" w:type="dxa"/>
          </w:tcPr>
          <w:p w:rsidR="004E7025" w:rsidRPr="00AA6B0B" w:rsidRDefault="004E7025" w:rsidP="00850063">
            <w:pPr>
              <w:pStyle w:val="Default"/>
              <w:jc w:val="center"/>
              <w:rPr>
                <w:b/>
                <w:lang w:val="uk-UA"/>
              </w:rPr>
            </w:pPr>
            <w:r w:rsidRPr="00AA6B0B">
              <w:rPr>
                <w:b/>
                <w:lang w:val="uk-UA"/>
              </w:rPr>
              <w:t>Найменування посад</w:t>
            </w:r>
          </w:p>
        </w:tc>
        <w:tc>
          <w:tcPr>
            <w:tcW w:w="3256" w:type="dxa"/>
          </w:tcPr>
          <w:p w:rsidR="004E7025" w:rsidRPr="00AA6B0B" w:rsidRDefault="004E7025" w:rsidP="00850063">
            <w:pPr>
              <w:pStyle w:val="Default"/>
              <w:jc w:val="center"/>
              <w:rPr>
                <w:b/>
                <w:lang w:val="uk-UA"/>
              </w:rPr>
            </w:pPr>
            <w:r w:rsidRPr="00AA6B0B">
              <w:rPr>
                <w:b/>
                <w:lang w:val="uk-UA"/>
              </w:rPr>
              <w:t>Кількість штатних одиниць</w:t>
            </w:r>
          </w:p>
        </w:tc>
      </w:tr>
      <w:tr w:rsidR="004E7025" w:rsidRPr="00AA6B0B" w:rsidTr="00850063">
        <w:trPr>
          <w:trHeight w:val="249"/>
        </w:trPr>
        <w:tc>
          <w:tcPr>
            <w:tcW w:w="902" w:type="dxa"/>
          </w:tcPr>
          <w:p w:rsidR="004E7025" w:rsidRPr="00AA6B0B" w:rsidRDefault="004E7025" w:rsidP="00850063">
            <w:pPr>
              <w:pStyle w:val="Default"/>
              <w:jc w:val="center"/>
              <w:rPr>
                <w:lang w:val="uk-UA"/>
              </w:rPr>
            </w:pPr>
            <w:r w:rsidRPr="00AA6B0B">
              <w:rPr>
                <w:bCs/>
                <w:lang w:val="uk-UA"/>
              </w:rPr>
              <w:t>1</w:t>
            </w:r>
          </w:p>
        </w:tc>
        <w:tc>
          <w:tcPr>
            <w:tcW w:w="5608" w:type="dxa"/>
          </w:tcPr>
          <w:p w:rsidR="004E7025" w:rsidRPr="00AA6B0B" w:rsidRDefault="004E7025" w:rsidP="00AA6B0B">
            <w:pPr>
              <w:pStyle w:val="Default"/>
              <w:jc w:val="both"/>
              <w:rPr>
                <w:lang w:val="uk-UA"/>
              </w:rPr>
            </w:pPr>
            <w:r w:rsidRPr="00AA6B0B">
              <w:rPr>
                <w:lang w:val="uk-UA"/>
              </w:rPr>
              <w:t xml:space="preserve">Начальник </w:t>
            </w:r>
            <w:r w:rsidR="00AA6B0B" w:rsidRPr="00AA6B0B">
              <w:rPr>
                <w:lang w:val="uk-UA"/>
              </w:rPr>
              <w:t>служби</w:t>
            </w:r>
            <w:r w:rsidRPr="00AA6B0B">
              <w:rPr>
                <w:lang w:val="uk-UA"/>
              </w:rPr>
              <w:t xml:space="preserve"> </w:t>
            </w:r>
          </w:p>
        </w:tc>
        <w:tc>
          <w:tcPr>
            <w:tcW w:w="3256" w:type="dxa"/>
          </w:tcPr>
          <w:p w:rsidR="004E7025" w:rsidRPr="00AA6B0B" w:rsidRDefault="004E7025" w:rsidP="00850063">
            <w:pPr>
              <w:pStyle w:val="Default"/>
              <w:jc w:val="center"/>
              <w:rPr>
                <w:lang w:val="uk-UA"/>
              </w:rPr>
            </w:pPr>
            <w:r w:rsidRPr="00AA6B0B">
              <w:rPr>
                <w:lang w:val="uk-UA"/>
              </w:rPr>
              <w:t>1</w:t>
            </w:r>
          </w:p>
        </w:tc>
      </w:tr>
      <w:tr w:rsidR="004E7025" w:rsidRPr="00AA6B0B" w:rsidTr="00850063">
        <w:trPr>
          <w:trHeight w:val="294"/>
        </w:trPr>
        <w:tc>
          <w:tcPr>
            <w:tcW w:w="902" w:type="dxa"/>
          </w:tcPr>
          <w:p w:rsidR="004E7025" w:rsidRPr="00AA6B0B" w:rsidRDefault="004E7025" w:rsidP="00850063">
            <w:pPr>
              <w:pStyle w:val="Default"/>
              <w:jc w:val="center"/>
              <w:rPr>
                <w:lang w:val="uk-UA"/>
              </w:rPr>
            </w:pPr>
            <w:r w:rsidRPr="00AA6B0B">
              <w:rPr>
                <w:bCs/>
                <w:lang w:val="uk-UA"/>
              </w:rPr>
              <w:t>2</w:t>
            </w:r>
          </w:p>
        </w:tc>
        <w:tc>
          <w:tcPr>
            <w:tcW w:w="5608" w:type="dxa"/>
          </w:tcPr>
          <w:p w:rsidR="004E7025" w:rsidRPr="00AA6B0B" w:rsidRDefault="004E7025" w:rsidP="00850063">
            <w:pPr>
              <w:pStyle w:val="Default"/>
              <w:jc w:val="both"/>
              <w:rPr>
                <w:lang w:val="uk-UA"/>
              </w:rPr>
            </w:pPr>
            <w:r w:rsidRPr="00AA6B0B">
              <w:rPr>
                <w:lang w:val="uk-UA"/>
              </w:rPr>
              <w:t xml:space="preserve">Головний спеціаліст </w:t>
            </w:r>
          </w:p>
        </w:tc>
        <w:tc>
          <w:tcPr>
            <w:tcW w:w="3256" w:type="dxa"/>
          </w:tcPr>
          <w:p w:rsidR="004E7025" w:rsidRPr="00AA6B0B" w:rsidRDefault="004E7025" w:rsidP="00850063">
            <w:pPr>
              <w:pStyle w:val="Default"/>
              <w:jc w:val="center"/>
              <w:rPr>
                <w:lang w:val="uk-UA"/>
              </w:rPr>
            </w:pPr>
            <w:r w:rsidRPr="00AA6B0B">
              <w:rPr>
                <w:lang w:val="uk-UA"/>
              </w:rPr>
              <w:t>1</w:t>
            </w:r>
          </w:p>
        </w:tc>
      </w:tr>
      <w:tr w:rsidR="004E7025" w:rsidRPr="00AA6B0B" w:rsidTr="00850063">
        <w:trPr>
          <w:trHeight w:val="249"/>
        </w:trPr>
        <w:tc>
          <w:tcPr>
            <w:tcW w:w="6510" w:type="dxa"/>
            <w:gridSpan w:val="2"/>
          </w:tcPr>
          <w:p w:rsidR="004E7025" w:rsidRPr="00AA6B0B" w:rsidRDefault="004E7025" w:rsidP="00850063">
            <w:pPr>
              <w:pStyle w:val="Default"/>
              <w:rPr>
                <w:lang w:val="uk-UA"/>
              </w:rPr>
            </w:pPr>
            <w:r w:rsidRPr="00AA6B0B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3256" w:type="dxa"/>
          </w:tcPr>
          <w:p w:rsidR="004E7025" w:rsidRPr="00AA6B0B" w:rsidRDefault="004E7025" w:rsidP="00850063">
            <w:pPr>
              <w:pStyle w:val="Default"/>
              <w:jc w:val="center"/>
              <w:rPr>
                <w:lang w:val="uk-UA"/>
              </w:rPr>
            </w:pPr>
            <w:r w:rsidRPr="00AA6B0B">
              <w:rPr>
                <w:b/>
                <w:bCs/>
                <w:lang w:val="uk-UA"/>
              </w:rPr>
              <w:t>2</w:t>
            </w:r>
          </w:p>
        </w:tc>
      </w:tr>
    </w:tbl>
    <w:p w:rsidR="004E7025" w:rsidRPr="00AA6B0B" w:rsidRDefault="004E7025" w:rsidP="004E7025">
      <w:pPr>
        <w:ind w:firstLine="567"/>
        <w:jc w:val="both"/>
        <w:rPr>
          <w:lang w:val="uk-UA"/>
        </w:rPr>
      </w:pPr>
    </w:p>
    <w:p w:rsidR="004E7025" w:rsidRPr="00AA6B0B" w:rsidRDefault="004E7025" w:rsidP="004E7025">
      <w:pPr>
        <w:ind w:firstLine="567"/>
        <w:jc w:val="both"/>
        <w:rPr>
          <w:lang w:val="uk-UA"/>
        </w:rPr>
      </w:pPr>
    </w:p>
    <w:p w:rsidR="004E7025" w:rsidRPr="00AA6B0B" w:rsidRDefault="004E7025" w:rsidP="004E7025">
      <w:pPr>
        <w:pStyle w:val="Default"/>
        <w:ind w:firstLine="567"/>
        <w:jc w:val="both"/>
        <w:rPr>
          <w:b/>
          <w:bCs/>
          <w:lang w:val="uk-UA"/>
        </w:rPr>
      </w:pPr>
      <w:r w:rsidRPr="00AA6B0B">
        <w:rPr>
          <w:b/>
          <w:bCs/>
          <w:lang w:val="uk-UA"/>
        </w:rPr>
        <w:t>_______________________________________________________________________</w:t>
      </w:r>
    </w:p>
    <w:p w:rsidR="004E7025" w:rsidRPr="00AA6B0B" w:rsidRDefault="004E7025" w:rsidP="004E7025">
      <w:pPr>
        <w:ind w:firstLine="567"/>
        <w:jc w:val="both"/>
        <w:rPr>
          <w:lang w:val="uk-UA"/>
        </w:rPr>
      </w:pPr>
    </w:p>
    <w:p w:rsidR="004E7025" w:rsidRPr="00AA6B0B" w:rsidRDefault="004E7025" w:rsidP="004E7025">
      <w:pPr>
        <w:ind w:firstLine="567"/>
        <w:jc w:val="both"/>
        <w:rPr>
          <w:lang w:val="uk-UA"/>
        </w:rPr>
      </w:pPr>
    </w:p>
    <w:p w:rsidR="004E7025" w:rsidRPr="00AA6B0B" w:rsidRDefault="004E7025" w:rsidP="004E7025">
      <w:pPr>
        <w:pStyle w:val="Default"/>
        <w:ind w:firstLine="567"/>
        <w:jc w:val="both"/>
        <w:rPr>
          <w:bCs/>
          <w:lang w:val="uk-UA"/>
        </w:rPr>
      </w:pPr>
      <w:r w:rsidRPr="00AA6B0B">
        <w:rPr>
          <w:bCs/>
          <w:lang w:val="uk-UA"/>
        </w:rPr>
        <w:t xml:space="preserve">Сільський голова                                           </w:t>
      </w:r>
      <w:r w:rsidRPr="00AA6B0B">
        <w:rPr>
          <w:bCs/>
          <w:lang w:val="uk-UA"/>
        </w:rPr>
        <w:tab/>
      </w:r>
      <w:r w:rsidRPr="00AA6B0B">
        <w:rPr>
          <w:bCs/>
          <w:lang w:val="uk-UA"/>
        </w:rPr>
        <w:tab/>
      </w:r>
      <w:r w:rsidRPr="00AA6B0B">
        <w:rPr>
          <w:bCs/>
          <w:lang w:val="uk-UA"/>
        </w:rPr>
        <w:tab/>
        <w:t xml:space="preserve">       Валерій МИХАЛЮК </w:t>
      </w:r>
    </w:p>
    <w:p w:rsidR="00EF3FC9" w:rsidRPr="00AA6B0B" w:rsidRDefault="00EF3FC9">
      <w:pPr>
        <w:rPr>
          <w:lang w:val="uk-UA"/>
        </w:rPr>
      </w:pPr>
    </w:p>
    <w:sectPr w:rsidR="00EF3FC9" w:rsidRPr="00AA6B0B" w:rsidSect="00395BA2">
      <w:pgSz w:w="12240" w:h="15840"/>
      <w:pgMar w:top="709" w:right="90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840" w:rsidRDefault="000F0840">
      <w:pPr>
        <w:spacing w:after="0" w:line="240" w:lineRule="auto"/>
      </w:pPr>
      <w:r>
        <w:separator/>
      </w:r>
    </w:p>
  </w:endnote>
  <w:endnote w:type="continuationSeparator" w:id="0">
    <w:p w:rsidR="000F0840" w:rsidRDefault="000F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840" w:rsidRDefault="000F0840">
      <w:pPr>
        <w:spacing w:after="0" w:line="240" w:lineRule="auto"/>
      </w:pPr>
      <w:r>
        <w:separator/>
      </w:r>
    </w:p>
  </w:footnote>
  <w:footnote w:type="continuationSeparator" w:id="0">
    <w:p w:rsidR="000F0840" w:rsidRDefault="000F0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70775E8"/>
    <w:multiLevelType w:val="multilevel"/>
    <w:tmpl w:val="284E9632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2">
    <w:nsid w:val="4D5E521C"/>
    <w:multiLevelType w:val="multilevel"/>
    <w:tmpl w:val="B0D8BDB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706B7A4A"/>
    <w:multiLevelType w:val="hybridMultilevel"/>
    <w:tmpl w:val="0D62A7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25"/>
    <w:rsid w:val="000F0840"/>
    <w:rsid w:val="00395BA2"/>
    <w:rsid w:val="00431972"/>
    <w:rsid w:val="004921C1"/>
    <w:rsid w:val="004B08B1"/>
    <w:rsid w:val="004E7025"/>
    <w:rsid w:val="0094544D"/>
    <w:rsid w:val="00AA6B0B"/>
    <w:rsid w:val="00D15400"/>
    <w:rsid w:val="00EF3FC9"/>
    <w:rsid w:val="00FF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2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E702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E702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E7025"/>
    <w:rPr>
      <w:rFonts w:ascii="Consolas" w:eastAsiaTheme="minorEastAsia" w:hAnsi="Consolas"/>
      <w:sz w:val="20"/>
      <w:szCs w:val="20"/>
    </w:rPr>
  </w:style>
  <w:style w:type="paragraph" w:customStyle="1" w:styleId="Default">
    <w:name w:val="Default"/>
    <w:uiPriority w:val="99"/>
    <w:rsid w:val="004E70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fe">
    <w:name w:val="Normal (Web)"/>
    <w:basedOn w:val="a"/>
    <w:uiPriority w:val="99"/>
    <w:semiHidden/>
    <w:unhideWhenUsed/>
    <w:rsid w:val="0039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2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E702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E702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E7025"/>
    <w:rPr>
      <w:rFonts w:ascii="Consolas" w:eastAsiaTheme="minorEastAsia" w:hAnsi="Consolas"/>
      <w:sz w:val="20"/>
      <w:szCs w:val="20"/>
    </w:rPr>
  </w:style>
  <w:style w:type="paragraph" w:customStyle="1" w:styleId="Default">
    <w:name w:val="Default"/>
    <w:uiPriority w:val="99"/>
    <w:rsid w:val="004E70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fe">
    <w:name w:val="Normal (Web)"/>
    <w:basedOn w:val="a"/>
    <w:uiPriority w:val="99"/>
    <w:semiHidden/>
    <w:unhideWhenUsed/>
    <w:rsid w:val="0039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Urist</cp:lastModifiedBy>
  <cp:revision>2</cp:revision>
  <cp:lastPrinted>2021-02-08T12:35:00Z</cp:lastPrinted>
  <dcterms:created xsi:type="dcterms:W3CDTF">2021-02-08T14:27:00Z</dcterms:created>
  <dcterms:modified xsi:type="dcterms:W3CDTF">2021-02-08T14:27:00Z</dcterms:modified>
</cp:coreProperties>
</file>