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1C2" w:rsidRDefault="00EA4F18" w:rsidP="002971C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A4F18"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2971C2" w:rsidRDefault="002971C2" w:rsidP="002971C2"/>
    <w:p w:rsidR="002971C2" w:rsidRDefault="002971C2" w:rsidP="002971C2"/>
    <w:p w:rsidR="002971C2" w:rsidRDefault="002971C2" w:rsidP="002971C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2971C2" w:rsidRDefault="002971C2" w:rsidP="002971C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2971C2" w:rsidRDefault="002971C2" w:rsidP="002971C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2971C2" w:rsidRDefault="002971C2" w:rsidP="002971C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2971C2" w:rsidRDefault="002971C2" w:rsidP="002971C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71C2" w:rsidRDefault="002971C2" w:rsidP="002971C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2971C2" w:rsidRDefault="002971C2" w:rsidP="002971C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971C2" w:rsidRDefault="002971C2" w:rsidP="002971C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2971C2" w:rsidRDefault="002971C2" w:rsidP="002971C2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12.03.2020  року                                    Крупець  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ru-RU"/>
        </w:rPr>
        <w:t>__</w:t>
      </w:r>
    </w:p>
    <w:p w:rsidR="002971C2" w:rsidRDefault="002971C2" w:rsidP="002971C2">
      <w:pPr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2971C2" w:rsidRDefault="002971C2" w:rsidP="002971C2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надання дозволу на розробку </w:t>
      </w:r>
    </w:p>
    <w:p w:rsidR="002971C2" w:rsidRDefault="002971C2" w:rsidP="002971C2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технічної документації із землеустрою </w:t>
      </w:r>
    </w:p>
    <w:p w:rsidR="002971C2" w:rsidRDefault="002971C2" w:rsidP="002971C2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щодо встановлення (відновлення) меж </w:t>
      </w:r>
    </w:p>
    <w:p w:rsidR="002971C2" w:rsidRDefault="002971C2" w:rsidP="002971C2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 ділянки в натурі (на місцевості)</w:t>
      </w:r>
    </w:p>
    <w:p w:rsidR="002971C2" w:rsidRDefault="002971C2" w:rsidP="002971C2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Ковалінській С.П.</w:t>
      </w:r>
    </w:p>
    <w:p w:rsidR="002971C2" w:rsidRDefault="002971C2" w:rsidP="002971C2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</w:p>
    <w:p w:rsidR="002971C2" w:rsidRDefault="002971C2" w:rsidP="002971C2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розглянувши заяву Ковалінської С.П.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сільська рада</w:t>
      </w:r>
    </w:p>
    <w:p w:rsidR="002971C2" w:rsidRDefault="002971C2" w:rsidP="002971C2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2971C2" w:rsidRDefault="002971C2" w:rsidP="002971C2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1.Надати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Ковалінській Світлані Павлівні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, як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а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зареєстрована за адресою: </w:t>
      </w:r>
      <w:r w:rsidR="0018272E"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  <w:t>____________________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, 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0,2100 га,  для будівництва та обслуговування  житлового будинку, господарських будівель і споруд (присадибна ділянка), земельна ділянка  розташована в с. Крупець, вул. Незалежності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25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2971C2" w:rsidRDefault="002971C2" w:rsidP="002971C2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2.Ковалінській С.П.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2971C2" w:rsidRDefault="002971C2" w:rsidP="002971C2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2971C2" w:rsidRDefault="002971C2" w:rsidP="002971C2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971C2" w:rsidRPr="002971C2" w:rsidRDefault="002971C2" w:rsidP="002971C2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</w:p>
    <w:p w:rsidR="002971C2" w:rsidRPr="002971C2" w:rsidRDefault="002971C2" w:rsidP="002971C2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3E4231" w:rsidRPr="002971C2" w:rsidRDefault="002971C2" w:rsidP="002971C2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Сільський  голова                                                                                            В.А.Михалюк </w:t>
      </w:r>
    </w:p>
    <w:sectPr w:rsidR="003E4231" w:rsidRPr="002971C2" w:rsidSect="003E42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embedSystemFonts/>
  <w:attachedTemplate r:id="rId1"/>
  <w:defaultTabStop w:val="720"/>
  <w:characterSpacingControl w:val="doNotCompress"/>
  <w:compat>
    <w:useFELayout/>
  </w:compat>
  <w:rsids>
    <w:rsidRoot w:val="002971C2"/>
    <w:rsid w:val="00171A2E"/>
    <w:rsid w:val="0018272E"/>
    <w:rsid w:val="002971C2"/>
    <w:rsid w:val="00304C90"/>
    <w:rsid w:val="003E4231"/>
    <w:rsid w:val="00505B6D"/>
    <w:rsid w:val="006D3977"/>
    <w:rsid w:val="007D6C18"/>
    <w:rsid w:val="00D1641A"/>
    <w:rsid w:val="00EA4F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1C2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254</Words>
  <Characters>1453</Characters>
  <Application>Microsoft Office Word</Application>
  <DocSecurity>0</DocSecurity>
  <Lines>12</Lines>
  <Paragraphs>3</Paragraphs>
  <ScaleCrop>false</ScaleCrop>
  <Company>Microsoft</Company>
  <LinksUpToDate>false</LinksUpToDate>
  <CharactersWithSpaces>1704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2020-03-04T08:35:00Z</dcterms:created>
  <dcterms:modified xsi:type="dcterms:W3CDTF">2020-03-04T08:46:00Z</dcterms:modified>
</cp:coreProperties>
</file>