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712" w:rsidRDefault="00D91712" w:rsidP="00B56C9A">
      <w:pPr>
        <w:pStyle w:val="HTML0"/>
        <w:spacing w:line="276" w:lineRule="auto"/>
        <w:rPr>
          <w:rFonts w:ascii="Times New Roman" w:eastAsia="Arial Unicode MS" w:hAnsi="Times New Roman"/>
          <w:b/>
          <w:color w:val="00000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3765A12" wp14:editId="5E6A2A7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21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712" w:rsidRDefault="00D91712" w:rsidP="00D917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zvdH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uRDyUdsHRnF5aNa3KtTLSlhDm7JlcLJi0NEoLL3u0c+Q1EnoVmFidpxjWFamA4i8p2&#10;Ta6cYW6kT4Frcu3A19SJm9A1uYKGQb56N4WG2gUGvjT34jY/OHGZu/I+342yqe1crqMex4Ck9vJS&#10;38OLIY8z1xEoRR25Qkc404pLC/xxH6OH6XgTnU6XX+/Z64Sfzo7kQW68s/Dz6ZHcfeSCgnvr4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EdcUA&#10;AADdAAAADwAAAGRycy9kb3ducmV2LnhtbESPT2vCQBTE74LfYXlCb3WTSFuNrkGkLR6E4r/7I/tM&#10;gtm3IbtN0m/fFQSPw8z8hlllg6lFR62rLCuIpxEI4tzqigsF59PX6xyE88gaa8uk4I8cZOvxaIWp&#10;tj0fqDv6QgQIuxQVlN43qZQuL8mgm9qGOHhX2xr0QbaF1C32AW5qmUTRuzRYcVgosaFtSfnt+GsU&#10;2Nn3bn8pksPskz88b37m18uwV+plMmyWIDwN/hl+tHdawVsSL+D+Jj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wR1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+jW8UA&#10;AADdAAAADwAAAGRycy9kb3ducmV2LnhtbERPy2oCMRTdF/oP4RbciGY6UKtToxRhtHVR8AFuL5Pb&#10;ybSTmyGJOvXrm0Why8N5z5e9bcWFfGgcK3gcZyCIK6cbrhUcD+VoCiJEZI2tY1LwQwGWi/u7ORba&#10;XXlHl32sRQrhUKACE2NXSBkqQxbD2HXEift03mJM0NdSe7ymcNvKPMsm0mLDqcFgRytD1ff+bBV8&#10;lR/mtHq+rf1wtqPbsNxu2veJUoOH/vUFRKQ+/ov/3G9awVOe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6N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v8QA&#10;AADdAAAADwAAAGRycy9kb3ducmV2LnhtbESPy2rDMBBF94X8g5hCNqWR49IQ3CjGhDoUb0IeHzBY&#10;E8vUGhlLjZ2/jwqFLi/3cbibfLKduNHgW8cKlosEBHHtdMuNgsu5fF2D8AFZY+eYFNzJQ76dPW0w&#10;027kI91OoRFxhH2GCkwIfSalrw1Z9AvXE0fv6gaLIcqhkXrAMY7bTqZJspIWW44Egz3tDNXfpx8b&#10;IYc3PFTX8VzuJxzxszL8UhyVmj9PxQeIQFP4D/+1v7SC9zR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rZL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vaMUA&#10;AADdAAAADwAAAGRycy9kb3ducmV2LnhtbESPQUsDMRSE74L/ITzBm80abJW1aZGqIIKHVqH09ti8&#10;7i5uXkLy7K7/3giCx2FmvmGW68kP6kQp94EtXM8qUMRNcD23Fj7en6/uQGVBdjgEJgvflGG9Oj9b&#10;Yu3CyFs67aRVBcK5RgudSKy1zk1HHvMsROLiHUPyKEWmVruEY4H7QZuqWmiPPZeFDiNtOmo+d1/e&#10;wtv4FF9vF/NjPKQbo/Ojk/1GrL28mB7uQQlN8h/+a784C3Nj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i9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fU8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ZpOob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V9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cSh8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liU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cSh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sXYsYA&#10;AADdAAAADwAAAGRycy9kb3ducmV2LnhtbESPUWvCMBSF3wf7D+EO9jI0XaVjdEaZg6DgQOaEvV6a&#10;a1vW3JQks/XfG0HY4+Gc8x3OfDnaTpzIh9axgudpBoK4cqblWsHhW09eQYSIbLBzTArOFGC5uL+b&#10;Y2ncwF902sdaJAiHEhU0MfallKFqyGKYup44eUfnLcYkfS2NxyHBbSfzLHuRFltOCw329NFQ9bv/&#10;swpWu6Ge+adqNbrtcf1TaG30p1bq8WF8fwMRaYz/4Vt7YxQUeV7A9U1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sX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TUMMA&#10;AADdAAAADwAAAGRycy9kb3ducmV2LnhtbESP0YrCMBRE3xf8h3CFfVtTyyrSNYq4FJbFF3U/4NJc&#10;m2pzU5JY69+bBcHHYWbOMMv1YFvRkw+NYwXTSQaCuHK64VrB37H8WIAIEVlj65gU3CnAejV6W2Kh&#10;3Y331B9iLRKEQ4EKTIxdIWWoDFkME9cRJ+/kvMWYpK+l9nhLcNvKPMvm0mLDacFgR1tD1eVwtQrK&#10;33zXX67al24zfFqamfPi2yj1Ph42XyAiDfEVfrZ/tIJZns/h/01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HTU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jscA&#10;AADdAAAADwAAAGRycy9kb3ducmV2LnhtbESPzWrDMBCE74G+g9hCLyWR45KkuFFCUhANtFDyA70u&#10;1sY2tVZGUmP37aNCIcdhZr5hluvBtuJCPjSOFUwnGQji0pmGKwWnox4/gwgR2WDrmBT8UoD16m60&#10;xMK4nvd0OcRKJAiHAhXUMXaFlKGsyWKYuI44eWfnLcYkfSWNxz7BbSvzLJtLiw2nhRo7eq2p/D78&#10;WAXbz7568o/ldnDv57evmdZGf2ilHu6HzQuISEO8hf/bO6Ngluc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1LI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iucAA&#10;AADdAAAADwAAAGRycy9kb3ducmV2LnhtbERPy4rCMBTdD/gP4QruxtSiItUoohRkmI2PD7g016ba&#10;3JQk1s7fTxYDszyc92Y32Fb05EPjWMFsmoEgrpxuuFZwu5afKxAhImtsHZOCHwqw244+Nlho9+Yz&#10;9ZdYixTCoUAFJsaukDJUhiyGqeuIE3d33mJM0NdSe3yncNvKPMuW0mLDqcFgRwdD1fPysgrKr/y7&#10;f760L91+mFtamMfqaJSajIf9GkSkIf6L/9wnrWCR52luepOe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Liu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dBMMA&#10;AADdAAAADwAAAGRycy9kb3ducmV2LnhtbESP0YrCMBRE34X9h3AXfLOp1S671SiLoOijdT/g0lzb&#10;YnPTbaKtf28EwcdhZs4wy/VgGnGjztWWFUyjGARxYXXNpYK/03byDcJ5ZI2NZVJwJwfr1cdoiZm2&#10;PR/plvtSBAi7DBVU3reZlK6oyKCLbEscvLPtDPogu1LqDvsAN41M4vhLGqw5LFTY0qai4pJfjYL5&#10;vd/95+kl3mpD08OsPbAvUqXGn8PvAoSnwb/Dr/ZeK0iT5Aee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td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7WMMA&#10;AADdAAAADwAAAGRycy9kb3ducmV2LnhtbERPy2rCQBTdF/oPwy24q5NGKm10EqSSUly1qbq+ZK5J&#10;MHMnZCYP/76zELo8nPc2m00rRupdY1nByzICQVxa3XCl4PibP7+BcB5ZY2uZFNzIQZY+Pmwx0Xbi&#10;HxoLX4kQwi5BBbX3XSKlK2sy6Ja2Iw7cxfYGfYB9JXWPUwg3rYyjaC0NNhwaauzoo6byWgxGwbA+&#10;x0e+HPR3sb99vu/znZOnSqnF07zbgPA0+3/x3f2lFbzGq7A/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p7W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hxMgA&#10;AADdAAAADwAAAGRycy9kb3ducmV2LnhtbESPT2vCQBTE74LfYXmCN934L9jUVVpBUA+Gqj309pp9&#10;TdJm36bZVdNv7xYKPQ4z8xtmsWpNJa7UuNKygtEwAkGcWV1yruB82gzmIJxH1lhZJgU/5GC17HYW&#10;mGh74xe6Hn0uAoRdggoK7+tESpcVZNANbU0cvA/bGPRBNrnUDd4C3FRyHEWxNFhyWCiwpnVB2dfx&#10;YhS8pvP4IX3eTT/3h3ecGP39pstYqX6vfXoE4an1/+G/9lYrmI0nI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xaH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/9QM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jCPZzH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/9Q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sLY8UA&#10;AADdAAAADwAAAGRycy9kb3ducmV2LnhtbESP3WrCQBSE7wu+w3KE3jUb4w9tdBURC961Rh/gkD1u&#10;gtmzMbtq2qd3CwUvh5n5hlmsetuIG3W+dqxglKQgiEunazYKjofPt3cQPiBrbByTgh/ysFoOXhaY&#10;a3fnPd2KYESEsM9RQRVCm0vpy4os+sS1xNE7uc5iiLIzUnd4j3DbyCxNZ9JizXGhwpY2FZXn4moV&#10;XFw21X2xxa/z9uO7NmZy+d1PlHod9us5iEB9eIb/2zutYJqNx/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+wt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Zf8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AZjV/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MZf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ZPEMIA&#10;AADdAAAADwAAAGRycy9kb3ducmV2LnhtbERPXWvCMBR9H/gfwhX2NlMrDleNMgeC4hTmhr5emmtT&#10;bG5Kk9X6781g4OP55swWna1ES40vHSsYDhIQxLnTJRcKfr5XLxMQPiBrrByTght5WMx7TzPMtLvy&#10;F7WHUIhYwj5DBSaEOpPS54Ys+oGriaN2do3FEGFTSN3gNZbbSqZJ8iotlhwXDNb0YSi/HH6tghb3&#10;t+Rklru3TfmZp/vlcasjr5773fsURKAuPMz/6bVWME5HY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dk8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9vB8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rrx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fbw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iMO8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4Tp9G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4jD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V8MQA&#10;AADdAAAADwAAAGRycy9kb3ducmV2LnhtbERPTWvCQBC9F/wPywi9FN3UEAnRVaRQVLDQRsHrmB2T&#10;YHY2ZNeY/vvuQejx8b6X68E0oqfO1ZYVvE8jEMSF1TWXCk7Hz0kKwnlkjY1lUvBLDtar0csSM20f&#10;/EN97ksRQthlqKDyvs2kdEVFBt3UtsSBu9rOoA+wK6Xu8BHCTSNnUTSXBmsODRW29FFRccvvRkH/&#10;fbiUu961+1v65pL4st1+6bNSr+NhswDhafD/4qd7pxUkszj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1f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0Mos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YwTF/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tDKLHAAAA3QAAAA8AAAAAAAAAAAAAAAAAmAIAAGRy&#10;cy9kb3ducmV2LnhtbFBLBQYAAAAABAAEAPUAAACMAwAAAAA=&#10;" fillcolor="black" stroked="f"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VTMUA&#10;AADdAAAADwAAAGRycy9kb3ducmV2LnhtbERPz2vCMBS+C/sfwhvspunKFKmmZW4TBupB3WHHZ/PW&#10;hjYvpYna+dcvh4HHj+/3shhsKy7Ue+NYwfMkAUFcOm24UvB1XI/nIHxA1tg6JgW/5KHIH0ZLzLS7&#10;8p4uh1CJGMI+QwV1CF0mpS9rsugnriOO3I/rLYYI+0rqHq8x3LYyTZKZtGg4NtTY0VtNZXM4WwXf&#10;m5mZ7w2lp+1t9aG302a1e2+UenocXhcgAg3hLv53f2oF0/Ql7o9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BVM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GOYs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dvodQh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GOY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e1p8YA&#10;AADdAAAADwAAAGRycy9kb3ducmV2LnhtbESPUWvCQBCE3wv+h2OFvki9GFrbpp4ihUJBEbT+gG1u&#10;mwTv9kJu1dhf7xWEPg4z8w0zW/TeqRN1sQlsYDLOQBGXwTZcGdh/fTy8gIqCbNEFJgMXirCYD+5m&#10;WNhw5i2ddlKpBOFYoIFapC20jmVNHuM4tMTJ+wmdR0myq7Tt8Jzg3uk8y6baY8NpocaW3msqD7uj&#10;N+Dyb/e6eo5ruez1Ovv1sh1trDH3w375Bkqol//wrf1pDTzljzn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e1p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feMcA&#10;AADdAAAADwAAAGRycy9kb3ducmV2LnhtbESPzWrDMBCE74W8g9hCbo1cpy3FjRLyQ8CXHuqm5Lqx&#10;NpaJtDKWkjh9+qpQ6HGYmW+Y2WJwVlyoD61nBY+TDARx7XXLjYLd5/bhFUSIyBqtZ1JwowCL+ehu&#10;hoX2V/6gSxUbkSAcClRgYuwKKUNtyGGY+I44eUffO4xJ9o3UPV4T3FmZZ9mLdNhyWjDY0dpQfarO&#10;TsGm6my+K80q7L/eDwdbfm9pv1FqfD8s30BEGuJ/+K9dagXP+dMU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XH3j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IvcUA&#10;AADdAAAADwAAAGRycy9kb3ducmV2LnhtbESPS2vDMBCE74H+B7GF3BKpIY/iWg6lNBDIKa9Db4u0&#10;td1aK2Mpsfvvq0Agx2FmvmHy9eAacaUu1J41vEwVCGLjbc2lhtNxM3kFESKyxcYzafijAOviaZRj&#10;Zn3Pe7oeYikShEOGGqoY20zKYCpyGKa+JU7et+8cxiS7UtoO+wR3jZwptZQOa04LFbb0UZH5PVyc&#10;hp+N3Hmj0JxP535rV1+fS2qU1uPn4f0NRKQhPsL39tZqWMzmc7i9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ci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PCM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zdDa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zPC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rr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po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0663HAAAA3QAAAA8AAAAAAAAAAAAAAAAAmAIAAGRy&#10;cy9kb3ducmV2LnhtbFBLBQYAAAAABAAEAPUAAACMAwAAAAA=&#10;" fillcolor="black" stroked="f"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0N8UA&#10;AADdAAAADwAAAGRycy9kb3ducmV2LnhtbESPzWrDMBCE74W+g9hAb42c9Bc3SjCB0tKTkzbkurE2&#10;lom1MpKquG9fFQo5DjPzDbNYjbYXiXzoHCuYTQsQxI3THbcKvj5fb59BhIissXdMCn4owGp5fbXA&#10;UrszbyhtYysyhEOJCkyMQyllaAxZDFM3EGfv6LzFmKVvpfZ4znDby3lRPEqLHecFgwOtDTWn7bdV&#10;kA7rurpL+2Q2H75qvavfdodaqZvJWL2AiDTGS/i//a4VPMzvn+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LQ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zAt8QA&#10;AADdAAAADwAAAGRycy9kb3ducmV2LnhtbERPz2vCMBS+D/Y/hDfYzaaKytYZRUTFedF1gjs+mrem&#10;rHkpTVbr/npzEHb8+H7PFr2tRUetrxwrGCYpCOLC6YpLBafPzeAFhA/IGmvHpOBKHhbzx4cZZtpd&#10;+IO6PJQihrDPUIEJocmk9IUhiz5xDXHkvl1rMUTYllK3eInhtpajNJ1KixXHBoMNrQwVP/mvVeCH&#10;q/V5b/9eu6+t4UP+bqbH0ij1/NQv30AE6sO/+O7eaQWT0TjOjW/iE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wLf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1712" w:rsidRDefault="00D91712" w:rsidP="00D917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91712" w:rsidRDefault="00D91712" w:rsidP="00D917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712" w:rsidRDefault="00D91712" w:rsidP="00D917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91712" w:rsidRDefault="00D91712" w:rsidP="00D917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91712" w:rsidRPr="00B15ABE" w:rsidRDefault="00D91712" w:rsidP="00D917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D91712" w:rsidRPr="00EA5D11" w:rsidRDefault="00D91712" w:rsidP="00D91712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91712" w:rsidRPr="00EA5D11" w:rsidRDefault="00D91712" w:rsidP="00D91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D91712" w:rsidRPr="00EA5D11" w:rsidRDefault="00D91712" w:rsidP="00D91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поділу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об’єднання</w:t>
      </w:r>
      <w:proofErr w:type="spellEnd"/>
    </w:p>
    <w:p w:rsidR="00D91712" w:rsidRPr="00EA5D11" w:rsidRDefault="00D91712" w:rsidP="00D91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D91712" w:rsidRPr="00EA5D11" w:rsidRDefault="00D91712" w:rsidP="00D91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1712" w:rsidRDefault="00D91712" w:rsidP="00D91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122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D91712" w:rsidRPr="00EA5D11" w:rsidRDefault="00D91712" w:rsidP="00D91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91712" w:rsidRPr="00EA5D11" w:rsidRDefault="00D91712" w:rsidP="00D91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EA5D11">
        <w:rPr>
          <w:rFonts w:ascii="Times New Roman" w:eastAsia="Calibri" w:hAnsi="Times New Roman" w:cs="Times New Roman"/>
          <w:sz w:val="24"/>
          <w:szCs w:val="24"/>
        </w:rPr>
        <w:t xml:space="preserve"> номер 04405030, </w:t>
      </w:r>
      <w:proofErr w:type="spellStart"/>
      <w:proofErr w:type="gramStart"/>
      <w:r w:rsidRPr="00EA5D11">
        <w:rPr>
          <w:rFonts w:ascii="Times New Roman" w:eastAsia="Calibri" w:hAnsi="Times New Roman" w:cs="Times New Roman"/>
          <w:sz w:val="24"/>
          <w:szCs w:val="24"/>
        </w:rPr>
        <w:t>т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ехн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об’єднання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 (16.00),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0,2457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6823984000:03:018:0352;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0,1768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6823984000:03:018:0350;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1,6404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6823984000:03:018:0353,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0,2254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6823984000:03:018:0351, яка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ради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за межами   с.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91712" w:rsidRPr="00EA5D11" w:rsidRDefault="00D91712" w:rsidP="00D91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особі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Валерія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D91712" w:rsidRPr="00EA5D11" w:rsidRDefault="00D91712" w:rsidP="00D91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A5D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91712" w:rsidRPr="00EA5D11" w:rsidRDefault="00D91712" w:rsidP="00D917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91712" w:rsidRPr="00EA5D11" w:rsidRDefault="00D91712" w:rsidP="00D9171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91712" w:rsidRDefault="00D91712" w:rsidP="00D917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EA5D11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EA5D11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9171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833" w:rsidRDefault="00AA1833">
      <w:pPr>
        <w:spacing w:after="0" w:line="240" w:lineRule="auto"/>
      </w:pPr>
      <w:r>
        <w:separator/>
      </w:r>
    </w:p>
  </w:endnote>
  <w:endnote w:type="continuationSeparator" w:id="0">
    <w:p w:rsidR="00AA1833" w:rsidRDefault="00AA18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833" w:rsidRDefault="00AA1833">
      <w:pPr>
        <w:spacing w:after="0" w:line="240" w:lineRule="auto"/>
      </w:pPr>
      <w:r>
        <w:separator/>
      </w:r>
    </w:p>
  </w:footnote>
  <w:footnote w:type="continuationSeparator" w:id="0">
    <w:p w:rsidR="00AA1833" w:rsidRDefault="00AA18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712"/>
    <w:rsid w:val="001F6F17"/>
    <w:rsid w:val="002458FD"/>
    <w:rsid w:val="00AA1833"/>
    <w:rsid w:val="00B56C9A"/>
    <w:rsid w:val="00D917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1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171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171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9171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71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9171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9171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9171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2021-01-31T13:13:00Z</dcterms:created>
  <dcterms:modified xsi:type="dcterms:W3CDTF">2021-01-31T13:23:00Z</dcterms:modified>
</cp:coreProperties>
</file>