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4A46" w:rsidRDefault="00214A46" w:rsidP="00214A4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4A46" w:rsidRDefault="00214A46" w:rsidP="00214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4A46" w:rsidRDefault="00214A46" w:rsidP="00214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4A46" w:rsidRDefault="00214A46" w:rsidP="00214A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14A46" w:rsidRDefault="00214A46" w:rsidP="00214A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4A46" w:rsidRDefault="00214A46" w:rsidP="00214A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46</w:t>
      </w:r>
    </w:p>
    <w:p w:rsidR="00214A46" w:rsidRDefault="00214A46" w:rsidP="00214A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214A46" w:rsidRDefault="00214A46" w:rsidP="00214A4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Вакаруку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М.С.</w:t>
      </w: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Вакарука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 С.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14A46" w:rsidRPr="00DA10B1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Вакаруку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Максиму Сергійовичу,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6F0B2A" w:rsidRPr="006F0B2A">
        <w:rPr>
          <w:rFonts w:ascii="Times New Roman" w:eastAsia="Calibri" w:hAnsi="Times New Roman" w:cs="Times New Roman"/>
          <w:sz w:val="24"/>
          <w:lang w:eastAsia="en-US"/>
        </w:rPr>
        <w:t>_</w:t>
      </w:r>
      <w:r w:rsidR="006F0B2A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2,0000 га, кадастровий номер 6823984700:04:005:0036, для  ведення особистого селянського господарства, яка розташована в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 за межами села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Вакаруку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М.С.,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14A46" w:rsidRDefault="00214A46" w:rsidP="00214A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14A46" w:rsidRDefault="00214A46" w:rsidP="00214A4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14A46" w:rsidRDefault="00214A46" w:rsidP="00214A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14A46" w:rsidRPr="00214A46" w:rsidRDefault="00214A46" w:rsidP="00214A4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A97F45" w:rsidRPr="00214A46" w:rsidRDefault="00214A46" w:rsidP="00214A4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A97F45" w:rsidRPr="00214A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4A46"/>
    <w:rsid w:val="00214A46"/>
    <w:rsid w:val="006F0B2A"/>
    <w:rsid w:val="00A97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4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14A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14A4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14A4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A4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14A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14A4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14A4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256</Words>
  <Characters>1460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2021-07-26T12:33:00Z</dcterms:created>
  <dcterms:modified xsi:type="dcterms:W3CDTF">2021-07-27T07:23:00Z</dcterms:modified>
</cp:coreProperties>
</file>