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E5" w:rsidRPr="00154EFF" w:rsidRDefault="002A04E5" w:rsidP="002A04E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4E5" w:rsidRDefault="002A04E5" w:rsidP="002A04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04E5" w:rsidRDefault="002A04E5" w:rsidP="002A04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04E5" w:rsidRDefault="002A04E5" w:rsidP="002A04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04E5" w:rsidRDefault="002A04E5" w:rsidP="002A04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A04E5" w:rsidRDefault="002A04E5" w:rsidP="002A04E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04E5" w:rsidRPr="00F55ACB" w:rsidRDefault="002A04E5" w:rsidP="002A04E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№90</w:t>
      </w:r>
    </w:p>
    <w:p w:rsidR="002A04E5" w:rsidRPr="00693AD6" w:rsidRDefault="002A04E5" w:rsidP="002A04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04E5" w:rsidRPr="00F6667D" w:rsidRDefault="002A04E5" w:rsidP="002A04E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6667D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A04E5" w:rsidRPr="00F6667D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6667D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6667D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2A04E5" w:rsidRPr="00F6667D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6667D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A04E5" w:rsidRPr="00F6667D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О.П.</w:t>
      </w:r>
    </w:p>
    <w:p w:rsidR="002A04E5" w:rsidRPr="00F6667D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A04E5" w:rsidRPr="00F6667D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6667D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О.П.</w:t>
      </w:r>
      <w:r w:rsidRPr="00F6667D">
        <w:rPr>
          <w:rFonts w:ascii="Times New Roman" w:eastAsia="Calibri" w:hAnsi="Times New Roman" w:cs="Times New Roman"/>
          <w:sz w:val="24"/>
        </w:rPr>
        <w:t xml:space="preserve">,  сільська рада </w:t>
      </w:r>
    </w:p>
    <w:p w:rsidR="002A04E5" w:rsidRPr="00F55ACB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6667D">
        <w:rPr>
          <w:rFonts w:ascii="Times New Roman" w:eastAsia="Calibri" w:hAnsi="Times New Roman" w:cs="Times New Roman"/>
          <w:sz w:val="24"/>
        </w:rPr>
        <w:t>ВИРІШИЛА:</w:t>
      </w:r>
    </w:p>
    <w:p w:rsidR="002A04E5" w:rsidRPr="001D586A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667D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      1.</w:t>
      </w:r>
      <w:r w:rsidRPr="00F6667D">
        <w:rPr>
          <w:rFonts w:ascii="Times New Roman" w:eastAsia="Calibri" w:hAnsi="Times New Roman" w:cs="Times New Roman"/>
          <w:sz w:val="24"/>
        </w:rPr>
        <w:t xml:space="preserve">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Олені Петрівні, яка</w:t>
      </w:r>
      <w:r w:rsidRPr="00F6667D">
        <w:rPr>
          <w:rFonts w:ascii="Times New Roman" w:eastAsia="Calibri" w:hAnsi="Times New Roman" w:cs="Times New Roman"/>
          <w:sz w:val="24"/>
        </w:rPr>
        <w:t xml:space="preserve"> заре</w:t>
      </w:r>
      <w:r>
        <w:rPr>
          <w:rFonts w:ascii="Times New Roman" w:eastAsia="Calibri" w:hAnsi="Times New Roman" w:cs="Times New Roman"/>
          <w:sz w:val="24"/>
        </w:rPr>
        <w:t xml:space="preserve">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563F6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 w:rsidRPr="00F6667D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площею </w:t>
      </w:r>
      <w:r w:rsidRPr="001D586A">
        <w:rPr>
          <w:rFonts w:ascii="Times New Roman" w:eastAsia="Calibri" w:hAnsi="Times New Roman" w:cs="Times New Roman"/>
          <w:sz w:val="24"/>
          <w:szCs w:val="24"/>
        </w:rPr>
        <w:t xml:space="preserve">0,3098 га, кадастровий номер 6823982100:03:005:0049, за рахунок земель запасу </w:t>
      </w:r>
      <w:r w:rsidRPr="001D58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01.17 земельні ділянки запасу (земельні ділянки, які не надані у власність або користування громадянами чи юридичними особами), </w:t>
      </w:r>
      <w:r w:rsidRPr="001D586A">
        <w:rPr>
          <w:rFonts w:ascii="Times New Roman" w:eastAsia="Calibri" w:hAnsi="Times New Roman" w:cs="Times New Roman"/>
          <w:sz w:val="24"/>
          <w:szCs w:val="24"/>
        </w:rPr>
        <w:t xml:space="preserve">для ведення особистого селянського господарства,  яка розташована в Хмельницька область, Шепетівський район, за межами </w:t>
      </w:r>
      <w:proofErr w:type="spellStart"/>
      <w:r w:rsidRPr="001D586A">
        <w:rPr>
          <w:rFonts w:ascii="Times New Roman" w:eastAsia="Calibri" w:hAnsi="Times New Roman" w:cs="Times New Roman"/>
          <w:sz w:val="24"/>
          <w:szCs w:val="24"/>
        </w:rPr>
        <w:t>с.Головлі</w:t>
      </w:r>
      <w:proofErr w:type="spellEnd"/>
      <w:r w:rsidRPr="001D58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04E5" w:rsidRPr="00F6667D" w:rsidRDefault="002A04E5" w:rsidP="002A04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586A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1D586A">
        <w:rPr>
          <w:rFonts w:ascii="Times New Roman" w:eastAsia="Calibri" w:hAnsi="Times New Roman" w:cs="Times New Roman"/>
          <w:sz w:val="24"/>
          <w:szCs w:val="24"/>
        </w:rPr>
        <w:t>Нікітюк</w:t>
      </w:r>
      <w:proofErr w:type="spellEnd"/>
      <w:r w:rsidRPr="001D586A">
        <w:rPr>
          <w:rFonts w:ascii="Times New Roman" w:eastAsia="Calibri" w:hAnsi="Times New Roman" w:cs="Times New Roman"/>
          <w:sz w:val="24"/>
          <w:szCs w:val="24"/>
        </w:rPr>
        <w:t xml:space="preserve"> О.П.  розробити </w:t>
      </w:r>
      <w:proofErr w:type="spellStart"/>
      <w:r w:rsidRPr="001D586A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D586A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667D">
        <w:rPr>
          <w:rFonts w:ascii="Times New Roman" w:eastAsia="Calibri" w:hAnsi="Times New Roman" w:cs="Times New Roman"/>
          <w:sz w:val="24"/>
        </w:rPr>
        <w:t>сільської ради.</w:t>
      </w:r>
    </w:p>
    <w:p w:rsidR="002A04E5" w:rsidRPr="00F6667D" w:rsidRDefault="002A04E5" w:rsidP="002A04E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66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A04E5" w:rsidRPr="00F55ACB" w:rsidRDefault="002A04E5" w:rsidP="002A04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666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A04E5" w:rsidRPr="00F6667D" w:rsidRDefault="002A04E5" w:rsidP="002A04E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0093A" w:rsidRPr="002A04E5" w:rsidRDefault="002A04E5" w:rsidP="002A04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6667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0093A" w:rsidRPr="002A04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E5"/>
    <w:rsid w:val="000563F6"/>
    <w:rsid w:val="002A04E5"/>
    <w:rsid w:val="00F0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E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A04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A04E5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E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A04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A04E5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266</Words>
  <Characters>1521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2022-02-08T06:58:00Z</dcterms:created>
  <dcterms:modified xsi:type="dcterms:W3CDTF">2022-02-08T11:30:00Z</dcterms:modified>
</cp:coreProperties>
</file>