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336" w:rsidRDefault="00AB6336" w:rsidP="00AB633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336" w:rsidRDefault="00AB6336" w:rsidP="00AB63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B6336" w:rsidRDefault="00AB6336" w:rsidP="00AB63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B6336" w:rsidRDefault="00AB6336" w:rsidP="00AB63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6336" w:rsidRDefault="00AB6336" w:rsidP="00AB63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6336" w:rsidRDefault="00AB6336" w:rsidP="00AB63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6336" w:rsidRDefault="00AB6336" w:rsidP="00AB63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6336" w:rsidRDefault="00AB6336" w:rsidP="00AB63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B6336" w:rsidRDefault="00AB6336" w:rsidP="00AB633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B6336" w:rsidRDefault="00AB6336" w:rsidP="00AB63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B6336" w:rsidRDefault="00AB6336" w:rsidP="00AB63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B6336" w:rsidRDefault="00AB6336" w:rsidP="00AB63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6336" w:rsidRDefault="00AB6336" w:rsidP="00AB63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B6336" w:rsidRDefault="00AB6336" w:rsidP="00AB63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6336" w:rsidRDefault="00AB6336" w:rsidP="00AB63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B6336" w:rsidRDefault="00AB6336" w:rsidP="00AB633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B6336" w:rsidRDefault="00AB6336" w:rsidP="00AB633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52</w:t>
      </w:r>
    </w:p>
    <w:p w:rsidR="00AB6336" w:rsidRPr="00002D8B" w:rsidRDefault="00AB6336" w:rsidP="00AB633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B6336" w:rsidRPr="00BE46EE" w:rsidRDefault="00AB6336" w:rsidP="00AB6336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передачу в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приватну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власність</w:t>
      </w:r>
      <w:proofErr w:type="spellEnd"/>
    </w:p>
    <w:p w:rsidR="00AB6336" w:rsidRPr="00BE46EE" w:rsidRDefault="00AB6336" w:rsidP="00AB63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BE46EE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BE46EE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BE46EE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AB6336" w:rsidRPr="00BE46EE" w:rsidRDefault="00AB6336" w:rsidP="00AB63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BE46EE">
        <w:rPr>
          <w:rFonts w:ascii="Times New Roman" w:eastAsia="Calibri" w:hAnsi="Times New Roman" w:cs="Times New Roman"/>
          <w:b/>
          <w:sz w:val="24"/>
          <w:lang w:val="ru-RU" w:eastAsia="en-US"/>
        </w:rPr>
        <w:t>Скрипник</w:t>
      </w:r>
      <w:proofErr w:type="spellEnd"/>
      <w:r w:rsidRPr="00BE46EE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Л.П.</w:t>
      </w:r>
    </w:p>
    <w:p w:rsidR="00AB6336" w:rsidRPr="00BE46EE" w:rsidRDefault="00AB6336" w:rsidP="00AB63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AB6336" w:rsidRPr="00BE46EE" w:rsidRDefault="00AB6336" w:rsidP="00AB63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 w:eastAsia="en-US"/>
        </w:rPr>
        <w:t>116, 118, 121 та 122</w:t>
      </w:r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Скрипник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Л.П.  </w:t>
      </w:r>
      <w:proofErr w:type="spellStart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AB6336" w:rsidRPr="00002D8B" w:rsidRDefault="00AB6336" w:rsidP="00AB63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BE46EE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AB6336" w:rsidRPr="00BE46EE" w:rsidRDefault="00AB6336" w:rsidP="00AB63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BE46EE">
        <w:rPr>
          <w:rFonts w:ascii="Times New Roman" w:eastAsia="Calibri" w:hAnsi="Times New Roman" w:cs="Times New Roman"/>
          <w:sz w:val="24"/>
          <w:lang w:eastAsia="en-US"/>
        </w:rPr>
        <w:t xml:space="preserve">       1. Передати Скрипник Ларисі Пилипівні, яка зареєстрована за </w:t>
      </w:r>
      <w:proofErr w:type="spellStart"/>
      <w:r w:rsidRPr="00BE46EE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BE46EE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A0529">
        <w:rPr>
          <w:rFonts w:ascii="Times New Roman" w:eastAsia="Calibri" w:hAnsi="Times New Roman" w:cs="Times New Roman"/>
          <w:sz w:val="24"/>
          <w:lang w:val="ru-RU" w:eastAsia="en-US"/>
        </w:rPr>
        <w:t>_________________</w:t>
      </w:r>
      <w:bookmarkStart w:id="0" w:name="_GoBack"/>
      <w:bookmarkEnd w:id="0"/>
      <w:r w:rsidRPr="00BE46EE">
        <w:rPr>
          <w:rFonts w:ascii="Times New Roman" w:eastAsia="Calibri" w:hAnsi="Times New Roman" w:cs="Times New Roman"/>
          <w:sz w:val="24"/>
          <w:lang w:eastAsia="en-US"/>
        </w:rPr>
        <w:t>,  у приватну власність земельну ділянку площею 0,1200 га, кадастровий номер 6823986800:06:007:0159 для  індивідуального садівництва, яка розташована в Хмельницька область, Шепетівський район, Полянська сільська рада (</w:t>
      </w:r>
      <w:proofErr w:type="spellStart"/>
      <w:r w:rsidRPr="00BE46EE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BE46EE">
        <w:rPr>
          <w:rFonts w:ascii="Times New Roman" w:eastAsia="Calibri" w:hAnsi="Times New Roman" w:cs="Times New Roman"/>
          <w:sz w:val="24"/>
          <w:lang w:eastAsia="en-US"/>
        </w:rPr>
        <w:t>сільська рада)</w:t>
      </w:r>
    </w:p>
    <w:p w:rsidR="00AB6336" w:rsidRPr="00BE46EE" w:rsidRDefault="00AB6336" w:rsidP="00AB633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E46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 </w:t>
      </w:r>
      <w:r w:rsidRPr="00BE46EE">
        <w:rPr>
          <w:rFonts w:ascii="Times New Roman" w:eastAsia="Arial Unicode MS" w:hAnsi="Times New Roman" w:cs="Times New Roman"/>
          <w:sz w:val="24"/>
          <w:szCs w:val="24"/>
        </w:rPr>
        <w:t xml:space="preserve">Скрипник Л.П, </w:t>
      </w:r>
      <w:r w:rsidRPr="00BE46EE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AB6336" w:rsidRPr="00BE46EE" w:rsidRDefault="00AB6336" w:rsidP="00AB633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E46EE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B6336" w:rsidRPr="00BE46EE" w:rsidRDefault="00AB6336" w:rsidP="00AB63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B6336" w:rsidRPr="00BE46EE" w:rsidRDefault="00AB6336" w:rsidP="00AB633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B6336" w:rsidRPr="00BE46EE" w:rsidRDefault="00AB6336" w:rsidP="00AB633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B6336" w:rsidRPr="00BE46EE" w:rsidRDefault="00AB6336" w:rsidP="00AB633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B6336" w:rsidRPr="00BE46EE" w:rsidRDefault="00AB6336" w:rsidP="00AB633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B6336" w:rsidRPr="00BE46EE" w:rsidRDefault="00AB6336" w:rsidP="00AB633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BE46E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p w:rsidR="00D60B3C" w:rsidRDefault="00D60B3C"/>
    <w:sectPr w:rsidR="00D60B3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336"/>
    <w:rsid w:val="006A0529"/>
    <w:rsid w:val="00AB6336"/>
    <w:rsid w:val="00D6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3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B633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B633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B6336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3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B633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B633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B6336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219</Words>
  <Characters>1249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2021-07-26T12:35:00Z</dcterms:created>
  <dcterms:modified xsi:type="dcterms:W3CDTF">2021-07-27T07:28:00Z</dcterms:modified>
</cp:coreProperties>
</file>