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E27" w:rsidRDefault="004A3E27" w:rsidP="004A3E2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3E27" w:rsidRDefault="004A3E27" w:rsidP="004A3E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3E27" w:rsidRDefault="004A3E27" w:rsidP="004A3E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3E27" w:rsidRDefault="004A3E27" w:rsidP="004A3E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3E27" w:rsidRDefault="004A3E27" w:rsidP="004A3E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3E27" w:rsidRDefault="004A3E27" w:rsidP="004A3E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3E27" w:rsidRDefault="004A3E27" w:rsidP="004A3E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3E27" w:rsidRDefault="004A3E27" w:rsidP="004A3E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3E27" w:rsidRDefault="004A3E27" w:rsidP="004A3E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3E27" w:rsidRDefault="004A3E27" w:rsidP="004A3E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3E27" w:rsidRDefault="004A3E27" w:rsidP="004A3E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3E27" w:rsidRDefault="004A3E27" w:rsidP="004A3E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3E27" w:rsidRDefault="004A3E27" w:rsidP="004A3E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3E27" w:rsidRDefault="004A3E27" w:rsidP="004A3E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3E27" w:rsidRDefault="004A3E27" w:rsidP="004A3E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3E27" w:rsidRDefault="004A3E27" w:rsidP="004A3E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3E27" w:rsidRDefault="004A3E27" w:rsidP="004A3E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3E27" w:rsidRDefault="004A3E27" w:rsidP="004A3E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3E27" w:rsidRDefault="004A3E27" w:rsidP="004A3E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3E27" w:rsidRDefault="004A3E27" w:rsidP="004A3E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3E27" w:rsidRDefault="004A3E27" w:rsidP="004A3E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3E27" w:rsidRDefault="004A3E27" w:rsidP="004A3E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3E27" w:rsidRDefault="004A3E27" w:rsidP="004A3E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3E27" w:rsidRDefault="004A3E27" w:rsidP="004A3E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3E27" w:rsidRDefault="004A3E27" w:rsidP="004A3E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3E27" w:rsidRDefault="004A3E27" w:rsidP="004A3E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3E27" w:rsidRDefault="004A3E27" w:rsidP="004A3E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3E27" w:rsidRDefault="004A3E27" w:rsidP="004A3E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3E27" w:rsidRDefault="004A3E27" w:rsidP="004A3E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3E27" w:rsidRDefault="004A3E27" w:rsidP="004A3E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3E27" w:rsidRDefault="004A3E27" w:rsidP="004A3E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A3E27" w:rsidRDefault="004A3E27" w:rsidP="004A3E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A3E27" w:rsidRDefault="004A3E27" w:rsidP="004A3E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A3E27" w:rsidRDefault="004A3E27" w:rsidP="004A3E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A3E27" w:rsidRDefault="004A3E27" w:rsidP="004A3E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A3E27" w:rsidRDefault="004A3E27" w:rsidP="004A3E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A3E27" w:rsidRDefault="004A3E27" w:rsidP="004A3E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A3E27" w:rsidRDefault="004A3E27" w:rsidP="004A3E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A3E27" w:rsidRDefault="004A3E27" w:rsidP="004A3E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A3E27" w:rsidRDefault="004A3E27" w:rsidP="004A3E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A3E27" w:rsidRDefault="004A3E27" w:rsidP="004A3E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A3E27" w:rsidRDefault="004A3E27" w:rsidP="004A3E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A3E27" w:rsidRDefault="004A3E27" w:rsidP="004A3E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A3E27" w:rsidRDefault="004A3E27" w:rsidP="004A3E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A3E27" w:rsidRDefault="004A3E27" w:rsidP="004A3E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A3E27" w:rsidRDefault="004A3E27" w:rsidP="004A3E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A3E27" w:rsidRDefault="004A3E27" w:rsidP="004A3E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A3E27" w:rsidRDefault="004A3E27" w:rsidP="004A3E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A3E27" w:rsidRDefault="004A3E27" w:rsidP="004A3E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A3E27" w:rsidRDefault="004A3E27" w:rsidP="004A3E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A3E27" w:rsidRDefault="004A3E27" w:rsidP="004A3E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4A3E27" w:rsidRDefault="004A3E27" w:rsidP="004A3E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A3E27" w:rsidRDefault="004A3E27" w:rsidP="004A3E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A3E27" w:rsidRDefault="004A3E27" w:rsidP="004A3E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A3E27" w:rsidRDefault="004A3E27" w:rsidP="004A3E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A3E27" w:rsidRDefault="004A3E27" w:rsidP="004A3E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A3E27" w:rsidRDefault="004A3E27" w:rsidP="004A3E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A3E27" w:rsidRDefault="004A3E27" w:rsidP="004A3E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4A3E27" w:rsidRDefault="004A3E27" w:rsidP="004A3E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A3E27" w:rsidRDefault="004A3E27" w:rsidP="004A3E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A3E27" w:rsidRDefault="004A3E27" w:rsidP="004A3E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A3E27" w:rsidRDefault="004A3E27" w:rsidP="004A3E2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A3E27" w:rsidRDefault="004A3E27" w:rsidP="004A3E2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A3E27" w:rsidRDefault="004A3E27" w:rsidP="004A3E2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A3E27" w:rsidRDefault="004A3E27" w:rsidP="004A3E2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A3E27" w:rsidRDefault="004A3E27" w:rsidP="004A3E2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A3E27" w:rsidRDefault="004A3E27" w:rsidP="004A3E2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A3E27" w:rsidRDefault="004A3E27" w:rsidP="004A3E2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A3E27" w:rsidRDefault="004A3E27" w:rsidP="004A3E2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A3E27" w:rsidRDefault="004A3E27" w:rsidP="004A3E2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A3E27" w:rsidRDefault="004A3E27" w:rsidP="004A3E2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A3E27" w:rsidRDefault="004A3E27" w:rsidP="004A3E2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4A3E27" w:rsidRDefault="004A3E27" w:rsidP="004A3E2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A3E27" w:rsidRDefault="004A3E27" w:rsidP="004A3E2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№21</w:t>
      </w:r>
    </w:p>
    <w:p w:rsidR="004A3E27" w:rsidRPr="00DE6ED3" w:rsidRDefault="004A3E27" w:rsidP="004A3E27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4A3E27" w:rsidRPr="00DE6ED3" w:rsidRDefault="004A3E27" w:rsidP="004A3E2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4A3E27" w:rsidRPr="00DE6ED3" w:rsidRDefault="004A3E27" w:rsidP="004A3E2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4A3E27" w:rsidRPr="003C25D2" w:rsidRDefault="004A3E27" w:rsidP="004A3E2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Юрчик О.М.</w:t>
      </w:r>
    </w:p>
    <w:p w:rsidR="004A3E27" w:rsidRPr="00DE6ED3" w:rsidRDefault="004A3E27" w:rsidP="004A3E2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A3E27" w:rsidRPr="00DE6ED3" w:rsidRDefault="004A3E27" w:rsidP="004A3E2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</w:t>
      </w:r>
      <w:r w:rsidRPr="00DE6ED3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Юрчик О.М.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r w:rsidRPr="00DE6ED3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4A3E27" w:rsidRPr="00DE6ED3" w:rsidRDefault="004A3E27" w:rsidP="004A3E2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4A3E27" w:rsidRPr="00DE6ED3" w:rsidRDefault="004A3E27" w:rsidP="004A3E2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Юрчик Олені Максимівні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</w:rPr>
        <w:t xml:space="preserve">кого господарства, площею 0,0965 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га, яка розташована Хмельницька область,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)  район,  с. Крупець</w:t>
      </w:r>
      <w:r w:rsidRPr="00DE6E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A3E27" w:rsidRPr="00DE6ED3" w:rsidRDefault="004A3E27" w:rsidP="004A3E2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2.Передати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Юрчик Олені Максимівні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яка  зареєстрована за адресою: </w:t>
      </w:r>
      <w:r w:rsidR="00761C81" w:rsidRPr="00761C81">
        <w:rPr>
          <w:rFonts w:ascii="Times New Roman" w:eastAsia="Calibri" w:hAnsi="Times New Roman" w:cs="Times New Roman"/>
          <w:sz w:val="24"/>
          <w:lang w:val="ru-RU"/>
        </w:rPr>
        <w:t>_____________</w:t>
      </w:r>
      <w:r w:rsidRPr="00DE6ED3">
        <w:rPr>
          <w:rFonts w:ascii="Times New Roman" w:eastAsia="Calibri" w:hAnsi="Times New Roman" w:cs="Times New Roman"/>
          <w:sz w:val="24"/>
        </w:rPr>
        <w:t xml:space="preserve">,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дентифікаційний номер </w:t>
      </w:r>
      <w:r w:rsidR="00761C81" w:rsidRPr="00761C81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</w:t>
      </w:r>
      <w:bookmarkStart w:id="0" w:name="_GoBack"/>
      <w:bookmarkEnd w:id="0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земельну ділянку, площею 0,0965 га, кадастровий номер: 6823984000:01:016:0036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, для ведення особистого селянського господарства, яка розташована Хмельницька область,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) район, с. Крупець</w:t>
      </w:r>
      <w:r w:rsidRPr="00DE6E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A3E27" w:rsidRPr="00DE6ED3" w:rsidRDefault="004A3E27" w:rsidP="004A3E2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Юрчик О.М.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якій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4A3E27" w:rsidRPr="00DE6ED3" w:rsidRDefault="004A3E27" w:rsidP="004A3E2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4A3E27" w:rsidRPr="00DE6ED3" w:rsidRDefault="004A3E27" w:rsidP="004A3E2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A3E27" w:rsidRDefault="004A3E27" w:rsidP="004A3E2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A3E27" w:rsidRDefault="004A3E27" w:rsidP="004A3E2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A3E27" w:rsidRPr="00DE6ED3" w:rsidRDefault="004A3E27" w:rsidP="004A3E2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20A38" w:rsidRPr="004A3E27" w:rsidRDefault="004A3E27" w:rsidP="004A3E2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 w:rsidRPr="00DE6ED3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920A38" w:rsidRPr="004A3E2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E27"/>
    <w:rsid w:val="00171A2E"/>
    <w:rsid w:val="00304C90"/>
    <w:rsid w:val="004A3E27"/>
    <w:rsid w:val="00505B6D"/>
    <w:rsid w:val="006D3977"/>
    <w:rsid w:val="00761C81"/>
    <w:rsid w:val="007D6C18"/>
    <w:rsid w:val="00920A3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4A3E2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4A3E27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4A3E27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4A3E2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4A3E27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4A3E27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1114</Words>
  <Characters>635</Characters>
  <Application>Microsoft Office Word</Application>
  <DocSecurity>0</DocSecurity>
  <Lines>5</Lines>
  <Paragraphs>3</Paragraphs>
  <ScaleCrop>false</ScaleCrop>
  <Company>Microsoft</Company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005</cp:lastModifiedBy>
  <cp:revision>2</cp:revision>
  <dcterms:created xsi:type="dcterms:W3CDTF">2021-03-30T12:55:00Z</dcterms:created>
  <dcterms:modified xsi:type="dcterms:W3CDTF">2021-03-31T06:02:00Z</dcterms:modified>
</cp:coreProperties>
</file>