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0F4" w:rsidRDefault="00A120F4" w:rsidP="00A120F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120F4" w:rsidRDefault="00A120F4" w:rsidP="00A120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120F4" w:rsidRDefault="00A120F4" w:rsidP="00A120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120F4" w:rsidRDefault="00A120F4" w:rsidP="00A120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20F4" w:rsidRDefault="00A120F4" w:rsidP="00A120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20F4" w:rsidRDefault="00A120F4" w:rsidP="00A120F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20F4" w:rsidRDefault="00A120F4" w:rsidP="00A120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120F4" w:rsidRDefault="00A120F4" w:rsidP="00A120F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120F4" w:rsidRDefault="00A120F4" w:rsidP="00A120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120F4" w:rsidRDefault="00A120F4" w:rsidP="00A120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120F4" w:rsidRDefault="00A120F4" w:rsidP="00A120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20F4" w:rsidRDefault="00A120F4" w:rsidP="00A120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120F4" w:rsidRDefault="00A120F4" w:rsidP="00A120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20F4" w:rsidRDefault="00A120F4" w:rsidP="00A120F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120F4" w:rsidRDefault="00A120F4" w:rsidP="00A120F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120F4" w:rsidRPr="00D74EEC" w:rsidRDefault="00A120F4" w:rsidP="00A120F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№61</w:t>
      </w:r>
    </w:p>
    <w:p w:rsidR="00A120F4" w:rsidRPr="0094699A" w:rsidRDefault="00A120F4" w:rsidP="00A120F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A120F4" w:rsidRPr="007774C9" w:rsidRDefault="00A120F4" w:rsidP="00A120F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A120F4" w:rsidRPr="00DE6ED3" w:rsidRDefault="00A120F4" w:rsidP="00A120F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A120F4" w:rsidRPr="00DE6ED3" w:rsidRDefault="00A120F4" w:rsidP="00A120F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A120F4" w:rsidRPr="00DE6ED3" w:rsidRDefault="00A120F4" w:rsidP="00A120F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A120F4" w:rsidRPr="00E45DF9" w:rsidRDefault="00A120F4" w:rsidP="00A120F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Чулія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А.В.</w:t>
      </w:r>
    </w:p>
    <w:p w:rsidR="00A120F4" w:rsidRPr="00DE6ED3" w:rsidRDefault="00A120F4" w:rsidP="00A120F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120F4" w:rsidRPr="007909B8" w:rsidRDefault="00A120F4" w:rsidP="00A120F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Чулія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А.В.,  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сільська  рада </w:t>
      </w:r>
    </w:p>
    <w:p w:rsidR="00A120F4" w:rsidRPr="007909B8" w:rsidRDefault="00A120F4" w:rsidP="00A120F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A120F4" w:rsidRPr="00942C3B" w:rsidRDefault="00A120F4" w:rsidP="00A120F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1.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 xml:space="preserve">Затвердити  </w:t>
      </w:r>
      <w:proofErr w:type="spellStart"/>
      <w:r>
        <w:rPr>
          <w:rFonts w:ascii="Times New Roman" w:eastAsia="Calibri" w:hAnsi="Times New Roman" w:cs="Times New Roman"/>
          <w:sz w:val="24"/>
        </w:rPr>
        <w:t>Чулію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Андрію Володимировичу</w:t>
      </w:r>
      <w:r w:rsidRPr="00AF1741">
        <w:rPr>
          <w:rFonts w:ascii="Times New Roman" w:eastAsia="Calibri" w:hAnsi="Times New Roman" w:cs="Times New Roman"/>
          <w:sz w:val="24"/>
        </w:rPr>
        <w:t>, який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адресою: </w:t>
      </w:r>
      <w:r w:rsidR="005A101C" w:rsidRPr="005A101C">
        <w:rPr>
          <w:rFonts w:ascii="Times New Roman" w:eastAsia="Calibri" w:hAnsi="Times New Roman" w:cs="Times New Roman"/>
          <w:sz w:val="24"/>
          <w:lang w:val="ru-RU"/>
        </w:rPr>
        <w:t>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AF1741">
        <w:rPr>
          <w:rFonts w:ascii="Times New Roman" w:eastAsia="Arial Unicode MS" w:hAnsi="Times New Roman" w:cs="Times New Roman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="005A101C" w:rsidRPr="005A101C">
        <w:rPr>
          <w:rFonts w:ascii="Times New Roman" w:eastAsia="Arial Unicode MS" w:hAnsi="Times New Roman" w:cs="Times New Roman"/>
          <w:sz w:val="24"/>
          <w:szCs w:val="24"/>
          <w:lang w:val="ru-RU"/>
        </w:rPr>
        <w:t>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місцевості), та передати  у приватну власність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0,3395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га,  кадастр</w:t>
      </w:r>
      <w:r>
        <w:rPr>
          <w:rFonts w:ascii="Times New Roman" w:eastAsia="Arial Unicode MS" w:hAnsi="Times New Roman" w:cs="Times New Roman"/>
          <w:sz w:val="24"/>
          <w:szCs w:val="24"/>
        </w:rPr>
        <w:t>овий номер: 6823984000:03:012:0189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942C3B">
        <w:rPr>
          <w:rFonts w:ascii="Times New Roman" w:eastAsia="Calibri" w:hAnsi="Times New Roman" w:cs="Times New Roman"/>
          <w:sz w:val="24"/>
          <w:szCs w:val="24"/>
        </w:rPr>
        <w:t>ля ведення товарного сільськогосподарського виробництва,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яка розташована Хмельницька область </w:t>
      </w:r>
      <w:proofErr w:type="spellStart"/>
      <w:r w:rsidRPr="00942C3B">
        <w:rPr>
          <w:rFonts w:ascii="Times New Roman" w:eastAsia="Arial Unicode MS" w:hAnsi="Times New Roman" w:cs="Times New Roman"/>
          <w:sz w:val="24"/>
          <w:szCs w:val="24"/>
        </w:rPr>
        <w:t>Славутський</w:t>
      </w:r>
      <w:proofErr w:type="spellEnd"/>
      <w:r w:rsidRPr="00942C3B">
        <w:rPr>
          <w:rFonts w:ascii="Times New Roman" w:eastAsia="Arial Unicode MS" w:hAnsi="Times New Roman" w:cs="Times New Roman"/>
          <w:sz w:val="24"/>
          <w:szCs w:val="24"/>
        </w:rPr>
        <w:t xml:space="preserve">  (</w:t>
      </w:r>
      <w:proofErr w:type="spellStart"/>
      <w:r w:rsidRPr="00942C3B">
        <w:rPr>
          <w:rFonts w:ascii="Times New Roman" w:eastAsia="Arial Unicode MS" w:hAnsi="Times New Roman" w:cs="Times New Roman"/>
          <w:sz w:val="24"/>
          <w:szCs w:val="24"/>
        </w:rPr>
        <w:t>Шепетівський</w:t>
      </w:r>
      <w:proofErr w:type="spellEnd"/>
      <w:r w:rsidRPr="00942C3B">
        <w:rPr>
          <w:rFonts w:ascii="Times New Roman" w:eastAsia="Arial Unicode MS" w:hAnsi="Times New Roman" w:cs="Times New Roman"/>
          <w:sz w:val="24"/>
          <w:szCs w:val="24"/>
        </w:rPr>
        <w:t>)  район, за межами населеного пункту 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942C3B">
        <w:rPr>
          <w:rFonts w:ascii="Times New Roman" w:eastAsia="Arial Unicode MS" w:hAnsi="Times New Roman" w:cs="Times New Roman"/>
          <w:sz w:val="24"/>
          <w:szCs w:val="24"/>
        </w:rPr>
        <w:t>Крупець.</w:t>
      </w:r>
    </w:p>
    <w:p w:rsidR="00A120F4" w:rsidRPr="007909B8" w:rsidRDefault="00A120F4" w:rsidP="00A120F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2</w:t>
      </w:r>
      <w:r w:rsidRPr="008D4300">
        <w:rPr>
          <w:rFonts w:ascii="Times New Roman" w:eastAsia="Arial Unicode MS" w:hAnsi="Times New Roman" w:cs="Times New Roman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Чулію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А.В. </w:t>
      </w:r>
      <w:r w:rsidRPr="007909B8">
        <w:rPr>
          <w:rFonts w:ascii="Times New Roman" w:eastAsia="Arial Unicode MS" w:hAnsi="Times New Roman" w:cs="Times New Roman"/>
          <w:sz w:val="24"/>
          <w:szCs w:val="24"/>
        </w:rPr>
        <w:t>посвідчити своє право  в  установленому  законом  порядку.</w:t>
      </w:r>
    </w:p>
    <w:p w:rsidR="00A120F4" w:rsidRPr="00DE6ED3" w:rsidRDefault="00A120F4" w:rsidP="00A120F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909B8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</w:t>
      </w: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архітектури, охорони пам’яток, історичного середовища та благоустрою (Денисюк Т.В.).</w:t>
      </w:r>
    </w:p>
    <w:p w:rsidR="00A120F4" w:rsidRPr="00DE6ED3" w:rsidRDefault="00A120F4" w:rsidP="00A120F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120F4" w:rsidRDefault="00A120F4" w:rsidP="00A120F4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A120F4" w:rsidRDefault="00A120F4" w:rsidP="00A120F4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A120F4" w:rsidRPr="00DE6ED3" w:rsidRDefault="00A120F4" w:rsidP="00A120F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31087" w:rsidRPr="00A120F4" w:rsidRDefault="00A120F4" w:rsidP="00A120F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DE6ED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C31087" w:rsidRPr="00A120F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0F4"/>
    <w:rsid w:val="00171A2E"/>
    <w:rsid w:val="00304C90"/>
    <w:rsid w:val="00505B6D"/>
    <w:rsid w:val="005A101C"/>
    <w:rsid w:val="006D3977"/>
    <w:rsid w:val="007D6C18"/>
    <w:rsid w:val="00A120F4"/>
    <w:rsid w:val="00C31087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A120F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A120F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120F4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A120F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A120F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A120F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1102</Words>
  <Characters>629</Characters>
  <Application>Microsoft Office Word</Application>
  <DocSecurity>0</DocSecurity>
  <Lines>5</Lines>
  <Paragraphs>3</Paragraphs>
  <ScaleCrop>false</ScaleCrop>
  <Company>Microsoft</Company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2021-03-31T05:46:00Z</dcterms:created>
  <dcterms:modified xsi:type="dcterms:W3CDTF">2021-03-31T10:20:00Z</dcterms:modified>
</cp:coreProperties>
</file>