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2AC" w:rsidRPr="00DE6ED3" w:rsidRDefault="008942AC" w:rsidP="008942A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432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4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" fillcolor="black" stroked="f"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" fillcolor="black" stroked="f"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8942AC" w:rsidRPr="00DE6ED3" w:rsidRDefault="008942AC" w:rsidP="008942AC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42AC" w:rsidRDefault="008942AC" w:rsidP="008942A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42AC" w:rsidRDefault="008942AC" w:rsidP="008942A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942AC" w:rsidRPr="00DE6ED3" w:rsidRDefault="008942AC" w:rsidP="008942A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</w:rPr>
      </w:pP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Ковальчуку М.М.</w:t>
      </w:r>
    </w:p>
    <w:p w:rsidR="008942AC" w:rsidRPr="00DE6ED3" w:rsidRDefault="008942AC" w:rsidP="008942AC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рішення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міськрайонного суду Хмельницької області (справа №682/1455/20), розглянувши заяву  Ковальчука М.М.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Ковальчуку Михайлу Миколайовича,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B2247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9,51 в умовних кадастрових гектарах</w:t>
      </w:r>
      <w:r w:rsidRPr="00DE6ED3">
        <w:rPr>
          <w:rFonts w:ascii="Times New Roman" w:eastAsia="Calibri" w:hAnsi="Times New Roman" w:cs="Times New Roman"/>
          <w:sz w:val="24"/>
        </w:rPr>
        <w:t>,  для</w:t>
      </w:r>
      <w:r>
        <w:rPr>
          <w:rFonts w:ascii="Times New Roman" w:eastAsia="Calibri" w:hAnsi="Times New Roman" w:cs="Times New Roman"/>
          <w:sz w:val="24"/>
        </w:rPr>
        <w:t xml:space="preserve"> ведення товарного сільськогосподарського виробництва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(</w:t>
      </w:r>
      <w:proofErr w:type="spellStart"/>
      <w:r>
        <w:rPr>
          <w:rFonts w:ascii="Times New Roman" w:eastAsia="Calibri" w:hAnsi="Times New Roman" w:cs="Times New Roman"/>
          <w:sz w:val="24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рада)</w:t>
      </w: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Ковальчуку М.М.</w:t>
      </w:r>
      <w:r w:rsidRPr="00DE6ED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942AC" w:rsidRPr="00DE6ED3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942AC" w:rsidRPr="00DE6ED3" w:rsidRDefault="008942AC" w:rsidP="008942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42AC" w:rsidRPr="00DE6ED3" w:rsidRDefault="008942AC" w:rsidP="008942A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942AC" w:rsidRDefault="008942AC" w:rsidP="008942A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E5D08" w:rsidRPr="008942AC" w:rsidRDefault="008942AC" w:rsidP="008942A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  <w:r w:rsidRPr="00DE6ED3">
        <w:rPr>
          <w:rFonts w:ascii="Times New Roman" w:eastAsia="Calibri" w:hAnsi="Times New Roman" w:cs="Times New Roman"/>
          <w:sz w:val="24"/>
        </w:rPr>
        <w:t xml:space="preserve"> </w:t>
      </w:r>
    </w:p>
    <w:sectPr w:rsidR="006E5D08" w:rsidRPr="008942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2AC"/>
    <w:rsid w:val="00171A2E"/>
    <w:rsid w:val="00304C90"/>
    <w:rsid w:val="00505B6D"/>
    <w:rsid w:val="006D3977"/>
    <w:rsid w:val="006E5D08"/>
    <w:rsid w:val="007D6C18"/>
    <w:rsid w:val="008942AC"/>
    <w:rsid w:val="008B224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4415"/>
  <w15:docId w15:val="{48440BA3-0157-411F-995C-72E0EB749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2AC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276</Words>
  <Characters>1577</Characters>
  <Application>Microsoft Office Word</Application>
  <DocSecurity>0</DocSecurity>
  <Lines>13</Lines>
  <Paragraphs>3</Paragraphs>
  <ScaleCrop>false</ScaleCrop>
  <Company>Microsoft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2021-04-14T12:14:00Z</dcterms:created>
  <dcterms:modified xsi:type="dcterms:W3CDTF">2021-04-15T12:23:00Z</dcterms:modified>
</cp:coreProperties>
</file>