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09F" w:rsidRDefault="0080409F" w:rsidP="0080409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409F" w:rsidRDefault="0080409F" w:rsidP="0080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0409F" w:rsidRDefault="0080409F" w:rsidP="0080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0409F" w:rsidRDefault="0080409F" w:rsidP="0080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409F" w:rsidRDefault="0080409F" w:rsidP="0080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409F" w:rsidRDefault="0080409F" w:rsidP="0080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409F" w:rsidRDefault="0080409F" w:rsidP="0080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409F" w:rsidRDefault="0080409F" w:rsidP="0080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0409F" w:rsidRDefault="0080409F" w:rsidP="0080409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0409F" w:rsidRDefault="0080409F" w:rsidP="0080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0409F" w:rsidRDefault="0080409F" w:rsidP="0080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0409F" w:rsidRDefault="0080409F" w:rsidP="0080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409F" w:rsidRDefault="0080409F" w:rsidP="0080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0409F" w:rsidRDefault="0080409F" w:rsidP="0080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409F" w:rsidRDefault="0080409F" w:rsidP="0080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0409F" w:rsidRDefault="0080409F" w:rsidP="008040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409F" w:rsidRDefault="0080409F" w:rsidP="008040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№74</w:t>
      </w:r>
    </w:p>
    <w:p w:rsidR="0080409F" w:rsidRDefault="0080409F" w:rsidP="008040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80409F" w:rsidRPr="002C7821" w:rsidRDefault="0080409F" w:rsidP="0080409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0409F" w:rsidRPr="002C7821" w:rsidRDefault="0080409F" w:rsidP="008040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0409F" w:rsidRPr="002C7821" w:rsidRDefault="0080409F" w:rsidP="008040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80409F" w:rsidRPr="002C7821" w:rsidRDefault="0080409F" w:rsidP="008040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Конопадська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 xml:space="preserve"> Г.В.</w:t>
      </w:r>
    </w:p>
    <w:p w:rsidR="0080409F" w:rsidRPr="002C7821" w:rsidRDefault="0080409F" w:rsidP="008040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80409F" w:rsidRPr="002C7821" w:rsidRDefault="0080409F" w:rsidP="008040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118, 121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Конопадської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Г.В.,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80409F" w:rsidRPr="00990689" w:rsidRDefault="0080409F" w:rsidP="008040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0409F" w:rsidRPr="002C7821" w:rsidRDefault="0080409F" w:rsidP="008040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Конопадській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Галині Вікторівні, яка зареєстрована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C462C" w:rsidRPr="000C462C">
        <w:rPr>
          <w:rFonts w:ascii="Times New Roman" w:eastAsia="Calibri" w:hAnsi="Times New Roman" w:cs="Times New Roman"/>
          <w:sz w:val="24"/>
          <w:lang w:eastAsia="en-US"/>
        </w:rPr>
        <w:t>_</w:t>
      </w:r>
      <w:r w:rsidR="000C462C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0,0800 га, для </w:t>
      </w:r>
      <w:r w:rsidRPr="00731B7F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>, по вул. Миру.</w:t>
      </w:r>
    </w:p>
    <w:p w:rsidR="0080409F" w:rsidRPr="002C7821" w:rsidRDefault="0080409F" w:rsidP="008040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Конопадській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Г.В.,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0409F" w:rsidRPr="002C7821" w:rsidRDefault="0080409F" w:rsidP="0080409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0409F" w:rsidRPr="002C7821" w:rsidRDefault="0080409F" w:rsidP="0080409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0409F" w:rsidRPr="002C7821" w:rsidRDefault="0080409F" w:rsidP="008040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409F" w:rsidRPr="002C7821" w:rsidRDefault="0080409F" w:rsidP="008040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409F" w:rsidRPr="002C7821" w:rsidRDefault="0080409F" w:rsidP="008040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409F" w:rsidRDefault="0080409F" w:rsidP="0080409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1371D8" w:rsidRDefault="001371D8"/>
    <w:sectPr w:rsidR="001371D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9F"/>
    <w:rsid w:val="000C462C"/>
    <w:rsid w:val="001371D8"/>
    <w:rsid w:val="0080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9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040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0409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0409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9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040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0409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0409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238</Words>
  <Characters>1361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2021-07-07T06:47:00Z</dcterms:created>
  <dcterms:modified xsi:type="dcterms:W3CDTF">2021-07-07T08:27:00Z</dcterms:modified>
</cp:coreProperties>
</file>