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57E" w:rsidRDefault="008F2E8A" w:rsidP="008345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3457E" w:rsidRDefault="0083457E" w:rsidP="0083457E"/>
    <w:p w:rsidR="0083457E" w:rsidRDefault="0083457E" w:rsidP="0083457E"/>
    <w:p w:rsidR="0083457E" w:rsidRDefault="0083457E" w:rsidP="0083457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3457E" w:rsidRDefault="0083457E" w:rsidP="0083457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3457E" w:rsidRDefault="0083457E" w:rsidP="0083457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3457E" w:rsidRDefault="0083457E" w:rsidP="0083457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3457E" w:rsidRDefault="0083457E" w:rsidP="0083457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3457E" w:rsidRDefault="0083457E" w:rsidP="008345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3457E" w:rsidRDefault="0083457E" w:rsidP="008345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457E" w:rsidRDefault="0083457E" w:rsidP="008345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3457E" w:rsidRPr="000E2935" w:rsidRDefault="0083457E" w:rsidP="0083457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29</w:t>
      </w:r>
    </w:p>
    <w:p w:rsidR="0083457E" w:rsidRPr="004A1A91" w:rsidRDefault="0083457E" w:rsidP="0083457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Базан</w:t>
      </w:r>
      <w:proofErr w:type="spellEnd"/>
      <w:r w:rsidRPr="004A1A9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Л.К.</w:t>
      </w: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стрій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Базан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Л.К.,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Базан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Лідії Калениківні, яка зареєстрована за адресою: </w:t>
      </w:r>
      <w:r w:rsidR="008F2E8A" w:rsidRPr="008F2E8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bookmarkStart w:id="0" w:name="_GoBack"/>
      <w:bookmarkEnd w:id="0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2,0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га, 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рахунок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земель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колективної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власності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за межами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пункту села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Лисиче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gramEnd"/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>Базан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Л.К.</w:t>
      </w:r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1A9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83457E" w:rsidRPr="004A1A91" w:rsidRDefault="0083457E" w:rsidP="0083457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4A1A91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3457E" w:rsidRPr="004A1A91" w:rsidRDefault="0083457E" w:rsidP="0083457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3457E" w:rsidRPr="004A1A91" w:rsidRDefault="0083457E" w:rsidP="0083457E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E1186" w:rsidRPr="0083457E" w:rsidRDefault="0083457E" w:rsidP="0083457E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lastRenderedPageBreak/>
        <w:t>Секретар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sectPr w:rsidR="001E1186" w:rsidRPr="0083457E" w:rsidSect="001E11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83457E"/>
    <w:rsid w:val="00171A2E"/>
    <w:rsid w:val="001E1186"/>
    <w:rsid w:val="00304C90"/>
    <w:rsid w:val="00505B6D"/>
    <w:rsid w:val="006D3977"/>
    <w:rsid w:val="007D6C18"/>
    <w:rsid w:val="0083457E"/>
    <w:rsid w:val="008F2E8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57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>Microsoft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2020-03-16T12:47:00Z</dcterms:created>
  <dcterms:modified xsi:type="dcterms:W3CDTF">2020-03-17T06:21:00Z</dcterms:modified>
</cp:coreProperties>
</file>