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2B" w:rsidRPr="00611135" w:rsidRDefault="009B212B" w:rsidP="009B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SimSun" w:eastAsia="SimSun" w:hAnsi="SimSun" w:cs="Times New Roman"/>
          <w:sz w:val="24"/>
          <w:szCs w:val="24"/>
          <w:lang w:val="ru-RU" w:eastAsia="zh-CN"/>
        </w:rPr>
      </w:pPr>
      <w:r>
        <w:rPr>
          <w:rFonts w:ascii="SimSun" w:eastAsia="SimSun" w:hAnsi="SimSun" w:cs="Times New Roman"/>
          <w:sz w:val="24"/>
          <w:szCs w:val="24"/>
          <w:lang w:val="ru-RU" w:eastAsia="zh-CN"/>
        </w:rPr>
        <w:t>ПРОЕКТ</w:t>
      </w:r>
    </w:p>
    <w:p w:rsidR="009B212B" w:rsidRPr="00611135" w:rsidRDefault="009B212B" w:rsidP="009B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030F83" wp14:editId="5C76DFB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74" name="Группа 157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12B" w:rsidRDefault="009B212B" w:rsidP="009B21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7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z2p8IA&#10;AADeAAAADwAAAGRycy9kb3ducmV2LnhtbERPS4vCMBC+C/6HMAveNF1FK91GEVHxIIiv+9BMH2wz&#10;KU3U+u83C4K3+fieky47U4sHta6yrOB7FIEgzqyuuFBwvWyHcxDOI2usLZOCFzlYLvq9FBNtn3yi&#10;x9kXIoSwS1BB6X2TSOmykgy6kW2IA5fb1qAPsC2kbvEZwk0tx1E0kwYrDg0lNrQuKfs9340CO9nt&#10;D7difJpsOPa8Os7zW3dQavDVrX5AeOr8R/x273WYP43jKfy/E26Qi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fPan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UmvcgA&#10;AADcAAAADwAAAGRycy9kb3ducmV2LnhtbESPS2sDMQyE74X+B6NCLyHxNoe02cYJJbB9HQp5QK9i&#10;raw3XcuL7Sbb/PrqUOhNYkYznxarwXfqRDG1gQ3cTQpQxHWwLTcG9rtq/AAqZWSLXWAy8EMJVsvr&#10;qwWWNpx5Q6dtbpSEcCrRgMu5L7VOtSOPaRJ6YtEOIXrMssZG24hnCfednhbFTHtsWRoc9rR2VH9t&#10;v72BY/XhPtf3l+c4mm/oMqreX7q3mTG3N8PTI6hMQ/43/12/WsGfCq0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pSa9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WLs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P1vC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NWL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kwscUA&#10;AADcAAAADwAAAGRycy9kb3ducmV2LnhtbESPQUsDQQyF74L/YYjgzc5atcraaZGqIIIHa6F4Czvp&#10;7uJOZpiJ3fXfm4PgLeG9vPdluZ7CYI6USx/ZweWsAkPcRN9z62D38XxxB6YIsschMjn4oQLr1enJ&#10;EmsfR36n41ZaoyFcanTQiaTa2tJ0FLDMYiJW7RBzQNE1t9ZnHDU8DHZeVQsbsGdt6DDRpqPma/sd&#10;HLyNT+n1dnFzSJ/5em7Lo5f9Rpw7P5se7sEITfJv/rt+8Yp/pfj6jE5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TCx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zM9cQA&#10;AADcAAAADwAAAGRycy9kb3ducmV2LnhtbESP0WrCQBBF3wX/YZmCL1I3MSAldZUgVUpeRO0HDNkx&#10;G5qdDdmtiX/fFQTfZrh37rmz3o62FTfqfeNYQbpIQBBXTjdcK/i57N8/QPiArLF1TAru5GG7mU7W&#10;mGs38Ilu51CLGMI+RwUmhC6X0leGLPqF64ijdnW9xRDXvpa6xyGG21Yuk2QlLTYcCQY72hmqfs9/&#10;NkKOGR7L63DZH0Yc8Ks0PC9OSs3exuITRKAxvMzP628d62cpPJ6JE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8zPX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cLXcMA&#10;AADcAAAADwAAAGRycy9kb3ducmV2LnhtbERPTUsDMRC9C/6HMIK3NuuqtaxNi9QKIvRgFYq3YTPd&#10;XdxMQjLtrv/eCAVv83ifs1iNrlcniqnzbOBmWoAirr3tuDHw+fEymYNKgmyx90wGfijBanl5scDK&#10;+oHf6bSTRuUQThUaaEVCpXWqW3KYpj4QZ+7go0PJMDbaRhxyuOt1WRQz7bDj3NBioHVL9ffu6Axs&#10;h014e5jdH8JXvCt1erayX4sx11fj0yMooVH+xWf3q83zb0v4eyZf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cLX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BS18MA&#10;AADcAAAADwAAAGRycy9kb3ducmV2LnhtbERP32vCMBB+H+x/CDfwRWaqxTE6o+ggTHAgOsHXoznb&#10;suZSksx2/70RBnu7j+/nLVaDbcWVfGgcK5hOMhDEpTMNVwpOX/r5FUSIyAZbx6TglwKslo8PCyyM&#10;6/lA12OsRArhUKCCOsaukDKUNVkME9cRJ+7ivMWYoK+k8dincNvKWZa9SIsNp4YaO3qvqfw+/lgF&#10;m31f5X5cbga3u3yc51ob/amVGj0N6zcQkYb4L/5zb02an+dwfyZdIJ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BS1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UuJsEA&#10;AADcAAAADwAAAGRycy9kb3ducmV2LnhtbERP24rCMBB9X/Afwgi+ramXFalGEaUgy76s+gFDMzbV&#10;ZlKSWOvfbxYW9m0O5zrrbW8b0ZEPtWMFk3EGgrh0uuZKweVcvC9BhIissXFMCl4UYLsZvK0x1+7J&#10;39SdYiVSCIccFZgY21zKUBqyGMauJU7c1XmLMUFfSe3xmcJtI6dZtpAWa04NBlvaGyrvp4dVUHxO&#10;v7r7Q/vC7fq5pQ9zWx6MUqNhv1uBiNTHf/Gf+6jT/Nkcfp9JF8jN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FLib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VvOMIA&#10;AADcAAAADwAAAGRycy9kb3ducmV2LnhtbERP32vCMBB+H/g/hBN8GZo6cUg1igrBwQYyFXw9mrMt&#10;NpeSZLb775fBYG/38f281aa3jXiQD7VjBdNJBoK4cKbmUsHlrMcLECEiG2wck4JvCrBZD55WmBvX&#10;8Sc9TrEUKYRDjgqqGNtcylBUZDFMXEucuJvzFmOCvpTGY5fCbSNfsuxVWqw5NVTY0r6i4n76sgp2&#10;x66c+edi17v32+E619roD63UaNhvlyAi9fFf/Od+M2n+bA6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W84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VysAA&#10;AADcAAAADwAAAGRycy9kb3ducmV2LnhtbERPzYrCMBC+L/gOYQRva6q7K1KNIi6FZfGy6gMMzdhU&#10;m0lJYq1vvxEEb/Px/c5y3dtGdORD7VjBZJyBIC6drrlScDwU73MQISJrbByTgjsFWK8Gb0vMtbvx&#10;H3X7WIkUwiFHBSbGNpcylIYshrFriRN3ct5iTNBXUnu8pXDbyGmWzaTFmlODwZa2hsrL/moVFL/T&#10;XXe5al+4Tf9p6cuc599GqdGw3yxAROrjS/x0/+g0/2MGj2fSB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FsVys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zFkr8A&#10;AADcAAAADwAAAGRycy9kb3ducmV2LnhtbERP24rCMBB9X/Afwgi+ram6XqiNIoKyPm71A4ZmbEub&#10;SW2irX9vBGHf5nCuk2x7U4sHta60rGAyjkAQZ1aXnCu4nA/fKxDOI2usLZOCJznYbgZfCcbadvxH&#10;j9TnIoSwi1FB4X0TS+myggy6sW2IA3e1rUEfYJtL3WIXwk0tp1G0kAZLDg0FNrQvKKvSu1Hw8+yO&#10;t3ReRQdtaHKaNSf22Vyp0bDfrUF46v2/+OP+1WH+bAnvZ8IF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/MWS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iilcMA&#10;AADcAAAADwAAAGRycy9kb3ducmV2LnhtbESPQYvCQAyF74L/YYiwN53qgrhdRxFFWTxpdfccOrEt&#10;djKlM2r995uD4C3hvbz3Zb7sXK3u1IbKs4HxKAFFnHtbcWHgfNoOZ6BCRLZYeyYDTwqwXPR7c0yt&#10;f/CR7lkslIRwSNFAGWOTah3ykhyGkW+IRbv41mGUtS20bfEh4a7WkySZaocVS0OJDa1Lyq/ZzRm4&#10;Tf8mZ77s7SHbPHdfm+0q6N/CmI9Bt/oGFamLb/Pr+scK/qfQyjMygV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6iilc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1gHMUA&#10;AADcAAAADwAAAGRycy9kb3ducmV2LnhtbERPS2vCQBC+F/oflhF6qxu1BE2zES0UbA9KfRx6G7Nj&#10;kpqdTbOrxn/vFgre5uN7TjrtTC3O1LrKsoJBPwJBnFtdcaFgu3l/HoNwHlljbZkUXMnBNHt8SDHR&#10;9sJfdF77QoQQdgkqKL1vEildXpJB17cNceAOtjXoA2wLqVu8hHBTy2EUxdJgxaGhxIbeSsqP65NR&#10;sFuN48lq/vHy87nc48jo329dxUo99brZKwhPnb+L/90LHeaPJvD3TLh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WAc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zh8QA&#10;AADcAAAADwAAAGRycy9kb3ducmV2LnhtbESPT2vCQBDF7wW/wzJCb3WjFZHoKtpSK578B16H7JgE&#10;s7Mhu9XYT+8cBG8zvDfv/WY6b12lrtSE0rOBfi8BRZx5W3Ju4Hj4+RiDChHZYuWZDNwpwHzWeZti&#10;av2Nd3Tdx1xJCIcUDRQx1qnWISvIYej5mli0s28cRlmbXNsGbxLuKj1IkpF2WLI0FFjTV0HZZf/n&#10;DPyPTrgNv4Pl96eNdB+OV36zXRnz3m0XE1CR2vgyP6/XVvCHgi/PyAR6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Qs4f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tr8sIA&#10;AADcAAAADwAAAGRycy9kb3ducmV2LnhtbERPzWrCQBC+F/oOyxS81U0kLZq6BpEUvLVGH2DITjfB&#10;7GzMbmP06buFQm/z8f3OuphsJ0YafOtYQTpPQBDXTrdsFJyO789LED4ga+wck4IbeSg2jw9rzLW7&#10;8oHGKhgRQ9jnqKAJoc+l9HVDFv3c9cSR+3KDxRDhYKQe8BrDbScXSfIqLbYcGxrsaddQfa6+rYKL&#10;W7zoqSrx41yuPltjssv9kCk1e5q2byACTeFf/Ofe6zg/S+H3mXiB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u2vy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n0sIA&#10;AADcAAAADwAAAGRycy9kb3ducmV2LnhtbERPyW7CMBC9I/EP1iBxAwdaKA0YRJGQuLIcepzaQxKI&#10;xyE2kPL1GKlSb/P01pktGluKG9W+cKxg0E9AEGtnCs4UHPbr3gSED8gGS8ek4Jc8LObt1gxT4+68&#10;pdsuZCKGsE9RQR5ClUrpdU4Wfd9VxJE7utpiiLDOpKnxHsNtKYdJMpYWC44NOVa0ykmfd1erYFP8&#10;0Gisj5928qW3349LePs4GaW6nWY5BRGoCf/iP/fGxPnvQ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VGfS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h+bsQA&#10;AADcAAAADwAAAGRycy9kb3ducmV2LnhtbERP0WrCQBB8F/oPxxb6phdtKTbmIioIFltBW+rrkltz&#10;wdxeyJ0x/r1XKPRtdmdnZieb97YWHbW+cqxgPEpAEBdOV1wq+P5aD6cgfEDWWDsmBTfyMM8fBhmm&#10;2l15T90hlCKasE9RgQmhSaX0hSGLfuQa4sidXGsxxLEtpW7xGs1tLSdJ8iotVhwTDDa0MlScDxer&#10;oMPdLTma5efbe/VRTHbLn62Oe/X02C9mIAL14f/4T73R8f2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ofm7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VTFMEA&#10;AADcAAAADwAAAGRycy9kb3ducmV2LnhtbERPTUvDQBC9C/0PyxS82Y2hiMRuSxEqPdbooccxO82m&#10;zc6E3bWJ/npXELzN433OajP5Xl0pxE7YwP2iAEXciO24NfD+trt7BBUTssVemAx8UYTNenazwsrK&#10;yK90rVOrcgjHCg24lIZK69g48hgXMhBn7iTBY8owtNoGHHO473VZFA/aY8e5weFAz46aS/3pDYwv&#10;zce5PB2t+w6D7OqDnMtejLmdT9snUImm9C/+c+9tnr9cwu8z+QK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VUxT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7rsMA&#10;AADcAAAADwAAAGRycy9kb3ducmV2LnhtbERP22oCMRB9L/gPYYS+1axSq6xGsV6giFK09X3cjLtr&#10;k8myibr9eyMU+jaHc53xtLFGXKn2pWMF3U4CgjhzuuRcwffX6mUIwgdkjcYxKfglD9NJ62mMqXY3&#10;3tF1H3IRQ9inqKAIoUql9FlBFn3HVcSRO7naYoiwzqWu8RbDrZG9JHmTFkuODQVWNC8o+9lfrILV&#10;58Kce9vd7CDDfDk4muH6fbFR6rndzEYgAjXhX/zn/tBx/msfHs/EC+Tk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6a7r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RWcsQA&#10;AADcAAAADwAAAGRycy9kb3ducmV2LnhtbERPTWvCQBC9C/0PyxR6KXVja4NE1yCFEoUKNhW8jtkx&#10;CWZnQ3Yb47/vCgVv83ifs0gH04ieOldbVjAZRyCIC6trLhXsfz5fZiCcR9bYWCYFV3KQLh9GC0y0&#10;vfA39bkvRQhhl6CCyvs2kdIVFRl0Y9sSB+5kO4M+wK6UusNLCDeNfI2iWBqsOTRU2NJHRcU5/zUK&#10;+t3XsVz3rt2cZ8/u/e2YZVt9UOrpcVjNQXga/F38717rMH8aw+2Zc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0VnL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12B" w:rsidRDefault="009B212B" w:rsidP="009B212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>
                  <v:textbox>
                    <w:txbxContent>
                      <w:p w:rsidR="009B212B" w:rsidRDefault="009B212B" w:rsidP="009B212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NH88cA&#10;AADcAAAADwAAAGRycy9kb3ducmV2LnhtbESPT0/DMAzF70h8h8hI3FjKBFPVLZsYfyQktkMHhx1N&#10;Y9qojVM1YS18enxA2s3We37v59Vm8p060RBdYAO3swwUcRWs49rAx/vLTQ4qJmSLXWAy8EMRNuvL&#10;ixUWNoxc0umQaiUhHAs00KTUF1rHqiGPcRZ6YtG+wuAxyTrU2g44Srjv9DzLFtqjY2losKfHhqr2&#10;8O0NHN8WLi8dzT93v9tnu7tvt/un1pjrq+lhCSrRlM7m/+tXK/h3QivPyAR6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DR/P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IhsIA&#10;AADcAAAADwAAAGRycy9kb3ducmV2LnhtbERPS2sCMRC+F/wPYYTeatZSiq5GEYvYSw/1gddhM27W&#10;3UzWJOrqr28Khd7m43vOdN7ZRlzJh8qxguEgA0FcOF1xqWC3Xb2MQISIrLFxTAruFGA+6z1NMdfu&#10;xt903cRSpBAOOSowMba5lKEwZDEMXEucuKPzFmOCvpTa4y2F20a+Ztm7tFhxajDY0tJQUW8uVoFf&#10;HD7qB1/2dfb4uof1qTuP0Cj13O8WExCRuvgv/nN/6jT/bQy/z6QL5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siG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yo3sUA&#10;AADcAAAADwAAAGRycy9kb3ducmV2LnhtbESP3WoCQQyF7wt9hyGF3pQ6q9C/raMUQSgoBa0PkO6k&#10;u0tnMstO1NWnby4E7xLOyTlfpvMhBnOgPreJHYxHBRjiKvmWawe77+XjK5gsyB5DYnJwogzz2e3N&#10;FEufjryhw1ZqoyGcS3TQiHSltblqKGIepY5Ytd/URxRd+9r6Ho8aHoOdFMWzjdiyNjTY0aKh6m+7&#10;jw7C5Ce8rV7yWk47uy7OUTYPX965+7vh4x2M0CBX8+X60yv+k+LrMzqBn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PKje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2sTsIA&#10;AADcAAAADwAAAGRycy9kb3ducmV2LnhtbERPTWsCMRC9F/wPYQRvNavQUrZGqYqwFw9uFa/jZrpZ&#10;mkyWTaqrv94UBG/zeJ8zW/TOijN1ofGsYDLOQBBXXjdcK9h/b14/QISIrNF6JgVXCrCYD15mmGt/&#10;4R2dy1iLFMIhRwUmxjaXMlSGHIaxb4kT9+M7hzHBrpa6w0sKd1ZOs+xdOmw4NRhsaWWo+i3/nIJ1&#10;2drpvjDLcDxsTydb3DZ0XCs1GvZfnyAi9fEpfrgLnea/TeD/mXSB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/axO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MfcIA&#10;AADcAAAADwAAAGRycy9kb3ducmV2LnhtbERPTWvCQBC9F/wPywje6q6B2pK6ioiBQE+1euht2J0m&#10;0exsyG6T+O+7hUJv83ifs9lNrhUD9aHxrGG1VCCIjbcNVxrOH8XjC4gQkS22nknDnQLstrOHDebW&#10;j/xOwylWIoVwyFFDHWOXSxlMTQ7D0nfEifvyvcOYYF9J2+OYwl0rM6XW0mHDqaHGjg41mdvp22m4&#10;FvLNG4Xmcr6MpX3+PK6pVVov5tP+FUSkKf6L/9ylTfOfMvh9Jl0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Ux9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f98MEA&#10;AADcAAAADwAAAGRycy9kb3ducmV2LnhtbERPTYvCMBC9L/gfwgje1lRlF6lGUUEQFw+ri3gcm7Et&#10;bSYliVr/vRGEvc3jfc503ppa3Mj50rKCQT8BQZxZXXKu4O+w/hyD8AFZY22ZFDzIw3zW+Zhiqu2d&#10;f+m2D7mIIexTVFCE0KRS+qwgg75vG+LIXawzGCJ0udQO7zHc1HKYJN/SYMmxocCGVgVl1f5qFJyu&#10;P3zZjbYLtwxH2x58NTyPK6V63XYxARGoDf/it3uj4/yvEbyeiR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3/fD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12B" w:rsidRDefault="009B212B" w:rsidP="009B212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>
                  <v:textbox>
                    <w:txbxContent>
                      <w:p w:rsidR="009B212B" w:rsidRDefault="009B212B" w:rsidP="009B212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HSicIA&#10;AADcAAAADwAAAGRycy9kb3ducmV2LnhtbERP30vDMBB+H/g/hBN8W9MpE+mWjTIQxaduU3y9Nbem&#10;rLmUJGb1vzeC4Nt9fD9vvZ3sIBL50DtWsChKEMSt0z13Ct6Pz/MnECEiaxwck4JvCrDd3MzWWGl3&#10;5T2lQ+xEDuFQoQIT41hJGVpDFkPhRuLMnZ23GDP0ndQerzncDvK+LB+lxZ5zg8GRdobay+HLKkin&#10;XVM/pM9k9m++7rxrXj5OjVJ3t1O9AhFpiv/iP/erzvOXS/h9Jl8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AdKJ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12B" w:rsidRDefault="009B212B" w:rsidP="009B212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HLfMMA&#10;AADcAAAADwAAAGRycy9kb3ducmV2LnhtbERPTWvCQBC9F/oflil4qxsLBo2uUqSK9VKNgj0O2Wk2&#10;NDsbsmtM/fVdodDbPN7nzJe9rUVHra8cKxgNExDEhdMVlwpOx/XzBIQPyBprx6TghzwsF48Pc8y0&#10;u/KBujyUIoawz1CBCaHJpPSFIYt+6BriyH251mKIsC2lbvEaw20tX5IklRYrjg0GG1oZKr7zi1Xg&#10;R6u3887ept3nxvBH/m7SfWmUGjz1rzMQgfrwL/5zb3WcP07h/ky8QC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HLf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12B" w:rsidRDefault="009B212B" w:rsidP="009B212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212B" w:rsidRPr="00611135" w:rsidRDefault="009B212B" w:rsidP="009B21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B212B" w:rsidRPr="00611135" w:rsidRDefault="009B212B" w:rsidP="009B212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B212B" w:rsidRPr="00611135" w:rsidRDefault="009B212B" w:rsidP="009B21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B212B" w:rsidRPr="00611135" w:rsidRDefault="009B212B" w:rsidP="009B212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B212B" w:rsidRPr="00611135" w:rsidRDefault="009B212B" w:rsidP="009B212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9B212B" w:rsidRPr="00611135" w:rsidRDefault="009B212B" w:rsidP="009B21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Рибіцькій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Рибіцької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Т.В,  сільська  рада </w:t>
      </w: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Рибіцькій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Володимирівні,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CC294A">
        <w:rPr>
          <w:rFonts w:ascii="Times New Roman" w:eastAsia="Times New Roman" w:hAnsi="Times New Roman" w:cs="Times New Roman"/>
          <w:sz w:val="24"/>
        </w:rPr>
        <w:t>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C294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0,2219 га, кадастровий номер: 6823984000:02:001:0051,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вул.. Одухи,124.</w:t>
      </w: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2.Рибіцькій Т.В. посвідчити своє право  в  установленому  законом  порядку.</w:t>
      </w: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212B" w:rsidRPr="00611135" w:rsidRDefault="009B212B" w:rsidP="009B212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B212B" w:rsidRPr="00611135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B0488" w:rsidRPr="009B212B" w:rsidRDefault="009B212B" w:rsidP="009B212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FB0488" w:rsidRPr="009B21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2B"/>
    <w:rsid w:val="009B212B"/>
    <w:rsid w:val="00CC294A"/>
    <w:rsid w:val="00FB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2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12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269</Words>
  <Characters>1538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2021-06-22T10:40:00Z</dcterms:created>
  <dcterms:modified xsi:type="dcterms:W3CDTF">2021-06-22T13:33:00Z</dcterms:modified>
</cp:coreProperties>
</file>