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3FC" w:rsidRDefault="00EC53FC" w:rsidP="00EC53FC">
      <w:pPr>
        <w:jc w:val="both"/>
        <w:rPr>
          <w:rFonts w:ascii="Times New Roman" w:hAnsi="Times New Roman" w:cs="Times New Roman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EC53FC" w:rsidRDefault="00EC53FC" w:rsidP="00EC53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C53FC" w:rsidRPr="00EC53FC" w:rsidRDefault="00EC53FC" w:rsidP="00EC53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EC53FC" w:rsidRDefault="00EC53FC" w:rsidP="00EC53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53FC" w:rsidRDefault="00EC53FC" w:rsidP="00EC53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C53FC" w:rsidRDefault="00EC53FC" w:rsidP="00EC53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C53FC" w:rsidRDefault="00EC53FC" w:rsidP="00EC53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C53FC" w:rsidRDefault="00EC53FC" w:rsidP="00EC53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C53FC" w:rsidRDefault="00EC53FC" w:rsidP="00EC53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53FC" w:rsidRDefault="00EC53FC" w:rsidP="00EC53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C53FC" w:rsidRDefault="00EC53FC" w:rsidP="00EC53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C53FC" w:rsidRDefault="00EC53FC" w:rsidP="00EC53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C53FC" w:rsidRDefault="00EC53FC" w:rsidP="00EC53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53FC" w:rsidRPr="002D7F0E" w:rsidRDefault="00EC53FC" w:rsidP="00EC53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№86</w:t>
      </w:r>
    </w:p>
    <w:p w:rsidR="00EC53FC" w:rsidRPr="003C3AC0" w:rsidRDefault="00EC53FC" w:rsidP="00EC53FC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:rsidR="00EC53FC" w:rsidRPr="005E43A8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E43A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EC53FC" w:rsidRPr="005E43A8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E43A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</w:t>
      </w:r>
    </w:p>
    <w:p w:rsidR="00EC53FC" w:rsidRPr="005E43A8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E43A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та передачу в оренду АТ «Хмельницькобленерго»</w:t>
      </w:r>
    </w:p>
    <w:p w:rsidR="00EC53FC" w:rsidRPr="003C3AC0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53FC" w:rsidRPr="003C3AC0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C53FC" w:rsidRPr="003C3AC0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Відповідно  до пункту 34 частини 1 статті 26,  статті 42 Закону України  «Про місцеве самоврядування в Україні» ст. 33 Закону України «Про оренду землі», ст.12,93, 123, 124 Земельного кодексу України , розглянувши клопотання  АТ «Хмельницькобленерго» сільська  рада </w:t>
      </w:r>
    </w:p>
    <w:p w:rsidR="00EC53FC" w:rsidRPr="003C3AC0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 :</w:t>
      </w:r>
    </w:p>
    <w:p w:rsidR="00EC53FC" w:rsidRPr="003C3AC0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1. Затвердити  АТ «Хмельницькобленерго» проект  землеустрою щодо відведення земельної ділянки  для розміщення, будівництва, експлуатації та обслуговування будівель і споруд об’єктів передачі електричної та теплової енергії (обслуговування ЗТП -28), площею 0,0051 га, з подальшою передачею в оренду. Земельна ділянка  розташована Хмельницька область,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EC53FC" w:rsidRPr="003C3AC0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Передати в оренду земельну ділянку площею 0,0051га (кадастровий номер 6823984700:01:004:0014), яка розташована  Хмельницька область,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терміном на 3 (три) </w:t>
      </w:r>
      <w:r w:rsidRPr="003C3AC0">
        <w:rPr>
          <w:rFonts w:ascii="Times New Roman" w:eastAsia="Arial Unicode MS" w:hAnsi="Times New Roman" w:cs="Times New Roman"/>
          <w:sz w:val="24"/>
          <w:szCs w:val="24"/>
        </w:rPr>
        <w:t>роки, для розміщення, будівництва, експлуатації та обслуговування будівель і споруд об’єктів передачі електричної та теплової енергії  (обслуговування  ЗТП-28).</w:t>
      </w:r>
    </w:p>
    <w:p w:rsidR="00EC53FC" w:rsidRPr="003C3AC0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sz w:val="24"/>
          <w:szCs w:val="24"/>
        </w:rPr>
        <w:t>3. Встановити річну орендну плату за користування вказаною земельною ділянкою в розмірі 12% від  нормативної грошової оцінки з обов’язковим переглядом ставки орендної плати один раз в три роки .</w:t>
      </w:r>
    </w:p>
    <w:p w:rsidR="00EC53FC" w:rsidRPr="003C3AC0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sz w:val="24"/>
          <w:szCs w:val="24"/>
        </w:rPr>
        <w:t xml:space="preserve">4. Приступити до використання земельної ділянки після здійснення державної реєстрації права оренди у Державному реєстрі речових прав. </w:t>
      </w:r>
    </w:p>
    <w:p w:rsidR="00EC53FC" w:rsidRPr="003C3AC0" w:rsidRDefault="00EC53FC" w:rsidP="00EC53FC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5.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</w:t>
      </w:r>
    </w:p>
    <w:p w:rsidR="00EC53FC" w:rsidRPr="00EC53FC" w:rsidRDefault="00EC53FC" w:rsidP="00EC53FC">
      <w:pPr>
        <w:spacing w:after="0"/>
        <w:jc w:val="both"/>
        <w:rPr>
          <w:rFonts w:ascii="Times New Roman" w:eastAsia="Arial Unicode MS" w:hAnsi="Times New Roman" w:cs="Times New Roman"/>
          <w:color w:val="C00000"/>
          <w:sz w:val="24"/>
          <w:szCs w:val="24"/>
          <w:lang w:val="en-US"/>
        </w:rPr>
      </w:pPr>
    </w:p>
    <w:p w:rsidR="005B3F0B" w:rsidRPr="00EC53FC" w:rsidRDefault="00EC53FC" w:rsidP="00EC53F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В.А.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5B3F0B" w:rsidRPr="00EC53FC" w:rsidSect="00EC53FC">
      <w:pgSz w:w="12240" w:h="15840"/>
      <w:pgMar w:top="993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C53FC"/>
    <w:rsid w:val="00171A2E"/>
    <w:rsid w:val="00304C90"/>
    <w:rsid w:val="00505B6D"/>
    <w:rsid w:val="005B3F0B"/>
    <w:rsid w:val="006376B8"/>
    <w:rsid w:val="006D3977"/>
    <w:rsid w:val="007D6C18"/>
    <w:rsid w:val="00D1641A"/>
    <w:rsid w:val="00EC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53F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312</Words>
  <Characters>1781</Characters>
  <Application>Microsoft Office Word</Application>
  <DocSecurity>0</DocSecurity>
  <Lines>14</Lines>
  <Paragraphs>4</Paragraphs>
  <ScaleCrop>false</ScaleCrop>
  <Company>Microsoft</Company>
  <LinksUpToDate>false</LinksUpToDate>
  <CharactersWithSpaces>2089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2019-12-17T14:25:00Z</dcterms:created>
  <dcterms:modified xsi:type="dcterms:W3CDTF">2019-12-17T14:26:00Z</dcterms:modified>
</cp:coreProperties>
</file>