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D09" w:rsidRPr="00D815F3" w:rsidRDefault="00D37D09" w:rsidP="00D37D0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D37D09" w:rsidRPr="001869AA" w:rsidRDefault="00D37D09" w:rsidP="00D37D09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712" name="Группа 117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71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1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2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8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9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0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723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NSYsMA&#10;AADeAAAADwAAAGRycy9kb3ducmV2LnhtbERPS2vCQBC+C/6HZYTedPMADdFVRNriQSg+ch+yYxLM&#10;zobsNqb/3i0UepuP7zmb3WhaMVDvGssK4kUEgri0uuFKwe36Mc9AOI+ssbVMCn7IwW47nWww1/bJ&#10;ZxouvhIhhF2OCmrvu1xKV9Zk0C1sRxy4u+0N+gD7SuoenyHctDKJoqU02HBoqLGjQ03l4/JtFNj0&#10;83gqquScvvPK8/4ruxfjSam32bhfg/A0+n/xn/uow/x4Fafw+064QW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NSY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54tccA&#10;AADeAAAADwAAAGRycy9kb3ducmV2LnhtbERPTWsCMRC9C/0PYYRepGa3FG23RinCttWDoC30Omym&#10;m7WbyZKkuvXXm4LgbR7vc2aL3rbiQD40jhXk4wwEceV0w7WCz4/y7hFEiMgaW8ek4I8CLOY3gxkW&#10;2h15S4ddrEUK4VCgAhNjV0gZKkMWw9h1xIn7dt5iTNDXUns8pnDbyvssm0iLDacGgx0tDVU/u1+r&#10;YF9uzNdyenr1o6ctnUbl+q1dTZS6HfYvzyAi9fEqvrjfdZqfT/MH+H8n3S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OeLX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F5L8UA&#10;AADeAAAADwAAAGRycy9kb3ducmV2LnhtbESP3YrCMBCF74V9hzALeyNrWkVXqlFkURFvxJ8HGJqx&#10;KTaT0mRt9+2NIHg3wzlzvjPzZWcrcafGl44VpIMEBHHudMmFgst58z0F4QOyxsoxKfgnD8vFR2+O&#10;mXYtH+l+CoWIIewzVGBCqDMpfW7Ioh+4mjhqV9dYDHFtCqkbbGO4reQwSSbSYsmRYLCmX0P57fRn&#10;I+QwwsP+2p432w5bXO8N91dHpb4+u9UMRKAuvM2v652O9dOfdAzPd+IM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EXk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fyYsQA&#10;AADeAAAADwAAAGRycy9kb3ducmV2LnhtbERPTUvDQBC9C/0Pywje7CalphK7LaVWEMGDVRBvQ3aa&#10;BLOzy+7YxH/vCoK3ebzPWW8nN6gzxdR7NlDOC1DEjbc9twbeXh+ub0ElQbY4eCYD35Rgu5ldrLG2&#10;fuQXOh+lVTmEU40GOpFQa52ajhymuQ/EmTv56FAyjK22Eccc7ga9KIpKO+w5N3QYaN9R83n8cgae&#10;x0N4WlU3p/ARlwud7q2878WYq8tpdwdKaJJ/8Z/70eb55aq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H8m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9Cw8YA&#10;AADeAAAADwAAAGRycy9kb3ducmV2LnhtbESPzWrDMBCE74W+g9hCLiWR3UIT3MjGhCaUXEJ+HmCx&#10;NpaptTKWYjtvHxUKve0ys/PNrovJtmKg3jeOFaSLBARx5XTDtYLLeTtfgfABWWPrmBTcyUORPz+t&#10;MdNu5CMNp1CLGMI+QwUmhC6T0leGLPqF64ijdnW9xRDXvpa6xzGG21a+JcmHtNhwJBjsaGOo+jnd&#10;bIQc3vGwv47n7W7CEb/2hl/Lo1Kzl6n8BBFoCv/mv+tvHeuny3QJv+/EGWT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o9Cw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TDi8cA&#10;AADeAAAADwAAAGRycy9kb3ducmV2LnhtbESPT0sDMRDF70K/QxjBm81u0Va2TUupCiJ46B+Q3sJm&#10;uru4mYRk7K7f3jkI3mZ4b977zWoz+l5dMeUukIFyWoBCqoPrqDFwOr7eP4HKbMnZPhAa+MEMm/Xk&#10;ZmUrFwba4/XAjZIQypU10DLHSutct+htnoaIJNolJG9Z1tRol+wg4b7Xs6KYa287kobWRty1WH8d&#10;vr2Bj+Elvi/mj5d4Tg8znZ8df+7YmLvbcbsExTjyv/nv+s0JfrkohVfekRn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Uw4v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17+cUA&#10;AADeAAAADwAAAGRycy9kb3ducmV2LnhtbERP32vCMBB+H+x/CDfYy9C0G9PZGWUOgsIGog58PZqz&#10;LWsuJcls/e/NYLC3+/h+3nw52FacyYfGsYJ8nIEgLp1puFLwddCjFxAhIhtsHZOCCwVYLm5v5lgY&#10;1/OOzvtYiRTCoUAFdYxdIWUoa7IYxq4jTtzJeYsxQV9J47FP4baVj1k2kRYbTg01dvReU/m9/7EK&#10;Vtu+evIP5WpwH6f18Vlroz+1Uvd3w9sriEhD/Bf/uTcmzc+n+Qx+30k3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3Xv5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tSJsYA&#10;AADeAAAADwAAAGRycy9kb3ducmV2LnhtbESPQWvDMAyF74P9B6PBbqvTsK0lrVtKS2CMXdbuB4hY&#10;i9PGcrDdNPv302Gwm4Se3nvfejv5Xo0UUxfYwHxWgCJugu24NfB1qp+WoFJGttgHJgM/lGC7ub9b&#10;Y2XDjT9pPOZWiQmnCg24nIdK69Q48phmYSCW23eIHrOssdU24k3Mfa/LonjVHjuWBIcD7R01l+PV&#10;G6jfy4/xcrWxDrvp2dOLOy8PzpjHh2m3ApVpyv/iv+83K/Xni1I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7tSJ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9QsUA&#10;AADeAAAADwAAAGRycy9kb3ducmV2LnhtbERP32vCMBB+H+x/CDfwRWZaZW50RpmD4GCC6AZ7PZqz&#10;LWsuJYm2/vdmIOztPr6ft1gNthVn8qFxrCCfZCCIS2carhR8f+nHFxAhIhtsHZOCCwVYLe/vFlgY&#10;1/OezodYiRTCoUAFdYxdIWUoa7IYJq4jTtzReYsxQV9J47FP4baV0yybS4sNp4YaO3qvqfw9nKyC&#10;9a6vZn5crgf3edz8PGlt9FYrNXoY3l5BRBriv/jm/jBpfv48zeHvnXSD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x71C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VpysIA&#10;AADeAAAADwAAAGRycy9kb3ducmV2LnhtbERP3WrCMBS+H/gO4Qy8m6nFTemMIkpBxm6mPsChOWs6&#10;m5OSxFrf3gjC7s7H93uW68G2oicfGscKppMMBHHldMO1gtOxfFuACBFZY+uYFNwowHo1elliod2V&#10;f6g/xFqkEA4FKjAxdoWUoTJkMUxcR5y4X+ctxgR9LbXHawq3rcyz7ENabDg1GOxoa6g6Hy5WQfmV&#10;f/fni/al2wwzS+/mb7EzSo1fh80niEhD/Bc/3Xud5k/neQ6Pd9IN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JWnK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QwbMIA&#10;AADeAAAADwAAAGRycy9kb3ducmV2LnhtbERP22rCQBB9L/gPywh9q5u0jUp0DUVIqY+NfsCQHZNg&#10;djZm11z+vlso9G0O5zr7bDKtGKh3jWUF8SoCQVxa3XCl4HLOX7YgnEfW2FomBTM5yA6Lpz2m2o78&#10;TUPhKxFC2KWooPa+S6V0ZU0G3cp2xIG72t6gD7CvpO5xDOGmla9RtJYGGw4NNXZ0rKm8FQ+j4H0e&#10;P+9FcotybSg+vXUn9mWi1PNy+tiB8DT5f/Gf+0uH+fFmm8DvO+EGe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ZDB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S4tMMA&#10;AADeAAAADwAAAGRycy9kb3ducmV2LnhtbERPTWvCQBC9F/oflil4q5t4SG10laAo0pNN1fOQHZNg&#10;djZk1yT++25B6G0e73OW69E0oqfO1ZYVxNMIBHFhdc2lgtPP7n0OwnlkjY1lUvAgB+vV68sSU20H&#10;/qY+96UIIexSVFB536ZSuqIig25qW+LAXW1n0AfYlVJ3OIRw08hZFCXSYM2hocKWNhUVt/xuFNyT&#10;y+zE1y99zLeP/ed2lzl5LpWavI3ZAoSn0f+Ln+6DDvPjj3kCf++EG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S4t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etMsYA&#10;AADeAAAADwAAAGRycy9kb3ducmV2LnhtbERPS2vCQBC+C/6HZQq96cZaYoyuYoVC20PF18HbmJ0m&#10;0exszG41/fduodDbfHzPmc5bU4krNa60rGDQj0AQZ1aXnCvYbV97CQjnkTVWlknBDzmYz7qdKaba&#10;3nhN143PRQhhl6KCwvs6ldJlBRl0fVsTB+7LNgZ9gE0udYO3EG4q+RRFsTRYcmgosKZlQdl5820U&#10;7FdJPF69vD+fPj6PODT6ctBlrNTjQ7uYgPDU+n/xn/tNh/mDUTKC33fCDXJ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ZetM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Gu1MYA&#10;AADeAAAADwAAAGRycy9kb3ducmV2LnhtbESPQWvCQBCF7wX/wzIFb7rRig3RVWyLWnqyVvA6ZMck&#10;NDsbsqtGf33nIPQ2w3vz3jfzZedqdaE2VJ4NjIYJKOLc24oLA4ef9SAFFSKyxdozGbhRgOWi9zTH&#10;zPorf9NlHwslIRwyNFDG2GRah7wkh2HoG2LRTr51GGVtC21bvEq4q/U4SabaYcXSUGJD7yXlv/uz&#10;M3CfHnEXtuO3jxcb6TZJN/5rtzGm/9ytZqAidfHf/Lj+tII/ek2FV96RGf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Gu1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Ri4cQA&#10;AADeAAAADwAAAGRycy9kb3ducmV2LnhtbERPzWrCQBC+F3yHZQre6kZJq6auIiVCb62xDzBkp5tg&#10;djZmt0n06buFgrf5+H5nsxttI3rqfO1YwXyWgCAuna7ZKPg6HZ5WIHxA1tg4JgVX8rDbTh42mGk3&#10;8JH6IhgRQ9hnqKAKoc2k9GVFFv3MtcSR+3adxRBhZ6TucIjhtpGLJHmRFmuODRW29FZReS5+rIKL&#10;Wzzrscjx45yvP2tj0svtmCo1fRz3ryACjeEu/ne/6zh/vlyt4e+deIP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EYuH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7SsYA&#10;AADeAAAADwAAAGRycy9kb3ducmV2LnhtbESPT2/CMAzF75P4DpGRdoOUofGnI6CBNIkrbIcdvcS0&#10;HY1TmgAdnx4fkHaz5ef33m+x6nytLtTGKrCB0TADRWyDq7gw8PX5MZiBignZYR2YDPxRhNWy97TA&#10;3IUr7+iyT4USE445GihTanKtoy3JYxyGhlhuh9B6TLK2hXYtXsXc1/olyybaY8WSUGJDm5LscX/2&#10;BrbVD71O7GHuZ2u7+76d0nj664x57nfvb6ASdelf/PjeOqk/ms4FQHBkBr2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9s7S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ZnBsYA&#10;AADeAAAADwAAAGRycy9kb3ducmV2LnhtbERP0WrCQBB8L/gPxwp9q5f4UGvqJaggWGwFtbSvS27N&#10;BXN7IXeN8e97hYJvszs7MzuLYrCN6KnztWMF6SQBQVw6XXOl4PO0eXoB4QOyxsYxKbiRhyIfPSww&#10;0+7KB+qPoRLRhH2GCkwIbSalLw1Z9BPXEkfu7DqLIY5dJXWH12huGzlNkmdpseaYYLCltaHycvyx&#10;Cnrc35Jvs/qYv9Xv5XS/+trpuFeP42H5CiLQEO7H/+qtju+ns3kKf3UiBpn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7ZnB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km68MA&#10;AADeAAAADwAAAGRycy9kb3ducmV2LnhtbERPPU/DMBDdkfofrKvERp1mKBDqVlWloo4QGBiP+Bqn&#10;xHeRbZrAr8dISGz39D5vvZ18ry4UYidsYLkoQBE3YjtuDby+HG7uQMWEbLEXJgNfFGG7mV2tsbIy&#10;8jNd6tSqHMKxQgMupaHSOjaOPMaFDMSZO0nwmDIMrbYBxxzue10WxUp77Dg3OBxo76j5qD+9gfGx&#10;eT+XpzfrvsMgh/pJzmUvxlzPp90DqERT+hf/uY82z1/e3p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mkm6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2TZ8UA&#10;AADeAAAADwAAAGRycy9kb3ducmV2LnhtbERP22oCMRB9L/QfwhR8q1kVqq5GsV5AikW8vY+b6e62&#10;yWTZpLr9eyMUfJvDuc542lgjLlT70rGCTjsBQZw5XXKu4HhYvQ5A+ICs0TgmBX/kYTp5fhpjqt2V&#10;d3TZh1zEEPYpKihCqFIpfVaQRd92FXHkvlxtMURY51LXeI3h1shukrxJiyXHhgIrmheU/ex/rYLV&#10;dmG+u5+72UmG+bJ/NoOP98VGqdZLMxuBCNSEh/jfvdZxfqc/7MH9nXiD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3ZNn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LWh8UA&#10;AADeAAAADwAAAGRycy9kb3ducmV2LnhtbERP22rCQBB9L/gPyxT6Irqx9RpdRYSihQrewNcxO02C&#10;2dmQXWP6911B6NscznVmi8YUoqbK5ZYV9LoRCOLE6pxTBafjZ2cMwnlkjYVlUvBLDhbz1ssMY23v&#10;vKf64FMRQtjFqCDzvoyldElGBl3XlsSB+7GVQR9glUpd4T2Em0K+R9FQGsw5NGRY0iqj5Hq4GQX1&#10;7vuSbmpXfl3HbTf4uKzXW31W6u21WU5BeGr8v/jp3ugwvzea9OHxTrhB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wta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INAcYA&#10;AADeAAAADwAAAGRycy9kb3ducmV2LnhtbERPS2sCMRC+C/0PYQRvmlXU6mqUWij0ItTHQW/jZtxd&#10;3Ey2Sapbf30jCL3Nx/ec+bIxlbiS86VlBf1eAoI4s7rkXMF+99GdgPABWWNlmRT8kofl4qU1x1Tb&#10;G2/oug25iCHsU1RQhFCnUvqsIIO+Z2viyJ2tMxgidLnUDm8x3FRykCRjabDk2FBgTe8FZZftj1Gw&#10;mk5W319DXt83pyMdD6fLaOASpTrt5m0GIlAT/sVP96eO8/uv0xE83ok3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+INAcYAAADeAAAADwAAAAAAAAAAAAAAAACYAgAAZHJz&#10;L2Rvd25yZXYueG1sUEsFBgAAAAAEAAQA9QAAAIsDAAAAAA==&#10;" fillcolor="black" stroked="f"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OddsYA&#10;AADeAAAADwAAAGRycy9kb3ducmV2LnhtbERPS2vCQBC+C/6HZQq96UahUVNX0T6gUD34OHicZqfJ&#10;kuxsyG417a/vCoK3+fieM192thZnar1xrGA0TEAQ504bLhQcD++DKQgfkDXWjknBL3lYLvq9OWba&#10;XXhH530oRAxhn6GCMoQmk9LnJVn0Q9cQR+7btRZDhG0hdYuXGG5rOU6SVFo0HBtKbOilpLza/1gF&#10;p8/UTHeGxl+bv/Wb3jxV6+1rpdTjQ7d6BhGoC3fxzf2h4/zRZJbC9Z14g1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Odd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1V38QA&#10;AADeAAAADwAAAGRycy9kb3ducmV2LnhtbERPPW/CMBDdkfofrKvERhw6FEgxCBVVZelQoOp6iq9x&#10;mvgcbAOBX19XQmK7p/d582VvW3EiH2rHCsZZDoK4dLrmSsF+9zaagggRWWPrmBRcKMBy8TCYY6Hd&#10;mT/ptI2VSCEcClRgYuwKKUNpyGLIXEecuB/nLcYEfSW1x3MKt618yvNnabHm1GCwo1dDZbM9WgV+&#10;9b1urnz8avLrxyW8//aHKRqlho/96gVEpD7exTf3Rqf548lsAv/vpBv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/tVd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N35scA&#10;AADeAAAADwAAAGRycy9kb3ducmV2LnhtbESPQWsCQQyF7wX/w5CCl1Jn9VDr6ihSKBSUgtYfkO7E&#10;3aUzmWUn1bW/vjkUekt4L+99WW2GGMyF+twmdjCdFGCIq+Rbrh2cPl4fn8FkQfYYEpODG2XYrEd3&#10;Kyx9uvKBLkepjYZwLtFBI9KV1uaqoYh5kjpi1c6pjyi69rX1PV41PAY7K4onG7FlbWiwo5eGqq/j&#10;d3QQZp9hsZvnvdxOdl/8RDk8vHvnxvfDdglGaJB/89/1m1f86XyhvPqOzm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Dd+b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+TJ8UA&#10;AADeAAAADwAAAGRycy9kb3ducmV2LnhtbERPO2/CMBDeK/U/WFepW3Fg4JFiEC1CytKhaSrWI77G&#10;EfY5ig2k/fW4EhLbffqet1wPzooz9aH1rGA8ykAQ11633CiovnYvcxAhImu0nknBLwVYrx4flphr&#10;f+FPOpexESmEQ44KTIxdLmWoDTkMI98RJ+7H9w5jgn0jdY+XFO6snGTZVDpsOTUY7OjdUH0sT07B&#10;tuzspCrMW9h/fxwOtvjb0X6r1PPTsHkFEWmId/HNXeg0fzxbLOD/nXSD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n5Mn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6JXcUA&#10;AADeAAAADwAAAGRycy9kb3ducmV2LnhtbESPT2/CMAzF75P2HSJP4jYSODDUEdA0gYTEafw5cLMS&#10;ry00TtUEWr79fJjEzZaf33u/xWoIjbpTl+rIFiZjA4rYRV9zaeF42LzPQaWM7LGJTBYelGC1fH1Z&#10;YOFjzz903+dSiQmnAi1UObeF1slVFDCNY0sst9/YBcyydqX2HfZiHho9NWamA9YsCRW29F2Ru+5v&#10;wcJlo3fRGXSn46nf+o/zekaNsXb0Nnx9gso05Kf4/3vrpf5kbgRAcGQGv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Hold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rfocMA&#10;AADeAAAADwAAAGRycy9kb3ducmV2LnhtbERPTYvCMBC9L/gfwgje1rQKS6lGUWFhUfawKuJxbMa2&#10;tJmUJGr992ZhYW/zeJ8zX/amFXdyvrasIB0nIIgLq2suFRwPn+8ZCB+QNbaWScGTPCwXg7c55to+&#10;+Ifu+1CKGMI+RwVVCF0upS8qMujHtiOO3NU6gyFCV0rt8BHDTSsnSfIhDdYcGyrsaFNR0exvRsH5&#10;tuPr93S7cutwsv3BN5NL1ig1GvarGYhAffgX/7m/dJyfZkkKv+/EG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brfo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UpMYA&#10;AADeAAAADwAAAGRycy9kb3ducmV2LnhtbERPTWsCMRC9F/wPYYTeauLSlnU1Si0Ueimo7UFv42bc&#10;XdxMtkmq2/76RhC8zeN9zmzR21acyIfGsYbxSIEgLp1puNLw9fn2kIMIEdlg65g0/FKAxXxwN8PC&#10;uDOv6bSJlUghHArUUMfYFVKGsiaLYeQ64sQdnLcYE/SVNB7PKdy2MlPqWVpsODXU2NFrTeVx82M1&#10;LCf58nv1yB9/6/2Odtv98SnzSuv7Yf8yBRGpjzfx1f1u0vxxrjK4vJNu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rWUpMYAAADeAAAADwAAAAAAAAAAAAAAAACYAgAAZHJz&#10;L2Rvd25yZXYueG1sUEsFBgAAAAAEAAQA9QAAAIsDAAAAAA==&#10;" fillcolor="black" stroked="f"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86lcMA&#10;AADeAAAADwAAAGRycy9kb3ducmV2LnhtbERPTWsCMRC9F/ofwhR6q1kriGyNsgilpafVKr2Om3Gz&#10;uJksSRq3/94IQm/zeJ+zXI+2F4l86BwrmE4KEMSN0x23Cvbf7y8LECEia+wdk4I/CrBePT4ssdTu&#10;wltKu9iKHMKhRAUmxqGUMjSGLIaJG4gzd3LeYszQt1J7vORw28vXophLix3nBoMDbQw1592vVZCO&#10;m7qapZ9ktl++ar2rPw7HWqnnp7F6AxFpjP/iu/tT5/nTRTGD2zv5Brm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86l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rm6MUA&#10;AADeAAAADwAAAGRycy9kb3ducmV2LnhtbERPTWvCQBC9C/0PyxS81U2KiI2uUqSV1ottKuhxyE6z&#10;odnZkF1j9Ne7QsHbPN7nzJe9rUVHra8cK0hHCQjiwumKSwW7n/enKQgfkDXWjknBmTwsFw+DOWba&#10;nfibujyUIoawz1CBCaHJpPSFIYt+5BriyP261mKIsC2lbvEUw20tn5NkIi1WHBsMNrQyVPzlR6vA&#10;p6u3/cZeXrrD2vA2/zSTr9IoNXzsX2cgAvXhLv53f+g4P50mY7i9E2+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Cubo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37D09" w:rsidRPr="00D815F3" w:rsidRDefault="00D37D09" w:rsidP="00D37D0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D37D09" w:rsidRPr="001869AA" w:rsidRDefault="00D37D09" w:rsidP="00D37D0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D37D09" w:rsidRPr="001869AA" w:rsidRDefault="00D37D09" w:rsidP="00D37D0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D37D09" w:rsidRPr="001869AA" w:rsidRDefault="00D37D09" w:rsidP="00D37D0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D37D09" w:rsidRPr="00D815F3" w:rsidRDefault="00D37D09" w:rsidP="00D37D0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D37D09" w:rsidRPr="001869AA" w:rsidRDefault="00D37D09" w:rsidP="00D37D0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D37D09" w:rsidRPr="001869AA" w:rsidRDefault="00D37D09" w:rsidP="00D37D09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D37D09" w:rsidRPr="001869AA" w:rsidRDefault="00D37D09" w:rsidP="00D37D0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D37D09" w:rsidRPr="001869AA" w:rsidRDefault="00D37D09" w:rsidP="00D37D09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D37D09" w:rsidRPr="001869AA" w:rsidRDefault="00D37D09" w:rsidP="00D37D0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7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37D09" w:rsidRDefault="00D37D09" w:rsidP="00D37D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754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37D09" w:rsidRDefault="00D37D09" w:rsidP="00D37D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37D09" w:rsidRDefault="00D37D09" w:rsidP="00D37D09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D37D09" w:rsidRPr="001869AA" w:rsidRDefault="00D37D09" w:rsidP="00D37D09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D37D09" w:rsidRDefault="00D37D09" w:rsidP="00D37D09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D37D09" w:rsidRPr="001869AA" w:rsidRDefault="00D37D09" w:rsidP="00D37D09">
      <w:pPr>
        <w:spacing w:after="0" w:line="240" w:lineRule="auto"/>
        <w:jc w:val="center"/>
        <w:rPr>
          <w:rFonts w:ascii="Times New Roman" w:hAnsi="Times New Roman"/>
        </w:rPr>
      </w:pPr>
    </w:p>
    <w:p w:rsidR="00D37D09" w:rsidRPr="004C78CD" w:rsidRDefault="00D37D09" w:rsidP="00D37D09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D37D09" w:rsidRPr="008E2C07" w:rsidRDefault="00D37D09" w:rsidP="00D37D09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Несену О.А.</w:t>
      </w: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Несена</w:t>
      </w:r>
      <w:proofErr w:type="spellEnd"/>
      <w:r>
        <w:rPr>
          <w:rFonts w:ascii="Times New Roman" w:hAnsi="Times New Roman"/>
          <w:sz w:val="24"/>
          <w:lang w:val="ru-RU"/>
        </w:rPr>
        <w:t xml:space="preserve"> О.А.,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D37D09" w:rsidRPr="008E2C07" w:rsidRDefault="00D37D09" w:rsidP="00D37D0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Несену Олександру Анатолійовичу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який  зареєстрований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F80B8B">
        <w:rPr>
          <w:rFonts w:ascii="Times New Roman" w:hAnsi="Times New Roman"/>
          <w:sz w:val="24"/>
          <w:lang w:val="en-US"/>
        </w:rPr>
        <w:t>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0,4000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в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Стригани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>. Несену О.А.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D37D09" w:rsidRPr="008E2C07" w:rsidRDefault="00D37D09" w:rsidP="00D37D0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D37D09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D37D09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D37D09" w:rsidRPr="008E2C07" w:rsidRDefault="00D37D09" w:rsidP="00D37D09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311CEA" w:rsidRPr="00D37D09" w:rsidRDefault="00D37D09" w:rsidP="00D37D0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311CEA" w:rsidRPr="00D37D0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D09"/>
    <w:rsid w:val="00171A2E"/>
    <w:rsid w:val="00304C90"/>
    <w:rsid w:val="00311CEA"/>
    <w:rsid w:val="00505B6D"/>
    <w:rsid w:val="006D3977"/>
    <w:rsid w:val="007D6C18"/>
    <w:rsid w:val="00D1641A"/>
    <w:rsid w:val="00D37D09"/>
    <w:rsid w:val="00F80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D0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D09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224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2020-11-17T16:18:00Z</dcterms:created>
  <dcterms:modified xsi:type="dcterms:W3CDTF">2020-11-18T07:09:00Z</dcterms:modified>
</cp:coreProperties>
</file>