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00" w:rsidRDefault="00DE3000" w:rsidP="00DE30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000" w:rsidRDefault="00DE3000" w:rsidP="00DE30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3000" w:rsidRDefault="00DE3000" w:rsidP="00DE30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3000" w:rsidRDefault="00DE3000" w:rsidP="00DE300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3000" w:rsidRDefault="00DE3000" w:rsidP="00DE30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3000" w:rsidRDefault="00DE3000" w:rsidP="00DE30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87</w:t>
      </w:r>
    </w:p>
    <w:p w:rsidR="00DE3000" w:rsidRPr="00EB4539" w:rsidRDefault="00DE3000" w:rsidP="00DE3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E3000" w:rsidRPr="00EB4539" w:rsidRDefault="00DE3000" w:rsidP="00DE300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E3000" w:rsidRPr="00EB4539" w:rsidRDefault="00DE3000" w:rsidP="00DE300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DE3000" w:rsidRPr="00EB4539" w:rsidRDefault="00DE3000" w:rsidP="00DE300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DE3000" w:rsidRPr="00F23833" w:rsidRDefault="00DE3000" w:rsidP="00DE300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Шпак В.І.</w:t>
      </w: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Шпак В.І., 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Шпак Валентині Іванівні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0.1518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Шпак Валентині Іванівні, 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45184" w:rsidRPr="0054518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451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0,1518 га, кадастровий номер: 6823986800:03:005:0148,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DE3000" w:rsidRPr="00EB4539" w:rsidRDefault="00DE3000" w:rsidP="00DE30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Шпак В.І.,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E3000" w:rsidRPr="00EB4539" w:rsidRDefault="00DE3000" w:rsidP="00DE30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3000" w:rsidRPr="00EB4539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3000" w:rsidRPr="00DE3000" w:rsidRDefault="00DE3000" w:rsidP="00DE3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D5CDD" w:rsidRPr="00DE3000" w:rsidRDefault="00DE3000" w:rsidP="00DE300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6D5CDD" w:rsidRPr="00DE30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00"/>
    <w:rsid w:val="00545184"/>
    <w:rsid w:val="006D5CDD"/>
    <w:rsid w:val="00D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0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0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00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0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0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00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260</Words>
  <Characters>1482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2021-07-26T12:57:00Z</dcterms:created>
  <dcterms:modified xsi:type="dcterms:W3CDTF">2021-07-27T07:38:00Z</dcterms:modified>
</cp:coreProperties>
</file>