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B0F" w:rsidRDefault="00A83B0F" w:rsidP="00A83B0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3B0F" w:rsidRDefault="00A83B0F" w:rsidP="00A83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3B0F" w:rsidRDefault="00A83B0F" w:rsidP="00A83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3B0F" w:rsidRDefault="00A83B0F" w:rsidP="00A83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3B0F" w:rsidRDefault="00A83B0F" w:rsidP="00A83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3B0F" w:rsidRDefault="00A83B0F" w:rsidP="00A83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3B0F" w:rsidRDefault="00A83B0F" w:rsidP="00A83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3B0F" w:rsidRDefault="00A83B0F" w:rsidP="00A83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3B0F" w:rsidRDefault="00A83B0F" w:rsidP="00A83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3B0F" w:rsidRDefault="00A83B0F" w:rsidP="00A83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3B0F" w:rsidRDefault="00A83B0F" w:rsidP="00A83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3B0F" w:rsidRDefault="00A83B0F" w:rsidP="00A83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3B0F" w:rsidRDefault="00A83B0F" w:rsidP="00A83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3B0F" w:rsidRDefault="00A83B0F" w:rsidP="00A83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3B0F" w:rsidRDefault="00A83B0F" w:rsidP="00A83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3B0F" w:rsidRDefault="00A83B0F" w:rsidP="00A83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3B0F" w:rsidRDefault="00A83B0F" w:rsidP="00A83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3B0F" w:rsidRDefault="00A83B0F" w:rsidP="00A83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3B0F" w:rsidRDefault="00A83B0F" w:rsidP="00A83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3B0F" w:rsidRDefault="00A83B0F" w:rsidP="00A83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3B0F" w:rsidRDefault="00A83B0F" w:rsidP="00A83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3B0F" w:rsidRDefault="00A83B0F" w:rsidP="00A83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3B0F" w:rsidRDefault="00A83B0F" w:rsidP="00A83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3B0F" w:rsidRDefault="00A83B0F" w:rsidP="00A83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3B0F" w:rsidRDefault="00A83B0F" w:rsidP="00A83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3B0F" w:rsidRDefault="00A83B0F" w:rsidP="00A83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3B0F" w:rsidRDefault="00A83B0F" w:rsidP="00A83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3B0F" w:rsidRDefault="00A83B0F" w:rsidP="00A83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3B0F" w:rsidRDefault="00A83B0F" w:rsidP="00A83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3B0F" w:rsidRDefault="00A83B0F" w:rsidP="00A83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3B0F" w:rsidRDefault="00A83B0F" w:rsidP="00A83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83B0F" w:rsidRDefault="00A83B0F" w:rsidP="00A83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83B0F" w:rsidRDefault="00A83B0F" w:rsidP="00A83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83B0F" w:rsidRDefault="00A83B0F" w:rsidP="00A83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83B0F" w:rsidRDefault="00A83B0F" w:rsidP="00A83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83B0F" w:rsidRDefault="00A83B0F" w:rsidP="00A83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83B0F" w:rsidRDefault="00A83B0F" w:rsidP="00A83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83B0F" w:rsidRDefault="00A83B0F" w:rsidP="00A83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83B0F" w:rsidRDefault="00A83B0F" w:rsidP="00A83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83B0F" w:rsidRDefault="00A83B0F" w:rsidP="00A83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83B0F" w:rsidRDefault="00A83B0F" w:rsidP="00A83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83B0F" w:rsidRDefault="00A83B0F" w:rsidP="00A83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83B0F" w:rsidRDefault="00A83B0F" w:rsidP="00A83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83B0F" w:rsidRDefault="00A83B0F" w:rsidP="00A83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83B0F" w:rsidRDefault="00A83B0F" w:rsidP="00A83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83B0F" w:rsidRDefault="00A83B0F" w:rsidP="00A83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83B0F" w:rsidRDefault="00A83B0F" w:rsidP="00A83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83B0F" w:rsidRDefault="00A83B0F" w:rsidP="00A83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83B0F" w:rsidRDefault="00A83B0F" w:rsidP="00A83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83B0F" w:rsidRDefault="00A83B0F" w:rsidP="00A83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83B0F" w:rsidRDefault="00A83B0F" w:rsidP="00A83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83B0F" w:rsidRDefault="00A83B0F" w:rsidP="00A83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83B0F" w:rsidRDefault="00A83B0F" w:rsidP="00A83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83B0F" w:rsidRDefault="00A83B0F" w:rsidP="00A83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83B0F" w:rsidRDefault="00A83B0F" w:rsidP="00A83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83B0F" w:rsidRDefault="00A83B0F" w:rsidP="00A83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83B0F" w:rsidRDefault="00A83B0F" w:rsidP="00A83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83B0F" w:rsidRDefault="00A83B0F" w:rsidP="00A83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83B0F" w:rsidRDefault="00A83B0F" w:rsidP="00A83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83B0F" w:rsidRDefault="00A83B0F" w:rsidP="00A83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83B0F" w:rsidRDefault="00A83B0F" w:rsidP="00A83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83B0F" w:rsidRDefault="00A83B0F" w:rsidP="00A83B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83B0F" w:rsidRDefault="00A83B0F" w:rsidP="00A83B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83B0F" w:rsidRDefault="00A83B0F" w:rsidP="00A83B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83B0F" w:rsidRDefault="00A83B0F" w:rsidP="00A83B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83B0F" w:rsidRDefault="00A83B0F" w:rsidP="00A83B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83B0F" w:rsidRDefault="00A83B0F" w:rsidP="00A83B0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83B0F" w:rsidRDefault="00A83B0F" w:rsidP="00A83B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83B0F" w:rsidRDefault="00A83B0F" w:rsidP="00A83B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83B0F" w:rsidRDefault="00A83B0F" w:rsidP="00A83B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83B0F" w:rsidRDefault="00A83B0F" w:rsidP="00A83B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83B0F" w:rsidRDefault="00A83B0F" w:rsidP="00A83B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83B0F" w:rsidRDefault="00A83B0F" w:rsidP="00A83B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83B0F" w:rsidRDefault="00A83B0F" w:rsidP="00A83B0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83B0F" w:rsidRDefault="00A83B0F" w:rsidP="00A83B0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№64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A83B0F" w:rsidRPr="00AF2E62" w:rsidRDefault="00A83B0F" w:rsidP="00A83B0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A83B0F" w:rsidRPr="00AF2E62" w:rsidRDefault="00A83B0F" w:rsidP="00A83B0F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A83B0F" w:rsidRPr="00AF2E62" w:rsidRDefault="00A83B0F" w:rsidP="00A83B0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A83B0F" w:rsidRPr="00AF2E62" w:rsidRDefault="00A83B0F" w:rsidP="00A83B0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A83B0F" w:rsidRPr="00AF2E62" w:rsidRDefault="00A83B0F" w:rsidP="00A83B0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Нікітіній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Н.В.</w:t>
      </w:r>
    </w:p>
    <w:p w:rsidR="00A83B0F" w:rsidRPr="00AF2E62" w:rsidRDefault="00A83B0F" w:rsidP="00A83B0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A83B0F" w:rsidRPr="00AF2E62" w:rsidRDefault="00A83B0F" w:rsidP="00A83B0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</w:t>
      </w:r>
      <w:proofErr w:type="spellStart"/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до пункту 34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</w:t>
      </w:r>
      <w:r>
        <w:rPr>
          <w:rFonts w:ascii="Times New Roman" w:eastAsia="Calibri" w:hAnsi="Times New Roman" w:cs="Times New Roman"/>
          <w:sz w:val="24"/>
          <w:lang w:val="ru-RU" w:eastAsia="en-US"/>
        </w:rPr>
        <w:t>116,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118, 121</w:t>
      </w:r>
      <w:r>
        <w:rPr>
          <w:rFonts w:ascii="Times New Roman" w:eastAsia="Calibri" w:hAnsi="Times New Roman" w:cs="Times New Roman"/>
          <w:sz w:val="24"/>
          <w:lang w:val="ru-RU" w:eastAsia="en-US"/>
        </w:rPr>
        <w:t>, 122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р</w:t>
      </w:r>
      <w:r>
        <w:rPr>
          <w:rFonts w:ascii="Times New Roman" w:eastAsia="Calibri" w:hAnsi="Times New Roman" w:cs="Times New Roman"/>
          <w:sz w:val="24"/>
          <w:lang w:val="ru-RU" w:eastAsia="en-US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Нікітіній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Н.В.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  <w:proofErr w:type="gramEnd"/>
    </w:p>
    <w:p w:rsidR="00A83B0F" w:rsidRPr="00DC3C37" w:rsidRDefault="00A83B0F" w:rsidP="00A83B0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A83B0F" w:rsidRPr="00AF2E62" w:rsidRDefault="00A83B0F" w:rsidP="00A83B0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Нікітіній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Наталії Володимирівні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яка зареєстрована за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8C1438" w:rsidRPr="008C1438">
        <w:rPr>
          <w:rFonts w:ascii="Times New Roman" w:eastAsia="Calibri" w:hAnsi="Times New Roman" w:cs="Times New Roman"/>
          <w:sz w:val="24"/>
          <w:lang w:eastAsia="en-US"/>
        </w:rPr>
        <w:t>_</w:t>
      </w:r>
      <w:r w:rsidR="008C1438">
        <w:rPr>
          <w:rFonts w:ascii="Times New Roman" w:eastAsia="Calibri" w:hAnsi="Times New Roman" w:cs="Times New Roman"/>
          <w:sz w:val="24"/>
          <w:lang w:val="ru-RU" w:eastAsia="en-US"/>
        </w:rPr>
        <w:t>_____________</w:t>
      </w:r>
      <w:bookmarkStart w:id="0" w:name="_GoBack"/>
      <w:bookmarkEnd w:id="0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0,1200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га, для </w:t>
      </w:r>
      <w:r w:rsidRPr="00AF2E62">
        <w:rPr>
          <w:rFonts w:ascii="Times New Roman" w:eastAsia="Calibri" w:hAnsi="Times New Roman" w:cs="Times New Roman"/>
          <w:lang w:eastAsia="en-US"/>
        </w:rPr>
        <w:t>індивідуального садівництва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>,  яка розташована в с.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Комарівка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 ОК СТ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«Енергетик ХАЕС»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A83B0F" w:rsidRPr="00AF2E62" w:rsidRDefault="00A83B0F" w:rsidP="00A83B0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Нікітіній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Н.В.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розробити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A83B0F" w:rsidRPr="00AF2E62" w:rsidRDefault="00A83B0F" w:rsidP="00A83B0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2E6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A83B0F" w:rsidRPr="00AF2E62" w:rsidRDefault="00A83B0F" w:rsidP="00A83B0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83B0F" w:rsidRPr="00AF2E62" w:rsidRDefault="00A83B0F" w:rsidP="00A83B0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83B0F" w:rsidRPr="00AF2E62" w:rsidRDefault="00A83B0F" w:rsidP="00A83B0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83B0F" w:rsidRDefault="00A83B0F" w:rsidP="00A83B0F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83B0F" w:rsidRDefault="00A83B0F" w:rsidP="00A83B0F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90067" w:rsidRPr="00A83B0F" w:rsidRDefault="00A83B0F" w:rsidP="00A83B0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F90067" w:rsidRPr="00A83B0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B0F"/>
    <w:rsid w:val="008C1438"/>
    <w:rsid w:val="00A83B0F"/>
    <w:rsid w:val="00F90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B0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83B0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83B0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83B0F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B0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83B0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83B0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83B0F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236</Words>
  <Characters>1348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2021-07-07T06:39:00Z</dcterms:created>
  <dcterms:modified xsi:type="dcterms:W3CDTF">2021-07-07T08:28:00Z</dcterms:modified>
</cp:coreProperties>
</file>