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E1A" w:rsidRDefault="00803E1A" w:rsidP="00803E1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1A" w:rsidRDefault="00803E1A" w:rsidP="00803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3E1A" w:rsidRDefault="00803E1A" w:rsidP="00803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3E1A" w:rsidRDefault="00803E1A" w:rsidP="00803E1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1A" w:rsidRDefault="00803E1A" w:rsidP="00803E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03E1A" w:rsidRDefault="00803E1A" w:rsidP="00803E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3E1A" w:rsidRDefault="00803E1A" w:rsidP="00803E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№47</w:t>
      </w:r>
    </w:p>
    <w:p w:rsidR="00803E1A" w:rsidRPr="00D473DA" w:rsidRDefault="00803E1A" w:rsidP="00803E1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03E1A" w:rsidRPr="00D473DA" w:rsidRDefault="00803E1A" w:rsidP="00803E1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Мазуру В.В.</w:t>
      </w: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  <w:lang w:eastAsia="en-US"/>
        </w:rPr>
        <w:t>20,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118, 121 Земельного кодексу України, Закону України «Про землеустрій»,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Мазура В.В.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803E1A" w:rsidRPr="00740B77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.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Надати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Мазуру Віктору Володимировичу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, 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055DB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</w:t>
      </w:r>
      <w:r>
        <w:rPr>
          <w:rFonts w:ascii="Times New Roman" w:eastAsia="Calibri" w:hAnsi="Times New Roman" w:cs="Times New Roman"/>
          <w:sz w:val="24"/>
          <w:lang w:eastAsia="en-US"/>
        </w:rPr>
        <w:t>власність,  орієнтовною площею 1,8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000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га,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6823986800:05:011:0212 зі зміною цільового призначення, для ведення особистого селянського господарства, яка розташована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Хмельницька область, Шепетівський район, на території </w:t>
      </w:r>
      <w:proofErr w:type="spellStart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Крупецької</w:t>
      </w:r>
      <w:proofErr w:type="spellEnd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сільської ради.</w:t>
      </w: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Мазуру В.В.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803E1A" w:rsidRPr="00D473DA" w:rsidRDefault="00803E1A" w:rsidP="00803E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03E1A" w:rsidRPr="00D473DA" w:rsidRDefault="00803E1A" w:rsidP="00803E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3E1A" w:rsidRPr="00D473DA" w:rsidRDefault="00803E1A" w:rsidP="00803E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3E1A" w:rsidRDefault="00803E1A" w:rsidP="00803E1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0C10" w:rsidRDefault="00AC0C10"/>
    <w:sectPr w:rsidR="00AC0C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1A"/>
    <w:rsid w:val="000055DB"/>
    <w:rsid w:val="00803E1A"/>
    <w:rsid w:val="00AC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E1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03E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3E1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03E1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E1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03E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3E1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03E1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281</Words>
  <Characters>1603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2021-07-07T06:24:00Z</dcterms:created>
  <dcterms:modified xsi:type="dcterms:W3CDTF">2021-07-07T08:20:00Z</dcterms:modified>
</cp:coreProperties>
</file>