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19" w:rsidRDefault="00FB5A19" w:rsidP="00FB5A1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19" w:rsidRDefault="00FB5A19" w:rsidP="00FB5A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B5A19" w:rsidRDefault="00FB5A19" w:rsidP="00FB5A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19" w:rsidRDefault="00FB5A19" w:rsidP="00FB5A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B5A19" w:rsidRDefault="00FB5A19" w:rsidP="00FB5A1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19" w:rsidRDefault="00FB5A19" w:rsidP="00FB5A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B5A19" w:rsidRDefault="00FB5A19" w:rsidP="00FB5A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5A19" w:rsidRDefault="00FB5A19" w:rsidP="00FB5A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№22</w:t>
      </w:r>
    </w:p>
    <w:p w:rsidR="00FB5A19" w:rsidRPr="00DE6ED3" w:rsidRDefault="00FB5A19" w:rsidP="00FB5A1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B5A19" w:rsidRPr="00DE6ED3" w:rsidRDefault="00FB5A19" w:rsidP="00FB5A1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FB5A19" w:rsidRPr="00DE6ED3" w:rsidRDefault="00FB5A19" w:rsidP="00FB5A1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B5A19" w:rsidRPr="00DE6ED3" w:rsidRDefault="00FB5A19" w:rsidP="00FB5A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Л.М.</w:t>
      </w:r>
    </w:p>
    <w:p w:rsidR="00FB5A19" w:rsidRPr="00DE6ED3" w:rsidRDefault="00FB5A19" w:rsidP="00FB5A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B5A19" w:rsidRPr="00DE6ED3" w:rsidRDefault="00FB5A19" w:rsidP="00FB5A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FB5A19" w:rsidRPr="00DE6ED3" w:rsidRDefault="00FB5A19" w:rsidP="00FB5A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B5A19" w:rsidRPr="00DE6ED3" w:rsidRDefault="00FB5A19" w:rsidP="00FB5A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Михайлівні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1,0000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5A19" w:rsidRPr="00AE3E84" w:rsidRDefault="00FB5A19" w:rsidP="00FB5A1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Михайлівні, </w:t>
      </w:r>
      <w:r>
        <w:rPr>
          <w:rFonts w:ascii="Times New Roman" w:eastAsia="Calibri" w:hAnsi="Times New Roman" w:cs="Times New Roman"/>
          <w:sz w:val="24"/>
        </w:rPr>
        <w:t xml:space="preserve">яка  зареєстрована за адресою: </w:t>
      </w:r>
      <w:r w:rsidR="00673C48" w:rsidRPr="00673C48">
        <w:rPr>
          <w:rFonts w:ascii="Times New Roman" w:eastAsia="Calibri" w:hAnsi="Times New Roman" w:cs="Times New Roman"/>
          <w:sz w:val="24"/>
          <w:lang w:val="ru-RU"/>
        </w:rPr>
        <w:t>______________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673C48" w:rsidRPr="00673C4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 площею 1,0000 га, кадастровий номер: </w:t>
      </w:r>
      <w:r w:rsidRPr="00AE3E84">
        <w:rPr>
          <w:rFonts w:ascii="Times New Roman" w:eastAsia="Calibri" w:hAnsi="Times New Roman" w:cs="Times New Roman"/>
          <w:sz w:val="24"/>
          <w:szCs w:val="24"/>
        </w:rPr>
        <w:t>68239821</w:t>
      </w:r>
      <w:r>
        <w:rPr>
          <w:rFonts w:ascii="Times New Roman" w:eastAsia="Calibri" w:hAnsi="Times New Roman" w:cs="Times New Roman"/>
          <w:sz w:val="24"/>
          <w:szCs w:val="24"/>
        </w:rPr>
        <w:t>00:02:008:0621</w:t>
      </w: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AE3E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B5A19" w:rsidRPr="00AE3E84" w:rsidRDefault="00FB5A19" w:rsidP="00FB5A1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Цикальчук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Л.М.</w:t>
      </w:r>
      <w:r w:rsidRPr="00AE3E8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E3E84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FB5A19" w:rsidRPr="00AE3E84" w:rsidRDefault="00FB5A19" w:rsidP="00FB5A1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E3E84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B5A19" w:rsidRDefault="00FB5A19" w:rsidP="00FB5A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B5A19" w:rsidRDefault="00FB5A19" w:rsidP="00FB5A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B5A19" w:rsidRPr="00031790" w:rsidRDefault="00FB5A19" w:rsidP="00FB5A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B5A19" w:rsidRPr="00DE6ED3" w:rsidRDefault="00FB5A19" w:rsidP="00FB5A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6C14" w:rsidRPr="00FB5A19" w:rsidRDefault="00FB5A19" w:rsidP="00FB5A1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66C14" w:rsidRPr="00FB5A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19"/>
    <w:rsid w:val="00171A2E"/>
    <w:rsid w:val="00304C90"/>
    <w:rsid w:val="00505B6D"/>
    <w:rsid w:val="00673C48"/>
    <w:rsid w:val="006D3977"/>
    <w:rsid w:val="007D6C18"/>
    <w:rsid w:val="00C66C14"/>
    <w:rsid w:val="00D1641A"/>
    <w:rsid w:val="00FB5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B5A1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B5A1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B5A1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B5A1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B5A1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B5A1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1106</Words>
  <Characters>631</Characters>
  <Application>Microsoft Office Word</Application>
  <DocSecurity>0</DocSecurity>
  <Lines>5</Lines>
  <Paragraphs>3</Paragraphs>
  <ScaleCrop>false</ScaleCrop>
  <Company>Microsoft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2021-03-30T12:56:00Z</dcterms:created>
  <dcterms:modified xsi:type="dcterms:W3CDTF">2021-03-31T06:05:00Z</dcterms:modified>
</cp:coreProperties>
</file>