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04" w:rsidRPr="00EF19B8" w:rsidRDefault="006B5304" w:rsidP="006B530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EF19B8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6B5304" w:rsidRPr="00EF19B8" w:rsidRDefault="006B5304" w:rsidP="006B53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EF19B8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6762A00" wp14:editId="0E3633BF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658" name="Группа 116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37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5304" w:rsidRDefault="006B5304" w:rsidP="006B530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56762A00" id="Группа 11658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" fillcolor="black" stroked="f"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" fillcolor="black" stroked="f"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B5304" w:rsidRDefault="006B5304" w:rsidP="006B530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B5304" w:rsidRPr="00EF19B8" w:rsidRDefault="006B5304" w:rsidP="006B53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B5304" w:rsidRPr="00EF19B8" w:rsidRDefault="006B5304" w:rsidP="006B530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B5304" w:rsidRPr="00EF19B8" w:rsidRDefault="006B5304" w:rsidP="006B53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B5304" w:rsidRPr="00EF19B8" w:rsidRDefault="006B5304" w:rsidP="006B53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B5304" w:rsidRPr="00EF19B8" w:rsidRDefault="006B5304" w:rsidP="006B53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6B5304" w:rsidRPr="00EF19B8" w:rsidRDefault="006B5304" w:rsidP="006B530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6B5304" w:rsidRPr="00EF19B8" w:rsidRDefault="006B5304" w:rsidP="006B53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6B5304" w:rsidRPr="00EF19B8" w:rsidRDefault="006B5304" w:rsidP="006B53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6B5304" w:rsidRPr="00EF19B8" w:rsidRDefault="006B5304" w:rsidP="006B53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B5304" w:rsidRPr="00EF19B8" w:rsidRDefault="006B5304" w:rsidP="006B53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6B5304" w:rsidRPr="00EF19B8" w:rsidRDefault="006B5304" w:rsidP="006B53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B5304" w:rsidRPr="00EF19B8" w:rsidRDefault="006B5304" w:rsidP="006B530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</w:t>
      </w:r>
      <w:proofErr w:type="gramStart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ради  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</w:t>
      </w:r>
      <w:proofErr w:type="gramEnd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скликання</w:t>
      </w:r>
    </w:p>
    <w:p w:rsidR="006B5304" w:rsidRPr="00EF19B8" w:rsidRDefault="006B5304" w:rsidP="006B530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6B5304" w:rsidRPr="00EF19B8" w:rsidRDefault="006B5304" w:rsidP="006B530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6B5304" w:rsidRPr="00EF19B8" w:rsidRDefault="006B5304" w:rsidP="006B530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B5304" w:rsidRPr="00EF19B8" w:rsidRDefault="006B5304" w:rsidP="006B5304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6B5304" w:rsidRPr="00EF19B8" w:rsidRDefault="006B5304" w:rsidP="006B53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6B5304" w:rsidRPr="00EF19B8" w:rsidRDefault="006B5304" w:rsidP="006B53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6B5304" w:rsidRPr="00EF19B8" w:rsidRDefault="006B5304" w:rsidP="006B53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EF19B8">
        <w:rPr>
          <w:rFonts w:ascii="Times New Roman" w:eastAsia="Calibri" w:hAnsi="Times New Roman" w:cs="Times New Roman"/>
          <w:b/>
          <w:sz w:val="24"/>
          <w:lang w:eastAsia="en-US"/>
        </w:rPr>
        <w:t>Микитчук</w:t>
      </w:r>
      <w:proofErr w:type="spellEnd"/>
      <w:r w:rsidRPr="00EF19B8">
        <w:rPr>
          <w:rFonts w:ascii="Times New Roman" w:eastAsia="Calibri" w:hAnsi="Times New Roman" w:cs="Times New Roman"/>
          <w:b/>
          <w:sz w:val="24"/>
          <w:lang w:eastAsia="en-US"/>
        </w:rPr>
        <w:t xml:space="preserve"> О.В.</w:t>
      </w:r>
    </w:p>
    <w:p w:rsidR="006B5304" w:rsidRPr="00EF19B8" w:rsidRDefault="006B5304" w:rsidP="006B53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6B5304" w:rsidRPr="00EF19B8" w:rsidRDefault="006B5304" w:rsidP="006B53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6B5304" w:rsidRPr="00EF19B8" w:rsidRDefault="006B5304" w:rsidP="006B53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Микитчук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О.В.,  </w:t>
      </w:r>
      <w:proofErr w:type="spellStart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6B5304" w:rsidRPr="00EF19B8" w:rsidRDefault="006B5304" w:rsidP="006B53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EF19B8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6B5304" w:rsidRPr="00EF19B8" w:rsidRDefault="006B5304" w:rsidP="006B530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B5304" w:rsidRPr="00EF19B8" w:rsidRDefault="006B5304" w:rsidP="006B53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 w:rsidRPr="00EF19B8">
        <w:rPr>
          <w:rFonts w:ascii="Times New Roman" w:eastAsia="Calibri" w:hAnsi="Times New Roman" w:cs="Times New Roman"/>
          <w:sz w:val="24"/>
          <w:lang w:eastAsia="en-US"/>
        </w:rPr>
        <w:t>Микитчук</w:t>
      </w:r>
      <w:proofErr w:type="spellEnd"/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EF19B8">
        <w:rPr>
          <w:rFonts w:ascii="Times New Roman" w:eastAsia="Calibri" w:hAnsi="Times New Roman" w:cs="Times New Roman"/>
          <w:sz w:val="24"/>
          <w:lang w:eastAsia="en-US"/>
        </w:rPr>
        <w:t>Ольгі</w:t>
      </w:r>
      <w:proofErr w:type="spellEnd"/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 Володимирівні, яка зареєстрована за </w:t>
      </w:r>
      <w:proofErr w:type="spellStart"/>
      <w:r w:rsidRPr="00EF19B8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330715">
        <w:rPr>
          <w:rFonts w:ascii="Times New Roman" w:eastAsia="Calibri" w:hAnsi="Times New Roman" w:cs="Times New Roman"/>
          <w:sz w:val="24"/>
          <w:lang w:eastAsia="en-US"/>
        </w:rPr>
        <w:t>__________</w:t>
      </w:r>
      <w:bookmarkStart w:id="0" w:name="_GoBack"/>
      <w:bookmarkEnd w:id="0"/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EF19B8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0,1200 га, для </w:t>
      </w:r>
      <w:r w:rsidRPr="00EF19B8">
        <w:rPr>
          <w:rFonts w:ascii="Times New Roman" w:eastAsia="Calibri" w:hAnsi="Times New Roman" w:cs="Times New Roman"/>
          <w:lang w:eastAsia="en-US"/>
        </w:rPr>
        <w:t>індивідуального садівництва</w:t>
      </w:r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</w:t>
      </w:r>
      <w:proofErr w:type="spellStart"/>
      <w:r w:rsidRPr="00EF19B8">
        <w:rPr>
          <w:rFonts w:ascii="Times New Roman" w:eastAsia="Calibri" w:hAnsi="Times New Roman" w:cs="Times New Roman"/>
          <w:sz w:val="24"/>
          <w:lang w:eastAsia="en-US"/>
        </w:rPr>
        <w:t>с.Комарівка</w:t>
      </w:r>
      <w:proofErr w:type="spellEnd"/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 по </w:t>
      </w:r>
      <w:proofErr w:type="spellStart"/>
      <w:r w:rsidRPr="00EF19B8">
        <w:rPr>
          <w:rFonts w:ascii="Times New Roman" w:eastAsia="Calibri" w:hAnsi="Times New Roman" w:cs="Times New Roman"/>
          <w:sz w:val="24"/>
          <w:lang w:eastAsia="en-US"/>
        </w:rPr>
        <w:t>вул</w:t>
      </w:r>
      <w:proofErr w:type="spellEnd"/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 Лісній, у районі будинку №42А.</w:t>
      </w:r>
    </w:p>
    <w:p w:rsidR="006B5304" w:rsidRPr="00EF19B8" w:rsidRDefault="006B5304" w:rsidP="006B53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 w:rsidRPr="00EF19B8">
        <w:rPr>
          <w:rFonts w:ascii="Times New Roman" w:eastAsia="Calibri" w:hAnsi="Times New Roman" w:cs="Times New Roman"/>
          <w:sz w:val="24"/>
          <w:lang w:eastAsia="en-US"/>
        </w:rPr>
        <w:t>Микитчук</w:t>
      </w:r>
      <w:proofErr w:type="spellEnd"/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 О.В., розробити </w:t>
      </w:r>
      <w:proofErr w:type="spellStart"/>
      <w:r w:rsidRPr="00EF19B8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6B5304" w:rsidRPr="00EF19B8" w:rsidRDefault="006B5304" w:rsidP="006B53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F19B8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6B5304" w:rsidRPr="00EF19B8" w:rsidRDefault="006B5304" w:rsidP="006B530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B5304" w:rsidRPr="00EF19B8" w:rsidRDefault="006B5304" w:rsidP="006B53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B5304" w:rsidRPr="00EF19B8" w:rsidRDefault="006B5304" w:rsidP="006B53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B5304" w:rsidRDefault="006B5304" w:rsidP="006B53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B5304" w:rsidRPr="00EF19B8" w:rsidRDefault="006B5304" w:rsidP="006B53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B5304" w:rsidRPr="00EF19B8" w:rsidRDefault="006B5304" w:rsidP="006B53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B5304" w:rsidRPr="00EF19B8" w:rsidRDefault="006B5304" w:rsidP="006B530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222A87" w:rsidRDefault="00222A87"/>
    <w:sectPr w:rsidR="00222A8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304"/>
    <w:rsid w:val="00222A87"/>
    <w:rsid w:val="00330715"/>
    <w:rsid w:val="006B5304"/>
    <w:rsid w:val="007D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30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30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237</Words>
  <Characters>1351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2021-06-22T08:34:00Z</dcterms:created>
  <dcterms:modified xsi:type="dcterms:W3CDTF">2021-06-22T13:20:00Z</dcterms:modified>
</cp:coreProperties>
</file>