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ED" w:rsidRDefault="005D39ED" w:rsidP="005D39ED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D39ED" w:rsidRPr="000209E7" w:rsidRDefault="005D39ED" w:rsidP="005D39ED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5D39ED" w:rsidRPr="000209E7" w:rsidRDefault="005D39ED" w:rsidP="005D39ED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5D39ED" w:rsidRPr="000209E7" w:rsidRDefault="00D50DEE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D50DEE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POqMAA&#10;AADcAAAADwAAAGRycy9kb3ducmV2LnhtbESPzQrCMBCE74LvEFbwpqkKVqpRRFQ8COLffWnWtths&#10;ShO1vr0RBI/DzHzDzBaNKcWTaldYVjDoRyCIU6sLzhRczpveBITzyBpLy6TgTQ4W83Zrhom2Lz7S&#10;8+QzESDsElSQe18lUro0J4Oubyvi4N1sbdAHWWdS1/gKcFPKYRSNpcGCw0KOFa1ySu+nh1FgR9vd&#10;/poNj6M1x56Xh8nt2uyV6naa5RSEp8b/w7/2TisYxzF8z4Qj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POqM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zExcQA&#10;AADcAAAADwAAAGRycy9kb3ducmV2LnhtbERPz2vCMBS+D/wfwhO8yEznoc7OKCJ0mzsM1MGuj+bZ&#10;VJuXkmTa+debw2DHj+/3YtXbVlzIh8axgqdJBoK4crrhWsHXoXx8BhEissbWMSn4pQCr5eBhgYV2&#10;V97RZR9rkUI4FKjAxNgVUobKkMUwcR1x4o7OW4wJ+lpqj9cUbls5zbJcWmw4NRjsaGOoOu9/rIJT&#10;+Wm+N7Pbqx/Pd3Qblx9v7TZXajTs1y8gIvXxX/znftcK8llam8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8xMX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0VsIA&#10;AADcAAAADwAAAGRycy9kb3ducmV2LnhtbESP3YrCMBCF7wXfIYywN7KmrqBrNYrIKuJN8ecBhmZs&#10;is2kNFnbffuNIHh5OD8fZ7nubCUe1PjSsYLxKAFBnDtdcqHgetl9foPwAVlj5ZgU/JGH9arfW2Kq&#10;XcsnepxDIeII+xQVmBDqVEqfG7LoR64mjt7NNRZDlE0hdYNtHLeV/EqSqbRYciQYrGlrKL+ff22E&#10;ZBPMjrf2stt32OLP0fBwc1LqY9BtFiACdeEdfrUPWsF0Nofn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rRW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w0M8IA&#10;AADcAAAADwAAAGRycy9kb3ducmV2LnhtbERPTUsDMRC9F/wPYQRvbdZi17I2LVIVSsGDVRBvw2a6&#10;u7iZhGTsbv99cyh4fLzv1WZ0vTpRTJ1nA/ezAhRx7W3HjYGvz7fpElQSZIu9ZzJwpgSb9c1khZX1&#10;A3/Q6SCNyiGcKjTQioRK61S35DDNfCDO3NFHh5JhbLSNOORw1+t5UZTaYce5ocVA25bq38OfM/A+&#10;vIb9Y7k4hp/4MNfpxcr3Voy5ux2fn0AJjfIvvrp31kC5zPPzmXwE9P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/DQz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nId8IA&#10;AADcAAAADwAAAGRycy9kb3ducmV2LnhtbESP3YrCMBCF74V9hzDC3siaqiDSbSqyqIg3YvUBhmZs&#10;is2kNNF2394IC3t5OD8fJ1sPthFP6nztWMFsmoAgLp2uuVJwvey+ViB8QNbYOCYFv+RhnX+MMky1&#10;6/lMzyJUIo6wT1GBCaFNpfSlIYt+6lri6N1cZzFE2VVSd9jHcdvIeZIspcWaI8FgSz+GynvxsBFy&#10;WuDpeOsvu/2APW6Phiebs1Kf42HzDSLQEP7Df+2DVrBczeB9Jh4Bm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qch3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P38UA&#10;AADcAAAADwAAAGRycy9kb3ducmV2LnhtbESPQUvDQBSE74L/YXmCN7sxaFpit6W0CiJ4aCuIt0f2&#10;NQlm3y67zyb+e1cQPA4z8w2zXE9uUGeKqfds4HZWgCJuvO25NfB2fLpZgEqCbHHwTAa+KcF6dXmx&#10;xNr6kfd0PkirMoRTjQY6kVBrnZqOHKaZD8TZO/noULKMrbYRxwx3gy6LotIOe84LHQbadtR8Hr6c&#10;gdfxMbzMq/tT+Ih3pU47K+9bMeb6ato8gBKa5D/81362BqpFC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Yg/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VWVcUA&#10;AADcAAAADwAAAGRycy9kb3ducmV2LnhtbESPQWsCMRSE7wX/Q3iCF6nZKoqsRqlCaMFCqRW8PjbP&#10;3cXNy5JEd/vvG6HQ4zAz3zDrbW8bcScfascKXiYZCOLCmZpLBadv/bwEESKywcYxKfihANvN4GmN&#10;uXEdf9H9GEuRIBxyVFDF2OZShqIii2HiWuLkXZy3GJP0pTQeuwS3jZxm2UJarDktVNjSvqLierxZ&#10;BbvPrpz5cbHr3eHydp5rbfSHVmo07F9XICL18T/81343ChbLGTzOp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VZV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qpMMA&#10;AADcAAAADwAAAGRycy9kb3ducmV2LnhtbESP3YrCMBSE7xd8h3AWvFvTFZVSjSIuhUX2xp8HODRn&#10;m67NSUlirW9vFgQvh5n5hlltBtuKnnxoHCv4nGQgiCunG64VnE/lRw4iRGSNrWNScKcAm/XobYWF&#10;djc+UH+MtUgQDgUqMDF2hZShMmQxTFxHnLxf5y3GJH0ttcdbgttWTrNsIS02nBYMdrQzVF2OV6ug&#10;3E9/+stV+9Jth5mlufnLv4xS4/dhuwQRaYiv8LP9rRUs8hn8n0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Aqp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BrusUA&#10;AADcAAAADwAAAGRycy9kb3ducmV2LnhtbESPQWsCMRSE7wX/Q3iCl1KztSiyGqUKoQULpVbw+tg8&#10;dxc3L0sS3e2/N4LQ4zAz3zDLdW8bcSUfascKXscZCOLCmZpLBYdf/TIHESKywcYxKfijAOvV4GmJ&#10;uXEd/9B1H0uRIBxyVFDF2OZShqIii2HsWuLknZy3GJP0pTQeuwS3jZxk2UxarDktVNjStqLivL9Y&#10;BZvvrnzzz8Wmd7vTx3GqtdFfWqnRsH9fgIjUx//wo/1pFMzmU7ifS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MGu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4RSMMA&#10;AADcAAAADwAAAGRycy9kb3ducmV2LnhtbESPUWvCMBSF3wf+h3AF32Y6caV0RhGlILKXqT/g0tw1&#10;nc1NSWKt/94MBns8nHO+w1ltRtuJgXxoHSt4m2cgiGunW24UXM7VawEiRGSNnWNS8KAAm/XkZYWl&#10;dnf+ouEUG5EgHEpUYGLsSylDbchimLueOHnfzluMSfpGao/3BLedXGRZLi22nBYM9rQzVF9PN6ug&#10;Oi4+h+tN+8ptx6Wld/NT7I1Ss+m4/QARaYz/4b/2QSvIixx+z6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4RS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nBEMMA&#10;AADcAAAADwAAAGRycy9kb3ducmV2LnhtbESP0WrCQBRE3wv9h+UKvtVNtKYS3QQRlPrYtB9wyd4m&#10;wezdNLsm8e9dQejjMDNnmF0+mVYM1LvGsoJ4EYEgLq1uuFLw831824BwHllja5kU3MhBnr2+7DDV&#10;duQvGgpfiQBhl6KC2vsuldKVNRl0C9sRB+/X9gZ9kH0ldY9jgJtWLqMokQYbDgs1dnSoqbwUV6Pg&#10;/Tae/or1JTpqQ/F51Z3Zl2ul5rNpvwXhafL/4Wf7UytINh/wOBOOgM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nBE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2mF70A&#10;AADcAAAADwAAAGRycy9kb3ducmV2LnhtbERPuwrCMBTdBf8hXMFNUx2KVqOIooiT1sd8aa5tsbkp&#10;TdT692YQHA/nPV+2phIvalxpWcFoGIEgzqwuOVdwOW8HExDOI2usLJOCDzlYLrqdOSbavvlEr9Tn&#10;IoSwS1BB4X2dSOmyggy6oa2JA3e3jUEfYJNL3eA7hJtKjqMolgZLDg0F1rQuKHukT6PgGd/GF74f&#10;9DHdfHbTzXbl5DVXqt9rVzMQnlr/F//ce60gnoS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L2mF7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hknscA&#10;AADcAAAADwAAAGRycy9kb3ducmV2LnhtbESPT2vCQBTE74LfYXlCb2ajlRCjq7RCofZQqX8O3p7Z&#10;Z5I2+zbNbjX99m5B6HGYmd8w82VnanGh1lWWFYyiGARxbnXFhYL97mWYgnAeWWNtmRT8koPlot+b&#10;Y6btlT/osvWFCBB2GSoovW8yKV1ekkEX2YY4eGfbGvRBtoXULV4D3NRyHMeJNFhxWCixoVVJ+df2&#10;xyg4bNJkunleTz7f3k/4aPT3UVeJUg+D7mkGwlPn/8P39qtWkKRT+Ds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4ZJ7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pSpcAA&#10;AADcAAAADwAAAGRycy9kb3ducmV2LnhtbERPy4rCMBTdC/5DuII7TdWhaDWKzjAqrnyB20tzbYvN&#10;TWkyWufrzUJweTjv2aIxpbhT7QrLCgb9CARxanXBmYLz6bc3BuE8ssbSMil4koPFvN2aYaLtgw90&#10;P/pMhBB2CSrIva8SKV2ak0HXtxVx4K62NugDrDOpa3yEcFPKYRTF0mDBoSHHir5zSm/HP6PgP77g&#10;3m2Gq5+R9vT8Gq/tbr9WqttpllMQnhr/Eb/dW60gnoT54Uw4An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pSpcAAAADc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K0MUA&#10;AADcAAAADwAAAGRycy9kb3ducmV2LnhtbESPwWrDMBBE74H+g9hAb7GckIbYsRJKcaG3Nk4/YLG2&#10;som1cizVcfv1VSGQ4zAzb5jiMNlOjDT41rGCZZKCIK6dbtko+Dy9LrYgfEDW2DkmBT/k4bB/mBWY&#10;a3flI41VMCJC2OeooAmhz6X0dUMWfeJ64uh9ucFiiHIwUg94jXDbyVWabqTFluNCgz29NFSfq2+r&#10;4OJWT3qqSnw/l9lHa8z68ntcK/U4n553IAJN4R6+td+0gk22hP8z8Qj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YrQ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Ija8QA&#10;AADcAAAADwAAAGRycy9kb3ducmV2LnhtbESPzW7CMBCE70i8g7VIvRWHogYIGFQqVeLKz4HjYi9J&#10;IF6H2EDap8dIlTiOZuYbzWzR2krcqPGlYwWDfgKCWDtTcq5gt/15H4PwAdlg5ZgU/JKHxbzbmWFm&#10;3J3XdNuEXEQI+wwVFCHUmZReF2TR911NHL2jayyGKJtcmgbvEW4r+ZEkqbRYclwosKbvgvR5c7UK&#10;VuWBPlN9nNjxUq/3f5cwHJ2MUm+99msKIlAbXuH/9sooSCdD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SI2v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HOMEA&#10;AADcAAAADwAAAGRycy9kb3ducmV2LnhtbERPW2vCMBR+F/Yfwhn4pulkyFqNMgeDiReYE309NMem&#10;2JyUJtb6740w8PG7803nna1ES40vHSt4GyYgiHOnSy4U7P++Bx8gfEDWWDkmBTfyMJ+99KaYaXfl&#10;X2p3oRCxhH2GCkwIdSalzw1Z9ENXE0ft5BqLIcKmkLrBayy3lRwlyVhaLDkuGKzpy1B+3l2sgha3&#10;t+RoFpt0Wa7z0XZxWOnIq/5r9zkBEagLT/N/+kcrGKfv8DgTj4C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LBz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XrcQA&#10;AADcAAAADwAAAGRycy9kb3ducmV2LnhtbESPQUvDQBSE70L/w/IK3uymAYvGbkspVDxq9ODxmX3N&#10;pmbfC7vbJvrrXUHwOMzMN8x6O/leXSjETtjAclGAIm7EdtwaeHs93NyBignZYi9MBr4ownYzu1pj&#10;ZWXkF7rUqVUZwrFCAy6lodI6No48xoUMxNk7SvCYsgyttgHHDPe9LotipT12nBccDrR31HzWZ29g&#10;fGw+TuXx3brvMMihfpZT2Ysx1/Np9wAq0ZT+w3/tJ2tgdX8L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TF6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7E+8YA&#10;AADcAAAADwAAAGRycy9kb3ducmV2LnhtbESPS2/CMBCE75X6H6ytxK04cAgQMIinhKoixKP3bbwk&#10;ae11FBtI/31dqRLH0cx8o5nMWmvEjRpfOVbQ6yYgiHOnKy4UnE+b1yEIH5A1Gsek4Ic8zKbPTxPM&#10;tLvzgW7HUIgIYZ+hgjKEOpPS5yVZ9F1XE0fv4hqLIcqmkLrBe4RbI/tJkkqLFceFEmtalpR/H69W&#10;wWa/Ml/93WH+IcNyPfg0w7fF6l2pzks7H4MI1IZH+L+91QrSUQp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7E+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Sy8cA&#10;AADcAAAADwAAAGRycy9kb3ducmV2LnhtbESP3WrCQBSE74W+w3IKvRHdtOJfzCqlUFSw0KYFb0+y&#10;xySYPRuya0zfvisIvRxm5hsm2fSmFh21rrKs4HkcgSDOra64UPDz/T5agHAeWWNtmRT8koPN+mGQ&#10;YKztlb+oS30hAoRdjApK75tYSpeXZNCNbUMcvJNtDfog20LqFq8Bbmr5EkUzabDisFBiQ28l5ef0&#10;YhR0n4es2HWu2Z8XQzedZNvthz4q9fTYv65AeOr9f/je3mkFs+Ucbm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yEsvHAAAA3A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HycIA&#10;AADcAAAADwAAAGRycy9kb3ducmV2LnhtbERPTYvCMBC9C/6HMMLeNFVUtBpFF4S9LKjrQW9jM7bF&#10;ZtJNslr99eYg7PHxvufLxlTiRs6XlhX0ewkI4szqknMFh59NdwLCB2SNlWVS8CAPy0W7NcdU2zvv&#10;6LYPuYgh7FNUUIRQp1L6rCCDvmdr4shdrDMYInS51A7vMdxUcpAkY2mw5NhQYE2fBWXX/Z9RsJ5O&#10;1r/bIX8/d+cTnY7n62jgEqU+Os1qBiJQE/7Fb/eXVjCexrXxTDw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wfJwgAAANwAAAAPAAAAAAAAAAAAAAAAAJgCAABkcnMvZG93&#10;bnJldi54bWxQSwUGAAAAAAQABAD1AAAAhwMAAAAA&#10;" fillcolor="black" stroked="f"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DSscA&#10;AADcAAAADwAAAGRycy9kb3ducmV2LnhtbESPzWvCQBTE74X+D8sr9FY3Cg0aXUX7AQXtwY+Dx2f2&#10;mSzJvg3ZrUb/elcQehxm5jfMZNbZWpyo9caxgn4vAUGcO224ULDbfr8NQfiArLF2TAou5GE2fX6a&#10;YKbdmdd02oRCRAj7DBWUITSZlD4vyaLvuYY4ekfXWgxRtoXULZ4j3NZykCSptGg4LpTY0EdJebX5&#10;swr2y9QM14YGh9V18aVX79Xi97NS6vWlm49BBOrCf/jR/tEK0tEI7mfiEZ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FA0r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kaI8EA&#10;AADcAAAADwAAAGRycy9kb3ducmV2LnhtbERPu27CMBTdkfoP1q3EBnY7FJRiEGpVtQsDL7Fexbdx&#10;mvg6tQ0Evh4PSIxH5z1b9K4VJwqx9qzhZaxAEJfe1Fxp2G2/RlMQMSEbbD2ThgtFWMyfBjMsjD/z&#10;mk6bVIkcwrFADTalrpAylpYcxrHviDP364PDlGGopAl4zuGula9KvUmHNecGix19WCqbzdFpCMvD&#10;Z3Pl475R19Ulfv/1/1O0Wg+f++U7iER9eojv7h+jYaLy/HwmHwE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JGiP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goMUA&#10;AADcAAAADwAAAGRycy9kb3ducmV2LnhtbESP3WoCMRSE7wt9h3AKvSk10YtqV6OUglCoFPx5gOPm&#10;uLuYnCybo659+qYgeDnMzDfMbNEHr87UpSayheHAgCIuo2u4srDbLl8noJIgO/SRycKVEizmjw8z&#10;LFy88JrOG6lUhnAq0EIt0hZap7KmgGkQW+LsHWIXULLsKu06vGR48HpkzJsO2HBeqLGlz5rK4+YU&#10;LPjR3r9/j9NKrju9Mr9B1i8/ztrnp/5jCkqol3v41v5yFsZmCP9n8hH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iOCg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f3MUA&#10;AADcAAAADwAAAGRycy9kb3ducmV2LnhtbESPQWsCMRSE74L/IbxCb5rtHmxZjdIqwl48uFW8Pjev&#10;m6XJy7KJuvXXm0Khx2FmvmEWq8FZcaU+tJ4VvEwzEMS11y03Cg6f28kbiBCRNVrPpOCHAqyW49EC&#10;C+1vvKdrFRuRIBwKVGBi7AopQ23IYZj6jjh5X753GJPsG6l7vCW4szLPspl02HJaMNjR2lD9XV2c&#10;gk3V2fxQmo9wOu7OZ1vet3TaKPX8NLzPQUQa4n/4r11qBa9ZDr9n0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19/c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UEA8QA&#10;AADcAAAADwAAAGRycy9kb3ducmV2LnhtbESPwWrDMBBE74H+g9hCb4nUFOLiRgml1BDoKW5y6G2R&#10;trYTa2UsxXb/PgoEehxm5g2z3k6uFQP1ofGs4XmhQBAbbxuuNBy+i/kriBCRLbaeScMfBdhuHmZr&#10;zK0feU9DGSuRIBxy1FDH2OVSBlOTw7DwHXHyfn3vMCbZV9L2OCa4a+VSqZV02HBaqLGjj5rMubw4&#10;DadCfnmj0BwPx3Fns5/PFbVK66fH6f0NRKQp/ofv7Z3VkKkXuJ1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VBAP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cV8MA&#10;AADdAAAADwAAAGRycy9kb3ducmV2LnhtbERPTWvCQBC9F/wPywi91Y0plhBdxRYEUXqoSulxzI5J&#10;SHY27K4a/31XELzN433ObNGbVlzI+dqygvEoAUFcWF1zqeCwX71lIHxA1thaJgU38rCYD15mmGt7&#10;5R+67EIpYgj7HBVUIXS5lL6oyKAf2Y44cifrDIYIXSm1w2sMN61Mk+RDGqw5NlTY0VdFRbM7GwV/&#10;5y2fvt83S/cZfm2/9016zBqlXof9cgoiUB+e4od7reP88SSF+zfxB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zcV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rDHsUA&#10;AADdAAAADwAAAGRycy9kb3ducmV2LnhtbERPS2vCQBC+C/0PyxS86cZXsWlWqYLgRai2h3obs9Mk&#10;JDsbd1eN/fXdQqG3+fieky0704grOV9ZVjAaJiCIc6srLhR8vG8GcxA+IGtsLJOCO3lYLh56Gaba&#10;3nhP10MoRAxhn6KCMoQ2ldLnJRn0Q9sSR+7LOoMhQldI7fAWw00jx0nyJA1WHBtKbGldUl4fLkbB&#10;6nm+Or9Nefe9Px3p+HmqZ2OXKNV/7F5fQATqwr/4z73Vcf5oNoHfb+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GsMexQAAAN0AAAAPAAAAAAAAAAAAAAAAAJgCAABkcnMv&#10;ZG93bnJldi54bWxQSwUGAAAAAAQABAD1AAAAigMAAAAA&#10;" fillcolor="black" stroked="f"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+ha8MA&#10;AADdAAAADwAAAGRycy9kb3ducmV2LnhtbERPTUsDMRC9C/6HMEJvNlurRdamZSmI4mlbK16nm+lm&#10;6WayJDFd/31TELzN433Ocj3aXiTyoXOsYDYtQBA3TnfcKth/vt4/gwgRWWPvmBT8UoD16vZmiaV2&#10;Z95S2sVW5BAOJSowMQ6llKExZDFM3UCcuaPzFmOGvpXa4zmH214+FMVCWuw4NxgcaGOoOe1+rIJ0&#10;2NTVPH0ns/3wVetd/fZ1qJWa3I3VC4hIY/wX/7nfdZ4/e3qE6zf5B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+ha8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TkAsQA&#10;AADdAAAADwAAAGRycy9kb3ducmV2LnhtbERPTWvCQBC9F/oflil4q5sIio2uUqSKemmbCnocstNs&#10;aHY2ZNcY/fVdodDbPN7nzJe9rUVHra8cK0iHCQjiwumKSwWHr/XzFIQPyBprx6TgSh6Wi8eHOWba&#10;XfiTujyUIoawz1CBCaHJpPSFIYt+6BriyH271mKIsC2lbvESw20tR0kykRYrjg0GG1oZKn7ys1Xg&#10;09XbcW9vL91pY/g935nJR2mUGjz1rzMQgfrwL/5zb3Wcn47HcP8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E5AL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D39ED" w:rsidRPr="000209E7" w:rsidRDefault="005D39ED" w:rsidP="005D39E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D39ED" w:rsidRPr="000209E7" w:rsidRDefault="005D39ED" w:rsidP="005D39E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5D39ED" w:rsidRPr="000209E7" w:rsidRDefault="005D39ED" w:rsidP="005D39ED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5D39ED" w:rsidRPr="000209E7" w:rsidRDefault="005D39ED" w:rsidP="005D39E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5D39ED" w:rsidRPr="000209E7" w:rsidRDefault="005D39ED" w:rsidP="005D39E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5D39ED" w:rsidRPr="000209E7" w:rsidRDefault="005D39ED" w:rsidP="005D39ED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D50DEE" w:rsidRPr="00D50DEE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q5A8XJt2AABbWQQADgAAAAAAAAAAAAAAAAAuAgAAZHJz&#10;L2Uyb0RvYy54bWxQSwECLQAUAAYACAAAACEA386QMOIAAAANAQAADwAAAAAAAAAAAAAAAAD1eAAA&#10;ZHJzL2Rvd25yZXYueG1sUEsFBgAAAAAEAAQA8wAAAAR6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aRqr8A&#10;AADdAAAADwAAAGRycy9kb3ducmV2LnhtbERPyQrCMBC9C/5DGMGbpiouVKOIqHgQxO0+NGNbbCal&#10;iVr/3giCt3m8dWaL2hTiSZXLLSvodSMQxInVOacKLudNZwLCeWSNhWVS8CYHi3mzMcNY2xcf6Xny&#10;qQgh7GJUkHlfxlK6JCODrmtL4sDdbGXQB1ilUlf4CuGmkP0oGkmDOYeGDEtaZZTcTw+jwA62u/01&#10;7R8Hax57Xh4mt2u9V6rdqpdTEJ5q/xf/3Dsd5veGY/h+E0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xpGq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/B1skA&#10;AADdAAAADwAAAGRycy9kb3ducmV2LnhtbESPT0sDMRDF70K/QxjBS7HZClbdNi1SWP/0ILQKXofN&#10;dLN2M1mS2K799M5B8DbDe/PebxarwXfqSDG1gQ1MJwUo4jrYlhsDH+/V9T2olJEtdoHJwA8lWC1H&#10;FwssbTjxlo673CgJ4VSiAZdzX2qdakce0yT0xKLtQ/SYZY2NthFPEu47fVMUM+2xZWlw2NPaUX3Y&#10;fXsDX9Wb+1zfnZ/i+GFL53G1ee5eZ8ZcXQ6Pc1CZhvxv/rt+sYI/vRVc+UZG0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0/B1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GMsYA&#10;AADdAAAADwAAAGRycy9kb3ducmV2LnhtbESPzWrDMBCE74W8g9hALqWR3dLQuFGCCXUouYT8PMBi&#10;bSxTa2UsxXbePioUettlZuebXW1G24ieOl87VpDOExDEpdM1Vwou5+LlA4QPyBobx6TgTh4268nT&#10;CjPtBj5SfwqViCHsM1RgQmgzKX1pyKKfu5Y4alfXWQxx7SqpOxxiuG3ka5IspMWaI8FgS1tD5c/p&#10;ZiPk8IaH/XU4F7sRB/zaG37Oj0rNpmP+CSLQGP7Nf9ffOtZP35f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sGM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wssUA&#10;AADdAAAADwAAAGRycy9kb3ducmV2LnhtbESPQUvEQAyF74L/YYjgzZ3uolXqzi6yKojgwVUQb6GT&#10;bYudzDATt/Xfm4PgLeG9vPdlvZ3DaI6UyxDZwXJRgSFuox+4c/D+9nhxA6YIsscxMjn4oQLbzenJ&#10;GhsfJ36l4146oyFcGnTQi6TG2tL2FLAsYiJW7RBzQNE1d9ZnnDQ8jHZVVbUNOLA29Jho11P7tf8O&#10;Dl6mh/R8XV8d0me+XNly7+VjJ86dn813t2CEZvk3/10/ecVf1sqv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rC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AicMA&#10;AADdAAAADwAAAGRycy9kb3ducmV2LnhtbESP3YrCMBCF7xd8hzCCN4umXUGkGkVEF/FG/HmAoRmb&#10;YjMpTbT17Y0geDfDOXO+M/NlZyvxoMaXjhWkowQEce50yYWCy3k7nILwAVlj5ZgUPMnDctH7mWOm&#10;XctHepxCIWII+wwVmBDqTEqfG7LoR64mjtrVNRZDXJtC6gbbGG4r+ZckE2mx5EgwWNPaUH473W2E&#10;HMZ42F/b8/a/wxY3e8O/q6NSg363moEI1IWv+XO907F+Oknh/U0cQS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HAi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iLXsMA&#10;AADdAAAADwAAAGRycy9kb3ducmV2LnhtbERPTUvDQBC9C/6HZQRvdtOgqcRuS2kVRPDQVhBvQ3aa&#10;BLOzy+7YxH/vCoK3ebzPWa4nN6gzxdR7NjCfFaCIG297bg28HZ9u7kElQbY4eCYD35Rgvbq8WGJt&#10;/ch7Oh+kVTmEU40GOpFQa52ajhymmQ/EmTv56FAyjK22Eccc7gZdFkWlHfacGzoMtO2o+Tx8OQOv&#10;42N4WVR3p/ARb0uddlbet2LM9dW0eQAlNMm/+M/9bPP8eVXC7zf5BL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iL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SOu8MA&#10;AADdAAAADwAAAGRycy9kb3ducmV2LnhtbERP32vCMBB+H/g/hBN8GZqqTKQaRQdhAwdjKvh6NGdb&#10;bC4lyWz33y/CYG/38f289ba3jbiTD7VjBdNJBoK4cKbmUsH5pMdLECEiG2wck4IfCrDdDJ7WmBvX&#10;8Rfdj7EUKYRDjgqqGNtcylBUZDFMXEucuKvzFmOCvpTGY5fCbSNnWbaQFmtODRW29FpRcTt+WwX7&#10;z66c++di37vD9e3yorXRH1qp0bDfrUBE6uO/+M/9btL86WIOj2/SC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SOu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VMisAA&#10;AADdAAAADwAAAGRycy9kb3ducmV2LnhtbERPzYrCMBC+C/sOYQRvmiquSNcoslIQ8bLqAwzNbFNt&#10;JiWJtb69ERb2Nh/f76w2vW1ERz7UjhVMJxkI4tLpmisFl3MxXoIIEVlj45gUPCnAZv0xWGGu3YN/&#10;qDvFSqQQDjkqMDG2uZShNGQxTFxLnLhf5y3GBH0ltcdHCreNnGXZQlqsOTUYbOnbUHk73a2C4jA7&#10;dre79oXb9nNLn+a63BmlRsN++wUiUh//xX/uvU7zp4s5vL9JJ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VMi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GzVMMA&#10;AADdAAAADwAAAGRycy9kb3ducmV2LnhtbERP32vCMBB+H/g/hBN8GZrqUKQaRQdhAwdjKvh6NGdb&#10;bC4lyWz335vBYG/38f289ba3jbiTD7VjBdNJBoK4cKbmUsH5pMdLECEiG2wck4IfCrDdDJ7WmBvX&#10;8Rfdj7EUKYRDjgqqGNtcylBUZDFMXEucuKvzFmOCvpTGY5fCbSNnWbaQFmtODRW29FpRcTt+WwX7&#10;z6588c/FvneH69tlrrXRH1qp0bDfrUBE6uO/+M/9btL86WIOv9+kE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GzV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t3ZsEA&#10;AADdAAAADwAAAGRycy9kb3ducmV2LnhtbERPzYrCMBC+L/gOYQRva6q4RapRRCnIspdVH2Boxqba&#10;TEoSa337zcLC3ubj+531drCt6MmHxrGC2TQDQVw53XCt4HIu35cgQkTW2DomBS8KsN2M3tZYaPfk&#10;b+pPsRYphEOBCkyMXSFlqAxZDFPXESfu6rzFmKCvpfb4TOG2lfMsy6XFhlODwY72hqr76WEVlJ/z&#10;r/7+0L50u2Fh6cPclgej1GQ87FYgIg3xX/znPuo0f5bn8PtNOkF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rd2b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LI28EA&#10;AADdAAAADwAAAGRycy9kb3ducmV2LnhtbERPzWrCQBC+F3yHZYTemk3aGiW6SilE6rHRBxiyYxLM&#10;zsbsNolv7wpCb/Px/c5mN5lWDNS7xrKCJIpBEJdWN1wpOB3ztxUI55E1tpZJwY0c7Lazlw1m2o78&#10;S0PhKxFC2GWooPa+y6R0ZU0GXWQ74sCdbW/QB9hXUvc4hnDTyvc4TqXBhkNDjR1911Reij+j4PM2&#10;7q/F4hLn2lBy+OgO7MuFUq/z6WsNwtPk/8VP948O85N0CY9vwgl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iyNv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9FtcQA&#10;AADdAAAADwAAAGRycy9kb3ducmV2LnhtbESPT4vCQAzF7wt+hyELe1uneijadRRZURZPWv+cQye2&#10;ZTuZ0hm1fntzELwlvJf3fpkteteoG3Wh9mxgNExAERfe1lwaOB7W3xNQISJbbDyTgQcFWMwHHzPM&#10;rL/znm55LJWEcMjQQBVjm2kdioochqFviUW7+M5hlLUrte3wLuGu0eMkSbXDmqWhwpZ+Kyr+86sz&#10;cE3P4yNftnaXrx6b6Wq9DPpUGvP12S9/QEXq49v8uv6zgj9KBVe+kRH0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vRb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CfKcUA&#10;AADdAAAADwAAAGRycy9kb3ducmV2LnhtbERPTWvCQBC9C/0PyxS86cZagqbZiBYK1oNSq4fexuyY&#10;pM3OptlV4793hUJv83ifk846U4szta6yrGA0jEAQ51ZXXCjYfb4NJiCcR9ZYWyYFV3Iwyx56KSba&#10;XviDzltfiBDCLkEFpfdNIqXLSzLohrYhDtzRtgZ9gG0hdYuXEG5q+RRFsTRYcWgosaHXkvKf7cko&#10;2G8m8XSzeH/+Xq0PODb690tXsVL9x27+AsJT5//Ff+6lDvNH8RTu34QT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J8p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timsYA&#10;AADdAAAADwAAAGRycy9kb3ducmV2LnhtbESPT2vCQBDF70K/wzIFb7rRikrqKtWiLZ78B16H7DQJ&#10;zc6G7Kqxn75zELzN8N6895vZonWVulITSs8GBv0EFHHmbcm5gdNx3ZuCChHZYuWZDNwpwGL+0plh&#10;av2N93Q9xFxJCIcUDRQx1qnWISvIYej7mli0H984jLI2ubYN3iTcVXqYJGPtsGRpKLCmVUHZ7+Hi&#10;DPyNz7gLX8Pl55uNdB9NN3672xjTfW0/3kFFauPT/Lj+toI/mAi/fCMj6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tim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0KzsIA&#10;AADdAAAADwAAAGRycy9kb3ducmV2LnhtbERPzYrCMBC+L/gOYRa8ralFV7drFBEFb67VBxia2bTY&#10;TGoTtfr0ZmHB23x8vzNbdLYWV2p95VjBcJCAIC6crtgoOB42H1MQPiBrrB2Tgjt5WMx7bzPMtLvx&#10;nq55MCKGsM9QQRlCk0npi5Is+oFriCP361qLIcLWSN3iLYbbWqZJ8iktVhwbSmxoVVJxyi9Wwdml&#10;Y93la9yd1l8/lTGj82M/Uqr/3i2/QQTqwkv8797qOH84SeHvm3i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QrO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lPc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xcZ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wJT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BOvcUA&#10;AADdAAAADwAAAGRycy9kb3ducmV2LnhtbERP0WrCQBB8L/gPxwp9qxdDURs9xRQKlVahKu3rkltz&#10;wdxeyF1j/PteQfBtdmdnZmex6m0tOmp95VjBeJSAIC6crrhUcDy8Pc1A+ICssXZMCq7kYbUcPCww&#10;0+7CX9TtQymiCfsMFZgQmkxKXxiy6EeuIY7cybUWQxzbUuoWL9Hc1jJNkom0WHFMMNjQq6HivP+1&#10;CjrcXZMfk29fNtVnke7y7w8d9+px2K/nIAL14X58U7/r+P54+gz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EE69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dVRsIA&#10;AADdAAAADwAAAGRycy9kb3ducmV2LnhtbERPTUvDQBC9C/0PyxS82U0DVYndllKo9KjRg8cxO82m&#10;ZmfC7tpEf70rCN7m8T5nvZ18ry4UYidsYLkoQBE3YjtuDby+HG7uQcWEbLEXJgNfFGG7mV2tsbIy&#10;8jNd6tSqHMKxQgMupaHSOjaOPMaFDMSZO0nwmDIMrbYBxxzue10Wxa322HFucDjQ3lHzUX96A+Nj&#10;834uT2/WfYdBDvWTnMtejLmeT7sHUImm9C/+cx9tnr+8W8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1V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NlsQA&#10;AADdAAAADwAAAGRycy9kb3ducmV2LnhtbERPS2vCQBC+F/wPywi91Y0eVKJriC8opaX4uo/ZMYnu&#10;zobsVtN/3y0UepuP7znzrLNG3Kn1tWMFw0ECgrhwuuZSwfGwfZmC8AFZo3FMCr7JQ7boPc0x1e7B&#10;O7rvQyliCPsUFVQhNKmUvqjIoh+4hjhyF9daDBG2pdQtPmK4NXKUJGNpsebYUGFDq4qK2/7LKth+&#10;rs119LHLTzKsNpOzmb4t1+9KPfe7fAYiUBf+xX/uVx3nDydj+P0mni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ejZ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ltMUA&#10;AADdAAAADwAAAGRycy9kb3ducmV2LnhtbERPTWvCQBC9F/wPywheSrPRUg3RVaRQYkHB2oLXMTsm&#10;wexsyG6T9N+7hUJv83ifs9oMphYdta6yrGAaxSCIc6srLhR8fb49JSCcR9ZYWyYFP+Rgsx49rDDV&#10;tucP6k6+ECGEXYoKSu+bVEqXl2TQRbYhDtzVtgZ9gG0hdYt9CDe1nMXxXBqsODSU2NBrSfnt9G0U&#10;dMf9pdh1rnm/JY/u5fmSZQd9VmoyHrZLEJ4G/y/+c+90mD9dLOD3m3CC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eW0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ND8gA&#10;AADdAAAADwAAAGRycy9kb3ducmV2LnhtbESPS2/CMBCE75X6H6yt1FtxQC2PgEGlUqVeKvE6wG2J&#10;t0lEvE5tF1J+PXuo1NuuZnbm29mic406U4i1ZwP9XgaKuPC25tLAbvv+NAYVE7LFxjMZ+KUIi/n9&#10;3Qxz6y+8pvMmlUpCOOZooEqpzbWORUUOY8+3xKJ9+eAwyRpKbQNeJNw1epBlQ+2wZmmosKW3iorT&#10;5scZWE7Gy+/VM39e18cDHfbH08sgZMY8PnSvU1CJuvRv/rv+sILfHwmufCMj6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Cw0PyAAAAN0AAAAPAAAAAAAAAAAAAAAAAJgCAABk&#10;cnMvZG93bnJldi54bWxQSwUGAAAAAAQABAD1AAAAjQMAAAAA&#10;" fillcolor="black" stroked="f"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5rmsUA&#10;AADdAAAADwAAAGRycy9kb3ducmV2LnhtbERPTWsCMRC9F/wPYQq91axC1a5G0baCoD1oPXgcN9Pd&#10;sJvJskl19dcbQehtHu9zJrPWVuJEjTeOFfS6CQjizGnDuYL9z/J1BMIHZI2VY1JwIQ+zaedpgql2&#10;Z97SaRdyEUPYp6igCKFOpfRZQRZ919XEkft1jcUQYZNL3eA5httK9pNkIC0ajg0F1vRRUFbu/qyC&#10;w3pgRltD/ePmuvjSm7dy8f1ZKvXy3M7HIAK14V/8cK90nN8bvsP9m3iC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mua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SMlcYA&#10;AADdAAAADwAAAGRycy9kb3ducmV2LnhtbESPQW/CMAyF75P4D5GRdhspO0xVR0AIhLbLDmNDu1qN&#10;13RtnJIEKPz6+TBpN1vv+b3Pi9Xoe3WmmNrABuazAhRxHWzLjYHPj91DCSplZIt9YDJwpQSr5eRu&#10;gZUNF36n8z43SkI4VWjA5TxUWqfakcc0CwOxaN8hesyyxkbbiBcJ971+LIon7bFlaXA40MZR3e1P&#10;3kBcf227G58OXXF7u6aXn/FYojPmfjqun0FlGvO/+e/61Qr+vBR+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SMl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yMvMMA&#10;AADdAAAADwAAAGRycy9kb3ducmV2LnhtbERPzWrCQBC+F3yHZQpeim7iobWpq4ggCEpB6wOM2WkS&#10;ujsbsqNGn94tFHqbj+93ZoveO3WhLjaBDeTjDBRxGWzDlYHj13o0BRUF2aILTAZuFGExHzzNsLDh&#10;ynu6HKRSKYRjgQZqkbbQOpY1eYzj0BIn7jt0HiXBrtK2w2sK905PsuxVe2w4NdTY0qqm8udw9gbc&#10;5OTet29xJ7ej3mV3L/uXT2vM8LlffoAS6uVf/Ofe2DQ/n+bw+006Qc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yMv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dj8MA&#10;AADdAAAADwAAAGRycy9kb3ducmV2LnhtbERPTWsCMRC9C/0PYQreNOseRLZGqYqwlx7cKl7HzXSz&#10;NJksm1RXf70pFHqbx/uc5XpwVlypD61nBbNpBoK49rrlRsHxcz9ZgAgRWaP1TAruFGC9ehktsdD+&#10;xge6VrERKYRDgQpMjF0hZagNOQxT3xEn7sv3DmOCfSN1j7cU7qzMs2wuHbacGgx2tDVUf1c/TsGu&#10;6mx+LM0mnE8fl4stH3s675Qavw7vbyAiDfFf/OcudZo/W+Tw+006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Idj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3pcEA&#10;AADdAAAADwAAAGRycy9kb3ducmV2LnhtbERPS4vCMBC+C/sfwizsTRMVVLpGWRYFwZOvg7chmW2r&#10;zaQ00Xb/vREEb/PxPWe+7Fwl7tSE0rOG4UCBIDbelpxrOB7W/RmIEJEtVp5Jwz8FWC4+enPMrG95&#10;R/d9zEUK4ZChhiLGOpMymIIchoGviRP35xuHMcEml7bBNoW7So6UmkiHJaeGAmv6Lchc9zen4bKW&#10;W28UmtPx1G7s9LyaUKW0/vrsfr5BROriW/xyb2yaP5yN4flNOkE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596X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NlcMA&#10;AADdAAAADwAAAGRycy9kb3ducmV2LnhtbERPz2vCMBS+D/Y/hDfYbU2mINIZxQ0GY8ODVmTHt+bZ&#10;lDYvJYna/ffmIHj8+H4vVqPrxZlCbD1reC0UCOLam5YbDfvq82UOIiZkg71n0vBPEVbLx4cFlsZf&#10;eEvnXWpEDuFYogab0lBKGWtLDmPhB+LMHX1wmDIMjTQBLznc9XKi1Ew6bDk3WBzow1Ld7U5Ow+/p&#10;h4+b6fc6vKeDH6vYTf7mndbPT+P6DUSiMd3FN/eX0TBVKs/Nb/IT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dNl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FS3McA&#10;AADdAAAADwAAAGRycy9kb3ducmV2LnhtbESPT2sCMRTE7wW/Q3hCbzWprUVXo2ih0ItQ/xz09ty8&#10;7i5uXtYk1a2fvhGEHoeZ+Q0zmbW2FmfyoXKs4bmnQBDnzlRcaNhuPp6GIEJENlg7Jg2/FGA27TxM&#10;MDPuwis6r2MhEoRDhhrKGJtMypCXZDH0XEOcvG/nLcYkfSGNx0uC21r2lXqTFitOCyU29F5Sflz/&#10;WA2L0XBx+nrl5XV12NN+dzgO+l5p/dht52MQkdr4H763P42GF6VGcHuTn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RUtzHAAAA3QAAAA8AAAAAAAAAAAAAAAAAmAIAAGRy&#10;cy9kb3ducmV2LnhtbFBLBQYAAAAABAAEAPUAAACMAwAAAAA=&#10;" fillcolor="black" stroked="f"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6XncEA&#10;AADdAAAADwAAAGRycy9kb3ducmV2LnhtbERPz2vCMBS+C/sfwhvspqkKQzqjFGFs7FR1Y9dn82yK&#10;zUtJYuz+++UgePz4fq+3o+1FIh86xwrmswIEceN0x62C7+P7dAUiRGSNvWNS8EcBtpunyRpL7W68&#10;p3SIrcghHEpUYGIcSilDY8himLmBOHNn5y3GDH0rtcdbDre9XBTFq7TYcW4wONDOUHM5XK2CdNrV&#10;1TL9JrP/8lXrXf3xc6qVenkeqzcQkcb4EN/dn1rBspjn/flNf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Ol53BAAAA3Q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S9MYA&#10;AADdAAAADwAAAGRycy9kb3ducmV2LnhtbESPQWvCQBSE7wX/w/KE3nSTFqRGVxFpS+2lGgU9PrLP&#10;bDD7NmS3MfbXdwtCj8PMfMPMl72tRUetrxwrSMcJCOLC6YpLBYf92+gFhA/IGmvHpOBGHpaLwcMc&#10;M+2uvKMuD6WIEPYZKjAhNJmUvjBk0Y9dQxy9s2sthijbUuoWrxFua/mUJBNpseK4YLChtaHikn9b&#10;BT5dvx4/7c+0O70b/so3ZrItjVKPw341AxGoD//he/tDK3hO0h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XS9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D39ED" w:rsidRDefault="005D39ED" w:rsidP="005D39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D39ED" w:rsidRPr="000209E7" w:rsidRDefault="005D39ED" w:rsidP="005D39E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5D39ED" w:rsidRPr="000209E7" w:rsidRDefault="005D39ED" w:rsidP="005D39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5D39ED" w:rsidRPr="000209E7" w:rsidRDefault="005D39ED" w:rsidP="005D39ED">
      <w:pPr>
        <w:spacing w:after="0" w:line="240" w:lineRule="auto"/>
        <w:rPr>
          <w:rFonts w:ascii="Times New Roman" w:eastAsia="Calibri" w:hAnsi="Times New Roman" w:cs="Times New Roman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В.В.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ітюка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Вадиму Валентиновичу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, який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єстрований за адресою: </w:t>
      </w:r>
      <w:r w:rsidR="00015491" w:rsidRPr="00015491">
        <w:rPr>
          <w:rFonts w:ascii="Times New Roman" w:eastAsia="Calibri" w:hAnsi="Times New Roman" w:cs="Times New Roman"/>
          <w:sz w:val="24"/>
        </w:rPr>
        <w:t>____________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0,3</w:t>
      </w:r>
      <w:r>
        <w:rPr>
          <w:rFonts w:ascii="Times New Roman" w:eastAsia="Calibri" w:hAnsi="Times New Roman" w:cs="Times New Roman"/>
          <w:sz w:val="24"/>
          <w:lang w:val="uk-UA"/>
        </w:rPr>
        <w:t>5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оловлі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ради.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D39ED" w:rsidRPr="000209E7" w:rsidRDefault="005D39ED" w:rsidP="005D39E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p w:rsidR="002E5EE7" w:rsidRDefault="002E5EE7"/>
    <w:sectPr w:rsidR="002E5EE7" w:rsidSect="002E5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D39ED"/>
    <w:rsid w:val="00015491"/>
    <w:rsid w:val="00171A2E"/>
    <w:rsid w:val="002E5EE7"/>
    <w:rsid w:val="00304C90"/>
    <w:rsid w:val="00505B6D"/>
    <w:rsid w:val="005D39ED"/>
    <w:rsid w:val="006D3977"/>
    <w:rsid w:val="007D6C18"/>
    <w:rsid w:val="009F24DC"/>
    <w:rsid w:val="00AB6943"/>
    <w:rsid w:val="00D1641A"/>
    <w:rsid w:val="00D5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ED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2020-01-13T07:02:00Z</dcterms:created>
  <dcterms:modified xsi:type="dcterms:W3CDTF">2020-01-13T07:26:00Z</dcterms:modified>
</cp:coreProperties>
</file>