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DDF" w:rsidRPr="0066767B" w:rsidRDefault="00F41DDF" w:rsidP="00F41DDF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66767B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F41DDF" w:rsidRPr="0066767B" w:rsidRDefault="00F41DDF" w:rsidP="00F41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66767B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5F28C41" wp14:editId="34FB6FA2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1008" name="Групувати 94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3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DDF" w:rsidRDefault="00F41DDF" w:rsidP="00F41D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1DDF" w:rsidRDefault="00F41DDF" w:rsidP="00F41D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DDF" w:rsidRDefault="00F41DDF" w:rsidP="00F41D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1DDF" w:rsidRDefault="00F41DDF" w:rsidP="00F41D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DDF" w:rsidRDefault="00F41DDF" w:rsidP="00F41D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1DDF" w:rsidRDefault="00F41DDF" w:rsidP="00F41D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DDF" w:rsidRDefault="00F41DDF" w:rsidP="00F41D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1DDF" w:rsidRDefault="00F41DDF" w:rsidP="00F41D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DDF" w:rsidRDefault="00F41DDF" w:rsidP="00F41D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1DDF" w:rsidRDefault="00F41DDF" w:rsidP="00F41D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DDF" w:rsidRDefault="00F41DDF" w:rsidP="00F41D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1DDF" w:rsidRDefault="00F41DDF" w:rsidP="00F41D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DDF" w:rsidRDefault="00F41DDF" w:rsidP="00F41D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1DDF" w:rsidRDefault="00F41DDF" w:rsidP="00F41D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DDF" w:rsidRDefault="00F41DDF" w:rsidP="00F41D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1DDF" w:rsidRDefault="00F41DDF" w:rsidP="00F41D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DDF" w:rsidRDefault="00F41DDF" w:rsidP="00F41D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1DDF" w:rsidRDefault="00F41DDF" w:rsidP="00F41D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DDF" w:rsidRDefault="00F41DDF" w:rsidP="00F41D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1DDF" w:rsidRDefault="00F41DDF" w:rsidP="00F41D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DDF" w:rsidRDefault="00F41DDF" w:rsidP="00F41D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DDF" w:rsidRDefault="00F41DDF" w:rsidP="00F41D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DDF" w:rsidRDefault="00F41DDF" w:rsidP="00F41D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DDF" w:rsidRDefault="00F41DDF" w:rsidP="00F41D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DDF" w:rsidRDefault="00F41DDF" w:rsidP="00F41D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DDF" w:rsidRDefault="00F41DDF" w:rsidP="00F41D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DDF" w:rsidRDefault="00F41DDF" w:rsidP="00F41D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DDF" w:rsidRDefault="00F41DDF" w:rsidP="00F41D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DDF" w:rsidRDefault="00F41DDF" w:rsidP="00F41D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DDF" w:rsidRDefault="00F41DDF" w:rsidP="00F41D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G8EsQA&#10;AADcAAAADwAAAGRycy9kb3ducmV2LnhtbESPS4vCQBCE7wv+h6EXvK2TNYtKNqOIqHgQJD7uTabz&#10;YDM9ITNq/Pc7guCxqKqvqHTRm0bcqHO1ZQXfowgEcW51zaWC82nzNQPhPLLGxjIpeJCDxXzwkWKi&#10;7Z0zuh19KQKEXYIKKu/bREqXV2TQjWxLHLzCdgZ9kF0pdYf3ADeNHEfRRBqsOSxU2NKqovzveDUK&#10;bLzd7S/lOIvXPPW8PMyKS79XavjZL39BeOr9O/xq77SCn3gCzzPhCMj5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2RvBL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41DDF" w:rsidRDefault="00F41DDF" w:rsidP="00F41D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2HlscA&#10;AADcAAAADwAAAGRycy9kb3ducmV2LnhtbESPQWsCMRSE70L/Q3gFL6JZrWi7NYoI21YPBbXQ62Pz&#10;utl287IkqW799U1B6HGYmW+YxaqzjTiRD7VjBeNRBoK4dLrmSsHbsRjegwgRWWPjmBT8UIDV8qa3&#10;wFy7M+/pdIiVSBAOOSowMba5lKE0ZDGMXEucvA/nLcYkfSW1x3OC20ZOsmwmLdacFgy2tDFUfh2+&#10;rYLP4tW8b+aXJz942NNlUOyem+1Mqf5tt34EEamL/+Fr+0UrmN7N4e9MOgJy+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qNh5bHAAAA3A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41DDF" w:rsidRDefault="00F41DDF" w:rsidP="00F41D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jG7MAA&#10;AADcAAAADwAAAGRycy9kb3ducmV2LnhtbERPzWrCQBC+C77DMoVepG6qRSR1FREV8SL+PMCQHbOh&#10;2dmQ3Zr07Z2D0OPH979Y9b5WD2pjFdjA5zgDRVwEW3Fp4HbdfcxBxYRssQ5MBv4owmo5HCwwt6Hj&#10;Mz0uqVQSwjFHAy6lJtc6Fo48xnFoiIW7h9ZjEtiW2rbYSbiv9STLZtpjxdLgsKGNo+Ln8uul5DTF&#10;0/HeXXf7HjvcHh2P1mdj3t/69TeoRH36F7/cB2vgaypr5YwcAb1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+jG7MAAAADcAAAADwAAAAAAAAAAAAAAAACYAgAAZHJzL2Rvd25y&#10;ZXYueG1sUEsFBgAAAAAEAAQA9QAAAIU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41DDF" w:rsidRDefault="00F41DDF" w:rsidP="00F41D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06qMYA&#10;AADcAAAADwAAAGRycy9kb3ducmV2LnhtbESPQUsDMRSE70L/Q3gFbzZrrVXXpqVUBSl4sC2It8fm&#10;dXfp5iUkz+76740geBxm5htmsRpcp84UU+vZwPWkAEVcedtybeCwf7m6B5UE2WLnmQx8U4LVcnSx&#10;wNL6nt/pvJNaZQinEg00IqHUOlUNOUwTH4izd/TRoWQZa20j9hnuOj0tirl22HJeaDDQpqHqtPty&#10;Bt7657C9m98ew2ecTXV6svKxEWMux8P6EZTQIP/hv/arNTC7eYDfM/kI6O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L06qMYAAADc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41DDF" w:rsidRDefault="00F41DDF" w:rsidP="00F41D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i5l8AA&#10;AADcAAAADwAAAGRycy9kb3ducmV2LnhtbERPzWrCQBC+C77DMoVepG6qIpK6ioiKeBF/HmDIjtnQ&#10;7GzIbk369s6h0OPH979c975WT2pjFdjA5zgDRVwEW3Fp4H7bfyxAxYRssQ5MBn4pwno1HCwxt6Hj&#10;Cz2vqVQSwjFHAy6lJtc6Fo48xnFoiIV7hNZjEtiW2rbYSbiv9STL5tpjxdLgsKGto+L7+uOl5DzF&#10;8+nR3faHHjvcnRyPNhdj3t/6zReoRH36F/+5j9bAbCbz5YwcAb1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Zi5l8AAAADc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41DDF" w:rsidRDefault="00F41DDF" w:rsidP="00F41D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1F08UA&#10;AADcAAAADwAAAGRycy9kb3ducmV2LnhtbESPQUsDMRSE70L/Q3hCbzbbstayNi2lVhDBg1Uo3h6b&#10;193FzUtInt313xtB8DjMzDfMeju6Xl0ops6zgfmsAEVce9txY+D97fFmBSoJssXeMxn4pgTbzeRq&#10;jZX1A7/S5SiNyhBOFRpoRUKldapbcphmPhBn7+yjQ8kyNtpGHDLc9XpRFEvtsOO80GKgfUv15/HL&#10;GXgZDuH5bnl7Dh+xXOj0YOW0F2Om1+PuHpTQKP/hv/aTNVCWc/g9k4+A3v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zUXT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41DDF" w:rsidRDefault="00F41DDF" w:rsidP="00F41D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6QntcUA&#10;AADcAAAADwAAAGRycy9kb3ducmV2LnhtbESPQWsCMRSE7wX/Q3iCF6lZrS1laxQVgkILpSr0+tg8&#10;d5duXpYkutt/bwpCj8PMfMMsVr1txJV8qB0rmE4yEMSFMzWXCk5H/fgKIkRkg41jUvBLAVbLwcMC&#10;c+M6/qLrIZYiQTjkqKCKsc2lDEVFFsPEtcTJOztvMSbpS2k8dgluGznLshdpsea0UGFL24qKn8PF&#10;Kth8duWTHxeb3r2fd9/PWhv9oZUaDfv1G4hIffwP39t7o2A+n8HfmXQ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pCe1xQAAANw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41DDF" w:rsidRDefault="00F41DDF" w:rsidP="00F41D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Rmq8QA&#10;AADcAAAADwAAAGRycy9kb3ducmV2LnhtbESPwWrDMBBE74X8g9hAb43c1A3BjRxCiyGUXprkAxZr&#10;a7m2VkZSHOfvq0Cgx2Fm3jCb7WR7MZIPrWMFz4sMBHHtdMuNgtOxelqDCBFZY++YFFwpwLacPWyw&#10;0O7C3zQeYiMShEOBCkyMQyFlqA1ZDAs3ECfvx3mLMUnfSO3xkuC2l8ssW0mLLacFgwO9G6q7w9kq&#10;qD6XX2N31r5yuym39Gp+1x9Gqcf5tHsDEWmK/+F7e68V5PkL3M6kIy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EZqvEAAAA3A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41DDF" w:rsidRDefault="00F41DDF" w:rsidP="00F41D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EaWsYA&#10;AADcAAAADwAAAGRycy9kb3ducmV2LnhtbESPUUvDMBSF34X9h3AFX8Slc1WkWza2QXDgQKzCXi/N&#10;XVtsbkoS1+7fL4Lg4+Gc8x3Ocj3aTpzJh9axgtk0A0FcOdNyreDrUz+8gAgR2WDnmBRcKMB6NblZ&#10;YmHcwB90LmMtEoRDgQqaGPtCylA1ZDFMXU+cvJPzFmOSvpbG45DgtpOPWfYsLbacFhrsaddQ9V3+&#10;WAXb96Ge+/tqO7q30+vxSWujD1qpu9txswARaYz/4b/23ijI8xx+z6Qj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wEaWsYAAADc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41DDF" w:rsidRDefault="00F41DDF" w:rsidP="00F41D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FbRMMA&#10;AADcAAAADwAAAGRycy9kb3ducmV2LnhtbESPwWrDMBBE74H8g9hCb7Hc4JTgRA4hxVBKL03yAYu1&#10;tVxbKyMpjvv3VaHQ4zAzb5j9YbaDmMiHzrGCpywHQdw43XGr4HqpV1sQISJrHByTgm8KcKiWiz2W&#10;2t35g6ZzbEWCcChRgYlxLKUMjSGLIXMjcfI+nbcYk/St1B7vCW4Huc7zZ2mx47RgcKSToaY/36yC&#10;+m39PvU37Wt3nAtLG/O1fTFKPT7Mxx2ISHP8D/+1X7WCotjA75l0BGT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eFbRM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41DDF" w:rsidRDefault="00F41DDF" w:rsidP="00F41D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iw8L4A&#10;AADcAAAADwAAAGRycy9kb3ducmV2LnhtbESPzQrCMBCE74LvEFbwpqm/SDWKCIoerT7A0qxtsdnU&#10;Jtr69kYQPA4z3wyz2rSmFC+qXWFZwWgYgSBOrS44U3C97AcLEM4jaywtk4I3Odisu50Vxto2fKZX&#10;4jMRStjFqCD3voqldGlOBt3QVsTBu9naoA+yzqSusQnlppTjKJpLgwWHhRwr2uWU3pOnUTB9N4dH&#10;MrtHe21odJpUJ/bpTKl+r90uQXhq/T/8o486cNM5fM+EIyDX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HYsPC+AAAA3AAAAA8AAAAAAAAAAAAAAAAAmAIAAGRycy9kb3ducmV2&#10;LnhtbFBLBQYAAAAABAAEAPUAAACD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41DDF" w:rsidRDefault="00F41DDF" w:rsidP="00F41D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/mHsIA&#10;AADcAAAADwAAAGRycy9kb3ducmV2LnhtbESPzarCMBSE94LvEI7gTlNF/Ok1iiiKuNLqvetDc2zL&#10;bU5KE7W+vREEl8PMfMPMl40pxZ1qV1hWMOhHIIhTqwvOFFzO294UhPPIGkvLpOBJDpaLdmuOsbYP&#10;PtE98ZkIEHYxKsi9r2IpXZqTQde3FXHwrrY26IOsM6lrfAS4KeUwisbSYMFhIceK1jml/8nNKLiN&#10;/4YXvh70Mdk8d7PNduXkb6ZUt9OsfkB4avw3/GnvtYLRaALvM+EIyM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X+Ye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41DDF" w:rsidRDefault="00F41DDF" w:rsidP="00F41D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kVfsMA&#10;AADcAAAADwAAAGRycy9kb3ducmV2LnhtbERPPW/CMBDdK/EfrEPqVhxoFNGAQYBUqTCAoO3Ado2v&#10;SSA+h9hA+Pd4QGJ8et/jaWsqcaHGlZYV9HsRCOLM6pJzBT/fn29DEM4ja6wsk4IbOZhOOi9jTLW9&#10;8pYuO5+LEMIuRQWF93UqpcsKMuh6tiYO3L9tDPoAm1zqBq8h3FRyEEWJNFhyaCiwpkVB2XF3Ngp+&#10;N8PkYzNfxofV+g/fjT7tdZko9dptZyMQnlr/FD/cX1pBHIe14Uw4AnJ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skVfsMAAADc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41DDF" w:rsidRDefault="00F41DDF" w:rsidP="00F41D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S5nsMA&#10;AADcAAAADwAAAGRycy9kb3ducmV2LnhtbESPQYvCMBSE74L/ITzBm6ZqEbcaRXdZFU/qLuz10Tzb&#10;YvNSmqxWf70RBI/DzHzDzBaNKcWFaldYVjDoRyCIU6sLzhT8/nz3JiCcR9ZYWiYFN3KwmLdbM0y0&#10;vfKBLkefiQBhl6CC3PsqkdKlORl0fVsRB+9ka4M+yDqTusZrgJtSDqNoLA0WHBZyrOgzp/R8/DcK&#10;7uM/3LvNcPU10p5u8WRtd/u1Ut1Os5yC8NT4d/jV3moFcfwBzzPhCM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0S5nsMAAADc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41DDF" w:rsidRDefault="00F41DDF" w:rsidP="00F41D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D7MMEA&#10;AADcAAAADwAAAGRycy9kb3ducmV2LnhtbERP3WrCMBS+H/gO4Qi7m6mlHa4aRURhd5vVBzg0Z2mx&#10;OWmbaLs9/XIx2OXH97/ZTbYVDxp841jBcpGAIK6cbtgouF5OLysQPiBrbB2Tgm/ysNvOnjZYaDfy&#10;mR5lMCKGsC9QQR1CV0jpq5os+oXriCP35QaLIcLBSD3gGMNtK9MkeZUWG44NNXZ0qKm6lXeroHdp&#10;rqfyiB+349tnY0zW/5wzpZ7n034NItAU/sV/7netIMvj/HgmHgG5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A+zDBAAAA3A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41DDF" w:rsidRDefault="00F41DDF" w:rsidP="00F41D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HM/MUA&#10;AADcAAAADwAAAGRycy9kb3ducmV2LnhtbESPzW7CMBCE70i8g7VI3MAByk9TnKitVIkr0EOPi70k&#10;aeN1iF0IffoaCYnjaGa+0azzztbiTK2vHCuYjBMQxNqZigsFn/uP0QqED8gGa8ek4Eoe8qzfW2Nq&#10;3IW3dN6FQkQI+xQVlCE0qZRel2TRj11DHL2jay2GKNtCmhYvEW5rOU2ShbRYcVwosaH3kvTP7tcq&#10;2FQHmi/08dmu3vT26+8UZstvo9Rw0L2+gAjUhUf43t4YBU/zCdzOxCMgs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Mcz8xQAAANw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41DDF" w:rsidRDefault="00F41DDF" w:rsidP="00F41D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PurMEA&#10;AADcAAAADwAAAGRycy9kb3ducmV2LnhtbERPW2vCMBR+F/Yfwhn4pumKG9oZZQqCQyd4wb0emrOm&#10;rDkpTaz13xthsMfvzjedd7YSLTW+dKzgZZiAIM6dLrlQcDquBmMQPiBrrByTght5mM+eelPMtLvy&#10;ntpDKEQsYZ+hAhNCnUnpc0MW/dDVxFH7cY3FEGFTSN3gNZbbSqZJ8iYtlhwXDNa0NJT/Hi5WQYu7&#10;W/JtFl+Tz3Kbp7vFeaMjr/rP3cc7iEBd+Df/pddaweg1hceZeATk7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9T7qz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41DDF" w:rsidRDefault="00F41DDF" w:rsidP="00F41D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v+OcQA&#10;AADcAAAADwAAAGRycy9kb3ducmV2LnhtbESPQUvDQBSE70L/w/IEb3ZjqiJpt6UILR41evD4zL5m&#10;02bfC7trE/31riB4HGbmG2a1mXyvzhRiJ2zgZl6AIm7EdtwaeHvdXT+AignZYi9MBr4owmY9u1hh&#10;ZWXkFzrXqVUZwrFCAy6lodI6No48xrkMxNk7SPCYsgyttgHHDPe9LoviXnvsOC84HOjRUXOqP72B&#10;cd98HMvDu3XfYZBd/SzHshdjri6n7RJUoin9h//aT9bA7d0Cfs/kI6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9L/jn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41DDF" w:rsidRDefault="00F41DDF" w:rsidP="00F41D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0rbMUA&#10;AADcAAAADwAAAGRycy9kb3ducmV2LnhtbESP3WoCMRSE74W+QzgF7zSrqJXVKP6ClJaibe+Pm+Pu&#10;tsnJsom6vr0pCL0cZuYbZjpvrBEXqn3pWEGvm4AgzpwuOVfw9bntjEH4gKzROCYFN/Iwnz21pphq&#10;d+U9XQ4hFxHCPkUFRQhVKqXPCrLou64ijt7J1RZDlHUudY3XCLdG9pNkJC2WHBcKrGhVUPZ7OFsF&#10;24+1+em/7xffMqw2L0czfl2u35RqPzeLCYhATfgPP9o7rWAwHMDfmXgE5O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XStsxQAAANw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41DDF" w:rsidRDefault="00F41DDF" w:rsidP="00F41D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H9XMUA&#10;AADcAAAADwAAAGRycy9kb3ducmV2LnhtbESP3WrCQBSE7wXfYTmCN6KbaiMSXUUKooUW/ANvj9lj&#10;EsyeDdk1xrfvFgq9HGbmG2axak0pGqpdYVnB2ygCQZxaXXCm4HzaDGcgnEfWWFomBS9ysFp2OwtM&#10;tH3ygZqjz0SAsEtQQe59lUjp0pwMupGtiIN3s7VBH2SdSV3jM8BNKcdRNJUGCw4LOVb0kVN6Pz6M&#10;gmb/dc12jas+77OBiyfX7fZbX5Tq99r1HISn1v+H/9o7reA9juH3TDgCc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kf1cxQAAANw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41DDF" w:rsidRDefault="00F41DDF" w:rsidP="00F41D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XiW8cA&#10;AADcAAAADwAAAGRycy9kb3ducmV2LnhtbESPQWvCQBSE7wX/w/IK3ppNRcWm2YgKQi9CtT3U2zP7&#10;mgSzb+PuVmN/fbcgeBxm5hsmn/emFWdyvrGs4DlJQRCXVjdcKfj8WD/NQPiArLG1TAqu5GFeDB5y&#10;zLS98JbOu1CJCGGfoYI6hC6T0pc1GfSJ7Yij922dwRClq6R2eIlw08pRmk6lwYbjQo0drWoqj7sf&#10;o2D5Mlue3se8+d0e9rT/OhwnI5cqNXzsF68gAvXhHr6137SC8WQK/2fiEZD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7V4lvHAAAA3AAAAA8AAAAAAAAAAAAAAAAAmAIAAGRy&#10;cy9kb3ducmV2LnhtbFBLBQYAAAAABAAEAPUAAACMAwAAAAA=&#10;" fillcolor="black" stroked="f">
                  <v:textbox>
                    <w:txbxContent>
                      <w:p w:rsidR="00F41DDF" w:rsidRDefault="00F41DDF" w:rsidP="00F41D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vm2McA&#10;AADcAAAADwAAAGRycy9kb3ducmV2LnhtbESPzWsCMRTE74X+D+EVvNWs4hdbo9TaglB78OPg8XXz&#10;3A27eVk2UVf/eiMUehxm5jfMdN7aSpyp8caxgl43AUGcOW04V7Dffb1OQPiArLFyTAqu5GE+e36a&#10;YqrdhTd03oZcRAj7FBUUIdSplD4ryKLvupo4ekfXWAxRNrnUDV4i3FaynyQjadFwXCiwpo+CsnJ7&#10;sgoO3yMz2Rjq/65vi0+9HpaLn2WpVOelfX8DEagN/+G/9korGAzH8DgTj4Cc3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mr5tjHAAAA3A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41DDF" w:rsidRDefault="00F41DDF" w:rsidP="00F41D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lYRMEA&#10;AADcAAAADwAAAGRycy9kb3ducmV2LnhtbERPTWsCMRC9C/0PYQq9aVapIqtRpFLqxUPV0uuwGTfr&#10;bibbJOrqrzeHgsfH+54vO9uIC/lQOVYwHGQgiAunKy4VHPaf/SmIEJE1No5JwY0CLBcvvTnm2l35&#10;my67WIoUwiFHBSbGNpcyFIYshoFriRN3dN5iTNCXUnu8pnDbyFGWTaTFilODwZY+DBX17mwV+NXv&#10;ur7z+afO7ttb+Dp1f1M0Sr29dqsZiEhdfIr/3Rut4H2c1qYz6Qj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pWETBAAAA3AAAAA8AAAAAAAAAAAAAAAAAmAIAAGRycy9kb3du&#10;cmV2LnhtbFBLBQYAAAAABAAEAPUAAACG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41DDF" w:rsidRDefault="00F41DDF" w:rsidP="00F41D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iix8UA&#10;AADcAAAADwAAAGRycy9kb3ducmV2LnhtbESPUWsCMRCE3wv9D2ELfSk1V9FWT6NIoVBQBK0/YL2s&#10;d0eTzXFZ9fTXG6HQx2FmvmGm8847daI21oENvPUyUMRFsDWXBnY/X68jUFGQLbrAZOBCEeazx4cp&#10;5jaceUOnrZQqQTjmaKASaXKtY1GRx9gLDXHyDqH1KEm2pbYtnhPcO93Psnftsea0UGFDnxUVv9uj&#10;N+D6ezdefsSVXHZ6lV29bF7W1pjnp24xASXUyX/4r/1tDQyGY7ifSUdAz2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aKLHxQAAANw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41DDF" w:rsidRDefault="00F41DDF" w:rsidP="00F41D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Ng7MIA&#10;AADcAAAADwAAAGRycy9kb3ducmV2LnhtbERPz2vCMBS+C/sfwhvspulkiHSNohOhFw+rDq+vzbMp&#10;Ji+lybTzr18Ogx0/vt/FenRW3GgInWcFr7MMBHHjdcetgtNxP12CCBFZo/VMCn4owHr1NCkw1/7O&#10;n3SrYitSCIccFZgY+1zK0BhyGGa+J07cxQ8OY4JDK/WA9xTurJxn2UI67Dg1GOzpw1Bzrb6dgl3V&#10;2/mpNNtw/jrUtS0fezrvlHp5HjfvICKN8V/85y61grdFmp/OpCM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s2DswgAAANwAAAAPAAAAAAAAAAAAAAAAAJgCAABkcnMvZG93&#10;bnJldi54bWxQSwUGAAAAAAQABAD1AAAAhw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41DDF" w:rsidRDefault="00F41DDF" w:rsidP="00F41D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G7M8MA&#10;AADcAAAADwAAAGRycy9kb3ducmV2LnhtbESPQWsCMRSE70L/Q3iF3jRRylpWo5SiIPSkrofeHslz&#10;d3XzsmxSd/vvG0HwOMzMN8xyPbhG3KgLtWcN04kCQWy8rbnUUBy34w8QISJbbDyThj8KsF69jJaY&#10;W9/znm6HWIoE4ZCjhirGNpcymIocholviZN39p3DmGRXStthn+CukTOlMumw5rRQYUtfFZnr4ddp&#10;uGzltzcKzak49Ts7/9lk1Cit316HzwWISEN8hh/tndXwnk3hfiYdAb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HG7M8MAAADc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41DDF" w:rsidRDefault="00F41DDF" w:rsidP="00F41D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kxUsUA&#10;AADcAAAADwAAAGRycy9kb3ducmV2LnhtbESPQWvCQBSE7wX/w/IK3uqmUURSN0ELBVF6qBbx+Jp9&#10;JiHZt2F31fjv3UKhx2FmvmGWxWA6cSXnG8sKXicJCOLS6oYrBd+Hj5cFCB+QNXaWScGdPBT56GmJ&#10;mbY3/qLrPlQiQthnqKAOoc+k9GVNBv3E9sTRO1tnMETpKqkd3iLcdDJNkrk02HBcqLGn95rKdn8x&#10;Ck6XHZ8/p9uVW4ejHQ6+TX8WrVLj52H1BiLQEP7Df+2NVjCbp/B7Jh4Bm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uTFSxQAAANw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41DDF" w:rsidRDefault="00F41DDF" w:rsidP="00F41D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6LfsYA&#10;AADcAAAADwAAAGRycy9kb3ducmV2LnhtbESPT2sCMRTE70K/Q3gFb5qt/7Bbo6ggeCmo7aHenpvX&#10;3cXNy5pE3frpjSD0OMzMb5jJrDGVuJDzpWUFb90EBHFmdcm5gu+vVWcMwgdkjZVlUvBHHmbTl9YE&#10;U22vvKXLLuQiQtinqKAIoU6l9FlBBn3X1sTR+7XOYIjS5VI7vEa4qWQvSUbSYMlxocCalgVlx93Z&#10;KFi8jxenzYA/b9vDnvY/h+Ow5xKl2q/N/ANEoCb8h5/ttVYwGPXhcSYeATm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M6LfsYAAADcAAAADwAAAAAAAAAAAAAAAACYAgAAZHJz&#10;L2Rvd25yZXYueG1sUEsFBgAAAAAEAAQA9QAAAIsDAAAAAA==&#10;" fillcolor="black" stroked="f">
                  <v:textbox>
                    <w:txbxContent>
                      <w:p w:rsidR="00F41DDF" w:rsidRDefault="00F41DDF" w:rsidP="00F41D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8eK8QA&#10;AADcAAAADwAAAGRycy9kb3ducmV2LnhtbESPQWsCMRSE74X+h/AKvdVsW5GyGmURSsXTalu8PjfP&#10;zeLmZUliXP99Uyj0OMzMN8xiNdpeJPKhc6zgeVKAIG6c7rhV8PX5/vQGIkRkjb1jUnCjAKvl/d0C&#10;S+2uvKO0j63IEA4lKjAxDqWUoTFkMUzcQJy9k/MWY5a+ldrjNcNtL1+KYiYtdpwXDA60NtSc9xer&#10;IB3XdfWaDsnstr5qvas/vo+1Uo8PYzUHEWmM/+G/9kYrmM6m8HsmHwG5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5PHivEAAAA3A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41DDF" w:rsidRDefault="00F41DDF" w:rsidP="00F41D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E8MsYA&#10;AADcAAAADwAAAGRycy9kb3ducmV2LnhtbESPQWvCQBSE74X+h+UJvdWNpQZNXaVIW7QXNQr2+Mg+&#10;s6HZtyG7jdFf7xYKPQ4z8w0zW/S2Fh21vnKsYDRMQBAXTldcKjjs3x8nIHxA1lg7JgUX8rCY39/N&#10;MNPuzDvq8lCKCGGfoQITQpNJ6QtDFv3QNcTRO7nWYoiyLaVu8RzhtpZPSZJKixXHBYMNLQ0V3/mP&#10;VeBHy7fjp71Ou68Pw5t8bdJtaZR6GPSvLyAC9eE//NdeaQXP6Rh+z8QjI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kE8MsYAAADc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41DDF" w:rsidRDefault="00F41DDF" w:rsidP="00F41D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41DDF" w:rsidRPr="0066767B" w:rsidRDefault="00F41DDF" w:rsidP="00F41DD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F41DDF" w:rsidRPr="0066767B" w:rsidRDefault="00F41DDF" w:rsidP="00F41DD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F41DDF" w:rsidRPr="0066767B" w:rsidRDefault="00F41DDF" w:rsidP="00F41DD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F41DDF" w:rsidRDefault="00F41DDF" w:rsidP="00F41DD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</w:pPr>
    </w:p>
    <w:p w:rsidR="00F41DDF" w:rsidRPr="0066767B" w:rsidRDefault="00F41DDF" w:rsidP="00F41DD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  <w:t>УКРАЇНА</w:t>
      </w:r>
    </w:p>
    <w:p w:rsidR="00F41DDF" w:rsidRPr="0066767B" w:rsidRDefault="00F41DDF" w:rsidP="00F41DDF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КРУПЕЦЬКА СІЛЬСЬКА РАДА</w:t>
      </w:r>
    </w:p>
    <w:p w:rsidR="00F41DDF" w:rsidRPr="0066767B" w:rsidRDefault="00F41DDF" w:rsidP="00F41DD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СЛАВУТСЬКОГО РАЙОНУ</w:t>
      </w:r>
    </w:p>
    <w:p w:rsidR="00F41DDF" w:rsidRPr="0066767B" w:rsidRDefault="00F41DDF" w:rsidP="00F41DD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ХМЕЛЬНИЦЬКОЇ ОБЛАСТІ</w:t>
      </w:r>
    </w:p>
    <w:p w:rsidR="00F41DDF" w:rsidRPr="0066767B" w:rsidRDefault="00F41DDF" w:rsidP="00F41DD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F41DDF" w:rsidRPr="0066767B" w:rsidRDefault="00F41DDF" w:rsidP="00F41DD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 xml:space="preserve"> РІШЕННЯ</w:t>
      </w:r>
    </w:p>
    <w:p w:rsidR="00F41DDF" w:rsidRPr="0066767B" w:rsidRDefault="00F41DDF" w:rsidP="00F41DD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F41DDF" w:rsidRPr="0066767B" w:rsidRDefault="00F41DDF" w:rsidP="00F41DD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сільської </w:t>
      </w:r>
      <w:proofErr w:type="gram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ради 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ІІІ</w:t>
      </w:r>
      <w:proofErr w:type="gramEnd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скликання</w:t>
      </w:r>
    </w:p>
    <w:p w:rsidR="00F41DDF" w:rsidRPr="0066767B" w:rsidRDefault="00F41DDF" w:rsidP="00F41DD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</w:p>
    <w:p w:rsidR="00F41DDF" w:rsidRPr="0066767B" w:rsidRDefault="00F41DDF" w:rsidP="00F41DD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  27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.01.2021 року                                        Крупець                                                 №___</w:t>
      </w:r>
    </w:p>
    <w:p w:rsidR="00F41DDF" w:rsidRPr="0066767B" w:rsidRDefault="00F41DDF" w:rsidP="00F41DDF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F41DDF" w:rsidRPr="0066767B" w:rsidRDefault="00F41DDF" w:rsidP="00F41DD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F41DDF" w:rsidRPr="0066767B" w:rsidRDefault="00F41DDF" w:rsidP="00F41DD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 відведення земельної ділянки  та</w:t>
      </w:r>
    </w:p>
    <w:p w:rsidR="00F41DDF" w:rsidRPr="0066767B" w:rsidRDefault="00F41DDF" w:rsidP="00F41DDF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передачі  її у постійне користування  </w:t>
      </w:r>
    </w:p>
    <w:p w:rsidR="00F41DDF" w:rsidRPr="0066767B" w:rsidRDefault="00F41DDF" w:rsidP="00F41DDF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Релігійній Громаді ПЦУ Свято-Георгіївської </w:t>
      </w:r>
    </w:p>
    <w:p w:rsidR="00F41DDF" w:rsidRPr="0066767B" w:rsidRDefault="00F41DDF" w:rsidP="00F41DD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Парафії </w:t>
      </w:r>
      <w:proofErr w:type="spellStart"/>
      <w:r w:rsidRPr="0066767B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с.Полянь</w:t>
      </w:r>
      <w:proofErr w:type="spellEnd"/>
    </w:p>
    <w:p w:rsidR="00F41DDF" w:rsidRPr="0066767B" w:rsidRDefault="00F41DDF" w:rsidP="00F41DDF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41DDF" w:rsidRPr="0066767B" w:rsidRDefault="00F41DDF" w:rsidP="00F41D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</w:t>
      </w:r>
      <w:r w:rsidRPr="0066767B">
        <w:rPr>
          <w:rFonts w:ascii="Times New Roman" w:eastAsia="Times New Roman" w:hAnsi="Times New Roman" w:cs="Times New Roman"/>
          <w:sz w:val="24"/>
          <w:lang w:val="uk-UA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розглянувши заяву Релігійної Громади ПЦУ Свято-Георгіївської Парафії </w:t>
      </w:r>
      <w:proofErr w:type="spellStart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с.Полянь</w:t>
      </w:r>
      <w:proofErr w:type="spellEnd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сільська  рада</w:t>
      </w:r>
    </w:p>
    <w:p w:rsidR="00F41DDF" w:rsidRPr="0066767B" w:rsidRDefault="00F41DDF" w:rsidP="00F41DD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ВИРІШИЛА:</w:t>
      </w:r>
    </w:p>
    <w:p w:rsidR="00F41DDF" w:rsidRPr="0066767B" w:rsidRDefault="00F41DDF" w:rsidP="00F41DD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41DDF" w:rsidRPr="0066767B" w:rsidRDefault="00F41DDF" w:rsidP="00F41DD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1.Затвердити Релігійній Громаді Православної Церкви України Свято-Георгіївської Парафії села </w:t>
      </w:r>
      <w:proofErr w:type="spellStart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Полянь</w:t>
      </w:r>
      <w:proofErr w:type="spellEnd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проект землеустрою щодо відведення земельної ділянки, для будівництва та обслуговування будівель громадських та релігійних організацій, площею 0,8045 га, яка розташована Хмельницька область </w:t>
      </w:r>
      <w:proofErr w:type="spellStart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Славутський</w:t>
      </w:r>
      <w:proofErr w:type="spellEnd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район,  </w:t>
      </w:r>
      <w:proofErr w:type="spellStart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с.Полянь</w:t>
      </w:r>
      <w:proofErr w:type="spellEnd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F41DDF" w:rsidRPr="0066767B" w:rsidRDefault="00F41DDF" w:rsidP="00F41D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2.Передати Релігійній Громаді Православної Церкви України Свято-Георгіївської Парафії села </w:t>
      </w:r>
      <w:proofErr w:type="spellStart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Полянь</w:t>
      </w:r>
      <w:proofErr w:type="spellEnd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Славутського</w:t>
      </w:r>
      <w:proofErr w:type="spellEnd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району Хмельницької області, яка зареєстрована за адресою: </w:t>
      </w:r>
      <w:proofErr w:type="spellStart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с.Полянь</w:t>
      </w:r>
      <w:proofErr w:type="spellEnd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 </w:t>
      </w:r>
      <w:proofErr w:type="spellStart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вул.Незалежності</w:t>
      </w:r>
      <w:proofErr w:type="spellEnd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15, </w:t>
      </w:r>
      <w:proofErr w:type="spellStart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Славутського</w:t>
      </w:r>
      <w:proofErr w:type="spellEnd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району Хмельницької області,</w:t>
      </w:r>
      <w:r w:rsidRPr="0066767B">
        <w:rPr>
          <w:rFonts w:ascii="Times New Roman" w:eastAsia="Calibri" w:hAnsi="Times New Roman" w:cs="Times New Roman"/>
          <w:sz w:val="24"/>
          <w:lang w:val="uk-UA"/>
        </w:rPr>
        <w:t xml:space="preserve">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код ЄДРПОУ 43787077,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 постійне користування земельну ділянку, площею 0,8045 га, кадастровий номер: 6823986800:01:001:0077, для</w:t>
      </w:r>
      <w:r w:rsidRPr="004845D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будівництва та обслуговування будівель громадських та релігійних організацій, яка розташована Хмельницька область </w:t>
      </w:r>
      <w:proofErr w:type="spellStart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Славутський</w:t>
      </w:r>
      <w:proofErr w:type="spellEnd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район, </w:t>
      </w:r>
      <w:proofErr w:type="spellStart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с.Полянь</w:t>
      </w:r>
      <w:proofErr w:type="spellEnd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F41DDF" w:rsidRPr="0066767B" w:rsidRDefault="00F41DDF" w:rsidP="00F41D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3. Релігійній Громаді ПЦУ Свято-Георгіївської Парафії села </w:t>
      </w:r>
      <w:proofErr w:type="spellStart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Полянь</w:t>
      </w:r>
      <w:proofErr w:type="spellEnd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, якій передана земельна ділянка у постійне користування, посвідчити своє право  в установленому  законом порядку.</w:t>
      </w:r>
    </w:p>
    <w:p w:rsidR="00F41DDF" w:rsidRPr="0066767B" w:rsidRDefault="00F41DDF" w:rsidP="00F41D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>будівництва, архітектури, охорони пам’яток, історичного середовища та благоустрою (Денисюк Т.В.)</w:t>
      </w:r>
    </w:p>
    <w:p w:rsidR="00F41DDF" w:rsidRDefault="00F41DDF" w:rsidP="00F41DD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41DDF" w:rsidRDefault="00F41DDF" w:rsidP="00F41DD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41DDF" w:rsidRPr="0066767B" w:rsidRDefault="00F41DDF" w:rsidP="00F41DD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41DDF" w:rsidRDefault="00F41DDF" w:rsidP="00F41DD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p w:rsidR="005B1138" w:rsidRDefault="005B1138">
      <w:bookmarkStart w:id="0" w:name="_GoBack"/>
      <w:bookmarkEnd w:id="0"/>
    </w:p>
    <w:sectPr w:rsidR="005B1138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3C2" w:rsidRDefault="000473C2">
      <w:pPr>
        <w:spacing w:after="0" w:line="240" w:lineRule="auto"/>
      </w:pPr>
      <w:r>
        <w:separator/>
      </w:r>
    </w:p>
  </w:endnote>
  <w:endnote w:type="continuationSeparator" w:id="0">
    <w:p w:rsidR="000473C2" w:rsidRDefault="00047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3C2" w:rsidRDefault="000473C2">
      <w:pPr>
        <w:spacing w:after="0" w:line="240" w:lineRule="auto"/>
      </w:pPr>
      <w:r>
        <w:separator/>
      </w:r>
    </w:p>
  </w:footnote>
  <w:footnote w:type="continuationSeparator" w:id="0">
    <w:p w:rsidR="000473C2" w:rsidRDefault="000473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DDF"/>
    <w:rsid w:val="000473C2"/>
    <w:rsid w:val="005B1138"/>
    <w:rsid w:val="00F41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DDF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DDF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2021-01-18T12:04:00Z</dcterms:created>
  <dcterms:modified xsi:type="dcterms:W3CDTF">2021-01-18T12:04:00Z</dcterms:modified>
</cp:coreProperties>
</file>