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29F" w:rsidRDefault="001F429F" w:rsidP="001F429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429F" w:rsidRDefault="001F429F" w:rsidP="001F42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F429F" w:rsidRDefault="001F429F" w:rsidP="001F42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F429F" w:rsidRDefault="001F429F" w:rsidP="001F429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429F" w:rsidRDefault="001F429F" w:rsidP="001F42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F429F" w:rsidRDefault="001F429F" w:rsidP="001F42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429F" w:rsidRDefault="001F429F" w:rsidP="001F42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F429F" w:rsidRPr="00694EED" w:rsidRDefault="001F429F" w:rsidP="001F429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F429F" w:rsidRPr="00694EED" w:rsidRDefault="001F429F" w:rsidP="001F429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F429F" w:rsidRPr="00694EED" w:rsidRDefault="001F429F" w:rsidP="001F429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F429F" w:rsidRPr="00694EED" w:rsidRDefault="001F429F" w:rsidP="001F429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F429F" w:rsidRPr="00694EED" w:rsidRDefault="001F429F" w:rsidP="001F42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Шарпіті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Г.В</w:t>
      </w:r>
    </w:p>
    <w:p w:rsidR="001F429F" w:rsidRPr="00694EED" w:rsidRDefault="001F429F" w:rsidP="001F42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F429F" w:rsidRPr="00694EED" w:rsidRDefault="001F429F" w:rsidP="001F42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Шарпіти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F429F" w:rsidRPr="00694EED" w:rsidRDefault="001F429F" w:rsidP="001F42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F429F" w:rsidRPr="00694EED" w:rsidRDefault="001F429F" w:rsidP="001F42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Генадію Володимировичу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0,1265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F429F" w:rsidRPr="00694EED" w:rsidRDefault="001F429F" w:rsidP="001F42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Генадію Володимировичу,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0123A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0123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0,1265 га, кадастровий номер: 6823984000:03:013:0068,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1F429F" w:rsidRPr="00694EED" w:rsidRDefault="001F429F" w:rsidP="001F42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Шарпіті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1F429F" w:rsidRDefault="001F429F" w:rsidP="001F42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F429F" w:rsidRPr="001F429F" w:rsidRDefault="001F429F" w:rsidP="001F42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1F429F" w:rsidRDefault="001F429F" w:rsidP="001F429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C6DF4" w:rsidRDefault="00EC6DF4"/>
    <w:sectPr w:rsidR="00EC6DF4" w:rsidSect="001F429F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29F"/>
    <w:rsid w:val="001F429F"/>
    <w:rsid w:val="0070123A"/>
    <w:rsid w:val="00EC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29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F42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F429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F429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429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F42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F429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F429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276</Words>
  <Characters>1577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2021-07-07T07:00:00Z</dcterms:created>
  <dcterms:modified xsi:type="dcterms:W3CDTF">2021-07-07T08:46:00Z</dcterms:modified>
</cp:coreProperties>
</file>