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9F" w:rsidRDefault="00BC719F" w:rsidP="00BC71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C719F" w:rsidRDefault="00BC719F" w:rsidP="00BC719F"/>
    <w:p w:rsidR="00BC719F" w:rsidRDefault="00BC719F" w:rsidP="00BC719F"/>
    <w:p w:rsidR="00BC719F" w:rsidRDefault="00BC719F" w:rsidP="00BC71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C719F" w:rsidRDefault="00BC719F" w:rsidP="00BC71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C719F" w:rsidRDefault="00BC719F" w:rsidP="00BC71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C719F" w:rsidRDefault="00BC719F" w:rsidP="00BC71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C719F" w:rsidRDefault="00BC719F" w:rsidP="00BC71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19F" w:rsidRDefault="00BC719F" w:rsidP="00BC71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C719F" w:rsidRDefault="00BC719F" w:rsidP="00BC71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719F" w:rsidRDefault="00BC719F" w:rsidP="00BC71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C719F" w:rsidRDefault="00BC719F" w:rsidP="00BC71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719F" w:rsidRPr="0083481C" w:rsidRDefault="00BC719F" w:rsidP="00BC719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№110</w:t>
      </w:r>
    </w:p>
    <w:p w:rsidR="00BC719F" w:rsidRPr="00025D00" w:rsidRDefault="00BC719F" w:rsidP="00BC719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C719F" w:rsidRPr="00025D00" w:rsidRDefault="00BC719F" w:rsidP="00BC719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25D0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25D00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C719F" w:rsidRPr="00025D00" w:rsidRDefault="00BC719F" w:rsidP="00BC719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719F" w:rsidRPr="00025D00" w:rsidRDefault="00BC719F" w:rsidP="00BC719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C719F" w:rsidRPr="00794F81" w:rsidRDefault="00BC719F" w:rsidP="00BC719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25D0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25D0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Царука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С.І</w:t>
      </w:r>
    </w:p>
    <w:p w:rsidR="00BC719F" w:rsidRPr="00025D00" w:rsidRDefault="00BC719F" w:rsidP="00BC719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Царука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С.І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Царуку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71C7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r w:rsidR="00A71C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71C7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0,3264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D00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номер: 6823984000:03:018:0054), для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25D0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Царуку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С.І.,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C719F" w:rsidRPr="00BC719F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19F" w:rsidRPr="00025D00" w:rsidRDefault="00BC719F" w:rsidP="00BC71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51EE" w:rsidRPr="00BC719F" w:rsidRDefault="00BC719F" w:rsidP="00BC719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A851EE" w:rsidRPr="00BC71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9F"/>
    <w:rsid w:val="00171A2E"/>
    <w:rsid w:val="00304C90"/>
    <w:rsid w:val="00505B6D"/>
    <w:rsid w:val="006D3977"/>
    <w:rsid w:val="007D6C18"/>
    <w:rsid w:val="00A71C77"/>
    <w:rsid w:val="00A851EE"/>
    <w:rsid w:val="00BC719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>Microsoft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2020-07-02T12:12:00Z</dcterms:created>
  <dcterms:modified xsi:type="dcterms:W3CDTF">2020-07-02T13:29:00Z</dcterms:modified>
</cp:coreProperties>
</file>